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CF684" w14:textId="77777777"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14:anchorId="246CF6C7" wp14:editId="246CF6C8">
                <wp:simplePos x="0" y="0"/>
                <wp:positionH relativeFrom="column">
                  <wp:posOffset>-225038</wp:posOffset>
                </wp:positionH>
                <wp:positionV relativeFrom="paragraph">
                  <wp:posOffset>-63776</wp:posOffset>
                </wp:positionV>
                <wp:extent cx="6515100" cy="1415332"/>
                <wp:effectExtent l="0" t="0" r="0" b="3302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41533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CF6C7" id="Group 45" o:spid="_x0000_s1026" style="position:absolute;margin-left:-17.7pt;margin-top:-5pt;width:513pt;height:111.45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QwFdlBwAAwiUAAA4AAABkcnMvZTJvRG9jLnhtbOxaW2/bNhR+H7D/&#10;IOhdtai7jDiF40tRoNuCNkOfZUm2tUiiRsmxs2H/fefwItmys6RJG6RdAsSmJJI6PJfvOzz02dtd&#10;kWs3KaszWo508sbUtbSMaZKVq5H++9XcCHStbqIyiXJapiP9Nq31t+c//3S2rYapRdc0T1KmwSRl&#10;PdxWI33dNNVwMKjjdVpE9RtapSU8XFJWRA1cstUgYdEWZi/ygWWa3mBLWVIxGqd1DXen4qF+zudf&#10;LtO4+W25rNNGy0c6yNbwT8Y/F/g5OD+LhisWVesslmJEj5CiiLISXtpONY2aSNuw7GiqIosZremy&#10;eRPTYkCXyyxO+RpgNcTsreYdo5uKr2U13K6qVk2g2p6eHj1t/OvNJdOyBGyna2VUgIn4WzXHRd1s&#10;q9UQurxj1afqkokFQvMDja9reDzoP8frleisLba/0ATmizYN5brZLVmBU8CqtR03wW1rgnTXaDHc&#10;9FziEhMsFcMz4hDXti1hpHgNlsRxvu/oGjy1XU89mcnRxLQ8OdYi0EIRo6F4L5dVynZ+VmXxEP6l&#10;SqF1pNL7XQ9GNRuW6nKS4kFzFBG73lQGWL+KmmyR5Vlzyz0ZVIRClTeXWYyqxovOOpayDjzFl2qO&#10;p2tJWsfgyx/pNcGlqhFifITr44bSSjpZR+UqHdcVBIQwtbrFGN2u0yip8Tbq63AWfnkg0yLPqnmW&#10;52hJbMvVgxw9nzyhQOHvUxpvirRsRACzNAdF0LJeZ1Wta2yYFosU/JG9Twh3G3CND3WDr0Mn4UH1&#10;txWMTTO0LoyJa04Mx/Rnxjh0fMM3Z75jOgGZkMk/OJo4w02dghqifFplUla4eyTtyQiSWCNik8e4&#10;dhNxJBGeBQJxD1MigrOhSlDWmsUfQdnQD9oNS5t4jc0laE7eh87tA67mTrNogxoC7t4YcsIgPAwG&#10;1BEGEgktgF4eRV4QHEQCeAarm3cpLTRsgKpBUK7q6AY0LZamuqDQJUWD86Wole4bIzTDWTALHMOx&#10;vBkYYzo1xvOJY3hz4rtTezqZTIkyxjpLkrTE6Z5uC65ammeJcsearRaTnAkbzfmfXHjddRugT3Ri&#10;KPupb+5q3BxoABkPYA+BhRw/WliUyGmr2JTI6eNL+8iI1PC1kJN4rs+t7oYSApXVAx9AkVs98Pu4&#10;2Y4KAy5hNIzXM+ktR+PugM0W39sFSh0AJB+wB/e4Z9EBsXwOXMIj0fUDJwRx0PVd4fm4UkkerRK6&#10;YXta6A+8UwuQrNQK+bYVYGcP+06iCaYqp2j+0zqqUog/mGgP8V2l0c8wbMwazQmFX/FOSMdas7ug&#10;GOo8dmvByh3YHyB7e5u/7Oq2AmJGxqdX4DqzJOOsgJEvhRB0jxcPwqETalUuaQUhOCu3hs+9tVXq&#10;F+MQTHnEBOO5a/qOHRi+79qGY89M4yKYT4zxhHieP7uYXMx64DPjaWH9dfAn5ZMp1GyRRb5DgYr6&#10;FuCitCos3uwWO44X9XBBk1sw6xbS0ZFe/7mJMLkoN8WEAueAtZaMFtIblNURpq92nyNWSSxvQEmX&#10;uUpHOaAjTq4SGZ9R8gdMVOSQ5QKVaa4JfxIkZWewTzergP8xpHDLjDMDCi/klM4CgSAW8s0jApBN&#10;YIyKCJdLvuexLygifMsVaSqxAhsV3OHTa0T006bjiJBbku8+MLpdh2DMkwkE4OM+ebqcz74teco9&#10;VJsKKLQOfBsSSkRrOzxOIPqj9qizP65F+U4DmE6hpb85UEDi2wMKvpSXCRTEk1olpt1LZKwgkLtZ&#10;23liCv/DUicHita8rwwqC2Gnc0oI7V5gcGp6mYHhhUTsco5AynZg3yNAyuJJcQs2rykl2hJTSh4X&#10;rXW/37jo6IPnm7K8+ExEQgB+RcDgNkmD3ZYGWZ1MSqA496W7MBj5yA2WKnoSx+aF2S6bdIgjScK3&#10;RAVPVTy/OBj26jx5KTJ/WfiBABN3TvHID1L/OShpEcsxL6zQmHuBbzhzxzVC3wwMk4QXoWdCnWA6&#10;PyxpfcjK9OlbSm070kPXcsWOvitaYT1xr7aFm7Z227ZX24qGRdbAeUqeFVAGaTtFQ6zwzsqEb0Oa&#10;KMtFe68UhuKrXar6vmu3yqGlDQMJLYxCCQEcEc6CoLGm7C+9t5HN35dQKIEujWow1VioRlTGMHSk&#10;N7ommpMGrmDMpmLZas2rFC9pS0raU5MOIOTByaPKNI8HCC/Aohc/NLkbITzziXT5ihDqBCJ8RQhZ&#10;jeOMhlVCQcpt8tHGwf8bIdqTO84Q4sxSJtyTEpUG1eldKc9UT5dp91BBDMHxD6vLElugguWS3lFB&#10;6Fsyb1D1P3U+q45+ZEUxB2rgfHT/6VBeIoG5PoHKnBYXVQJIvs7KKzhcv76X0lw40pOVyANKg0Nw&#10;yVx3sdgLzU1asNzjWXFUBekUJFL/xbMiZpThn6/GStrDrI7Q5HnWMxMaaV2XqIN+zMHxgKdzXcvl&#10;KPP4/V9rI5XgtjdeU97XlJeXK1tC4wCK0PtSCY3vleGHQhxY5I+a8JdI+9fQ3v/p1fm/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M1IBo7iAAAACwEAAA8AAABkcnMvZG93bnJldi54&#10;bWxMj8FqwzAMhu+DvYPRYLfWdrqWJYtTStl2KoO1g7GbG6tJaGyH2E3St592Wm8S+vj1/fl6si0b&#10;sA+NdwrkXABDV3rTuErB1+Ft9gwsRO2Mbr1DBVcMsC7u73KdGT+6Txz2sWIU4kKmFdQxdhnnoazR&#10;6jD3HTq6nXxvdaS1r7jp9UjhtuWJECtudePoQ6073NZYnvcXq+B91ONmIV+H3fm0vf4clh/fO4lK&#10;PT5MmxdgEaf4D8OfPqlDQU5Hf3EmsFbBbLF8IpQGKagUEWkqVsCOChKZpMCLnN92KH4BAAD//wMA&#10;UEsDBAoAAAAAAAAAIQAyjemIR4gAAEeIAAAVAAAAZHJzL21lZGlhL2ltYWdlMS5qcGVn/9j/4AAQ&#10;SkZJRgABAgEASABIAAD/7QAsUGhvdG9zaG9wIDMuMAA4QklNA+0AAAAAABAASAAAAAEAAQBIAAAA&#10;AQAB/+FVKWh0dHA6Ly9ucy5hZG9iZS5jb20veGFwLzEuMC8APD94cGFja2V0IGJlZ2luPSfvu78n&#10;IGlkPSdXNU0wTXBDZWhpSHpyZVN6TlRjemtjOWQnPz48eDp4bXBtZXRhIHhtbG5zOng9J2Fkb2Jl&#10;Om5zOm1ldGEvJyB4OnhtcHRrPSdYTVAgdG9vbGtpdCAzLjAtMjksIGZyYW1ld29yayAxLjYnPgo8&#10;cmRmOlJERiB4bWxuczpyZGY9J2h0dHA6Ly93d3cudzMub3JnLzE5OTkvMDIvMjItcmRmLXN5bnRh&#10;eC1ucyMnIHhtbG5zOmlYPSdodHRwOi8vbnMuYWRvYmUuY29tL2lYLzEuMC8nPgoKIDxyZGY6RGVz&#10;Y3JpcHRpb24gcmRmOmFib3V0PScnCiAgeG1sbnM6cGRmPSdodHRwOi8vbnMuYWRvYmUuY29tL3Bk&#10;Zi8xLjMvJz4KIDwvcmRmOkRlc2NyaXB0aW9uPgoKIDxyZGY6RGVzY3JpcHRpb24gcmRmOmFib3V0&#10;PScnCiAgeG1sbnM6dGlmZj0naHR0cDovL25zLmFkb2JlLmNvbS90aWZmLzEuMC8nPgogPC9yZGY6&#10;RGVzY3JpcHRpb24+CgogPHJkZjpEZXNjcmlwdGlvbiByZGY6YWJvdXQ9JycKICB4bWxuczp4YXA9&#10;J2h0dHA6Ly9ucy5hZG9iZS5jb20veGFwLzEuMC8nCiAgeG1sbnM6eGFwR0ltZz0naHR0cDovL25z&#10;LmFkb2JlLmNvbS94YXAvMS4wL2cvaW1nLyc+CiAgPHhhcDpDcmVhdGVEYXRlPjIwMDQtMDYtMTZU&#10;MTI6MTA6MDlaPC94YXA6Q3JlYXRlRGF0ZT4KICA8eGFwOk1vZGlmeURhdGU+MjAwNC0wNi0xNlQx&#10;MjoxMDoxNFo8L3hhcDpNb2RpZnlEYXRlPgogIDx4YXA6Q3JlYXRvclRvb2w+SWxsdXN0cmF0b3I8&#10;L3hhcDpDcmVhdG9yVG9vbD4KICA8eGFwOlRodW1ibmFpbHM+CiAgIDxyZGY6QWx0PgogICAgPHJk&#10;ZjpsaSByZGY6cGFyc2VUeXBlPSdSZXNvdXJjZSc+CiAgICAgPHhhcEdJbWc6Zm9ybWF0PkpQRUc8&#10;L3hhcEdJbWc6Zm9ybWF0PgogICAgIDx4YXBHSW1nOndpZHRoPjI1NjwveGFwR0ltZzp3aWR0aD4K&#10;ICAgICA8eGFwR0ltZzpoZWlnaHQ+MjI4PC94YXBHSW1nOmhlaWdodD4KICAgICA8eGFwR0ltZzpp&#10;bWFnZT4vOWovNEFBUVNrWkpSZ0FCQWdFQVNBQklBQUQvN1FBc1VHaHZkRzl6YUc5d0lETXVNQUE0&#10;UWtsTkErMEFBQUFBQUJBQVNBQUFBQUVBJiN4QTtBUUJJQUFBQUFRQUIvKzRBRGtGa2IySmxBR1RB&#10;QUFBQUFmL2JBSVFBQmdRRUJBVUVCZ1VGQmdrR0JRWUpDd2dHQmdnTERBb0tDd29LJiN4QTtEQkFN&#10;REF3TURBd1FEQTRQRUE4T0RCTVRGQlFURXh3Ykd4c2NIeDhmSHg4Zkh4OGZId0VIQndjTkRBMFlF&#10;QkFZR2hVUkZSb2ZIeDhmJiN4QTtIeDhmSHg4Zkh4OGZIeDhmSHg4Zkh4OGZIeDhmSHg4Zkh4OGZI&#10;eDhmSHg4Zkh4OGZIeDhmSHg4Zkh4OGYvOEFBRVFnQTVBRUFBd0VSJiN4QTtBQUlSQVFNUkFmL0VB&#10;YUlBQUFBSEFRRUJBUUVBQUFBQUFBQUFBQVFGQXdJR0FRQUhDQWtLQ3dFQUFnSURBUUVCQVFFQUFB&#10;QUFBQUFBJiN4QTtBUUFDQXdRRkJnY0lDUW9MRUFBQ0FRTURBZ1FDQmdjREJBSUdBbk1CQWdNUkJB&#10;QUZJUkl4UVZFR0UyRWljWUVVTXBHaEJ4V3hRaVBCJiN4QTtVdEhoTXhaaThDUnlndkVsUXpSVGtx&#10;S3lZM1BDTlVRbms2T3pOaGRVWkhURDB1SUlKb01KQ2hnWmhKUkZScVMwVnROVktCcnk0L1BFJiN4&#10;QTsxT1QwWlhXRmxhVzF4ZFhsOVdaMmhwYW10c2JXNXZZM1IxZG5kNGVYcDdmSDErZjNPRWhZYUhp&#10;SW1LaTR5TmpvK0NrNVNWbHBlWW1aJiN4QTtxYm5KMmVuNUtqcEtXbXA2aXBxcXVzcmE2dm9SQUFJ&#10;Q0FRSURCUVVFQlFZRUNBTURiUUVBQWhFREJDRVNNVUVGVVJOaElnWnhnWkV5JiN4QTtvYkh3Rk1I&#10;UjRTTkNGVkppY3ZFekpEUkRnaGFTVXlXaVk3TENCM1BTTmVKRWd4ZFVrd2dKQ2hnWkpqWkZHaWRr&#10;ZEZVMzhxT3p3eWdwJiN4QTswK1B6aEpTa3RNVFU1UFJsZFlXVnBiWEYxZVgxUmxabWRvYVdwcmJH&#10;MXViMlIxZG5kNGVYcDdmSDErZjNPRWhZYUhpSW1LaTR5TmpvJiN4QTsrRGxKV1dsNWlabXB1Y25a&#10;NmZrcU9rcGFhbnFLbXFxNnl0cnErdi9hQUF3REFRQUNFUU1SQUQ4QTlVNHE3RlhZcTdGWFlxN0ZY&#10;WXE3JiN4QTtGWFlxN0ZYWXE3RlhZcTdGWFlxN0ZYWXE3RlhZcTdGWFlxN0ZYWXFzbGxqaWllV1Zn&#10;a2NhbG5kdGdGQXFTZmxnbElBV2VRUVRTRjBmJiN4QTtWSWRWMDZLL2dCRU0vTXgxNmxWY3FEOU5L&#10;NVRwODR5d0V4eU4vZXhoUGlGaEc1ZXpkaXJzVmRpcnNWZGlyc1ZkaXJzVmRpcnNWZGlyJiN4QTtz&#10;VmRpcnNWZGlyc1ZkaXJzVlU1cmlDRWZ2SEMrM2Y3czErdTdWMDJsRjVwaVBsMStRM1p4Z1pjZ2c1&#10;TlloSDkyaGIzT3cvam5KYXIyJiN4QTsrMDhkc1dPVS9mVVIray9ZM3gwcDZsUk9zemRvMUh6cWMx&#10;RS9iL1VFK25IQWUreitwc0dsSGUwTlptN3hyK09DUHQvcUwzeHcrMzlaJiN4QTtYOHFPOVdqMW1N&#10;LzNrWlgzQnIvVE5wcHZiL0Nkc3VPVWY2cEV2djRXQjBwNkZGdzNkdk4vZHVDZjVUc2Z1T2Rab08y&#10;OUpxOXNVd1pkJiN4QTszS1h5TGp5eHlqekN0bTFZT3hWMkt1eFYyS3ZJZnp1ODlORlpIeTNwa3RM&#10;aTdkYmU0a1U3OG5JSEFFZnlyVm0rZ2VPYVhYYW9UbWNZJiN4QTsrbUc4dmgvRCt0MStyei93ajRz&#10;OC9MNVF2azdURkFvQkd3QTl2VWJNcnNyL0FCZVB4Kzh1VHB2N3NNaXpZTjdzVmRpcnNWZGlyc1Zk&#10;JiN4QTtpcnNWZGlyc1ZkaXJzVmRpcnNWZGlyc1ZkaXExM1ZGTE1RRkhVbktzK2VHS0JuTWlNUnpK&#10;U0FUeVN1NjFWMkpXRDRWL243bjVlR2VZJiN4QTs5dGUyMlRJVERTK2lIODcrSSs3K2I5L3VjM0hw&#10;Z041SmVTU2FrMUo2azV3YzV5bVRLUnNucVhKQWF5Q1hZcTdGWFlxN3BoQklOaFVkJiN4QTthNnBM&#10;SFJaZjNpZVA3UXpzdXh2YkxQcHlJWi8zdVA4QTJRK1BYNC9OeHNtbkI1YkZOb3BZNVVEeG5rcHox&#10;WFI2M0ZxY1l5WXBjVVQrJiN4QTtOKzR1RktKQm9yOHltTHNWWWY1OTg2eDZMYW15czNEYXJPdTFO&#10;L1JVL3R0Ny93QW8rbjU2anRUdEVZUndSK3MvWTR1cDFIQUtIMVBuJiN4QTtpQ1o5WTgxUzNKSmUx&#10;MHdNaU9kK1U4bXp0VTlmOXJOSmtIaGFjRCtQSnVmZCtQMHVwTDZlOG14bVB5cnBhbnZibzI0cDlv&#10;Y3Y0NTB2JiN4QTtaMGF3UTl6dXNBOUE5eWM1bXR6c1ZkaXJzVmRpcnNWZGlyc1ZkaXJzVmRpcnNW&#10;ZGlyc1ZkaXJzVld1Nm9wWmpSVkZTY3F6NTRZWUdjJiN4QTt6d3hpTEpTQlpvSkhlM3IzRCtFUSt5&#10;djhUbmludEI3UVpOZmtvZW5ESDZZL3BQbjkzMzdIRmlFUjVvYk9kYm5ZcTdGWFlxN0ZYWXE3JiN4&#10;QTtGWFlxcld0MUpieWNsTlZQMmw3RVp0K3grMmMyaHk4Y0Q2VDlVZWtoK3Z1TFhreGlRM1Q2R1pK&#10;b3hJaHFwejIvUWE3RnFzUXk0emNaJiN4QTtmWjVIemRiS0ppYUxGZk92bnUxMEtJMnRxVm4xVnh0&#10;SDFXSUg5cDZkL0JjeGUwZTB4aEhESGVmM09IcU5TSWJENm5ndm03WEx4WVpKJiN4QTtTN1Q2cHFE&#10;K25DU2FzMGo3RnZvcityT2QwbUk1c25GUGtONUYxSkpKc3J0RDBwTk0wNk8xVThwUHRUUC9BRE9m&#10;dEgrQXlyVjZqeGNoJiN4QTtsMDZlNUQ2YTBxMytyYVhaMjlLZWpCSEhUL1VRRCtHZHZwNDhPT0k3&#10;b2o3bmZ3RlJBUmVYTW5ZcTdGWFlxN0ZYWXE3RlhZcTdGWFlxJiN4QTs3RlhZcTdGWFlxN0ZYWXFs&#10;R3EzWmQvUVEvQ3YyL2MvMlo1VjdhOXRuTGsvTFFQb2g5WG5MdS96ZnY5em5hYkhRNGlsK2NFNVRz&#10;VmRpJiN4QTtyc1ZkaXJzVmRpcnNWYkFKTkFLazlCa293TWpRRmtvUlMya2NNTFhOL0t0dGJJS3V6&#10;a0x0N2s5TTdUc2oyT3laUDNtcVBoWXU3K0kvJiN4QTs4VDhkL0p4Y3VxakViTU84MGZtZkdrYldQ&#10;bDRjUjlscjFoVGIvaXRUL3dBU2I3dStkams3UXg0Y1l3NlljTUIxL1Yrczd1ajFHdUorJiN4QTtu&#10;NXZONXBtWXZOTTVMR3J5U09hazl5ekU1cGR5ZThsMXhLVWFkYVBlWG42YnVsSVZsS2FYQzJ4V0Uv&#10;N3VJN0dYOW12N1B6VTVzdFJMJiN4QTt3Y2ZoRDZqdkw5WDQvU21xREk5RXN6ZTZ6WTJsS2llZU5H&#10;SCtTV0hMOE13Y0dQanlSajNrSnh4dVFENkp6MEYzenNWZGlyc1ZkaXJzJiN4QTtWZGlyc1ZkaXJz&#10;VmRpcnNWZGlyc1ZkaXJzVlVybVlRd1BKM0EyK2ZiTmIydnJ4cE5MUE4xaU52ZWRoOXJQSEhpa0F4&#10;NGtra25jbnFjJiN4QTs4QmxJeUpKM0pkbzFrVXV4VjJLdHFyTWFLQ3hQUURjNVppeFR5UzRZQXlr&#10;ZWdGbEJOSzdXY2tjWmx1SFMzaUhXU1Znb0gzNTB1bTlrJiN4QTtOYmtIRk1SeFI3NW12c0ZuNTAw&#10;VDFNSTlVcHV2TkhsQzBOSmRVV1ovNWJkR2svNFpRVi9ITmxEMlUwc1A3elB4SHVoSDlKdHc1OXFR&#10;JiN4QTtDV1RmbVA1V2pOSWJhOG1JN3Q2YUEvaVQrR1hqc0xzMlArclM5NWlQdURqeTdYN2dnNVB6&#10;UjA1ZjduUjJmclF5WEZQbHNxSExZZG05JiN4QTtuUi95Smw3NXkvUlRWTHRlWFFJSzUvTlhXaXBX&#10;eXRiYXpCL2JDbVJ4OUxIai93QUxteXc2dU9BVmh4NDhmbUk3L054c25hR1NURjlUJiN4QTsxdlZ0&#10;VWs5VFVMcVM0STNVT2ZoSCtxb29vK2daUm0xRThodVpKY09lU1V1WlFXVXNFTVlvcjZWbzVnVzAr&#10;RS92MEczcnlBN1ExNjhCJiN4QTsxa0kvMWRxa2pMd3lHSWNaK3JvUDAvcS9zWlJybVVXN3M3bDJO&#10;V1kxUGI4Qm1MS1JKc29KdGx2NVc2ZDlhODBwT1JWTE9ONVQ0Y2lPJiN4QTtDLzhBRXEvUm0wN0d4&#10;Y1djSCthTC9RNU9qamM3N25zK2RpN2QyS3V4VjJLdXhWMkt1eFYyS3V4VjJLdXhWMkt1eFYyS3V4&#10;VjJLcGRyJiN4QTtNbEk0NC81aVNmby8yODgvOXY4QVZjT0hIaUg4VWpML0FFdi9BRWw5amxhV081&#10;S1U1NWE1enNWYkFKTkJ1VDBHU2pFeU5EY2xDaHEyJiN4QTtyYUxvY1lmVkovMzdDc2RsRjhVckQz&#10;SDdJK2Vkdm9mWmJIaWlKNnlSQlA4QWs0OC84NDlQeHU2L1U5b1Joc0dHYXIrYVdxU2hvdEpnJiN4&#10;QTtqMCtFN0NTZ2tsSStiRGlQdStuT2h4NnlPR1BCcDRSeFI4dVo5NWRObTE4NThtSTN1bzM5OUw2&#10;dDdjU1hFbjgwckZpUGxYcG1Ka3l5JiN4QTttYmtTVDV1RktabHpLSHlERjJLdXhWMktxVnpkVzF0&#10;RVpiaVZZb3gxZHlBUHh5Y01jcEdvaXlxRGd1YmpVa0VsdWp3NmM5ZU4wd0tQJiN4QTtMVC9mUU80&#10;WC9LKzd4eStlSVl2cTNuM2RCNy8xSlI2SWthQkVBVkZGRlVkQU14aVNUWlF1d0s5ZC9LYlNUYmFI&#10;TnFEclNTK2srRC9qJiN4QTtIRlZSL3dBTVd6cSt3OEhEak16L0FCSDdBN1hSUXFOOTdPYzNibU94&#10;VjJLdXhWMkt1eFYyS3V4VjJLdXhWMkt1eFYyS3V4VjJLdXhWJiN4QTtLTlpQK2tJUEJLL2VUbmsv&#10;dDlNblZ3ajNZNytjcGZxYzdTajBsTDg0VnluWXFsSG1qek91Z1dTaUNqNnBkQS9Wd2R4RkgwTXBI&#10;alhaJiN4QTtSbmRlenVqanA4WDVtUXZMUDZQNkk1R1h2SjJIemRSMmpyT0Qwam04cnVMbWU1bmVl&#10;NGthV2FROHBKSE5XSlBjazV0SlNNalozTHp4JiN4QTtKSnNxZVJRN0ZYWXF0a2xqaVF5U3VxSXU3&#10;T3hBQStaT0dNU1RRVklyL3dBN2FIYTFWSkd1WkIrekNLai9BSUkwWDdzejhYWm1XZk1jJiN4QTtQ&#10;dlZJWi9PK3QzODZXdWwyM0NXVmdrU0lwbW1aanNBb3BTcDhPT2JDUFptTEhIaXlIWWMrZy9IeFRF&#10;RW1oelpkcEhrZUhUV1RVdk43JiN4QTsvcFBXYWNvTkZaeThVUGcxMHluYzkvU1Uvd0NzZTJZc3Uw&#10;b0FWaUZSNmRMOCs4RC9BR1I1N0NqTEpsampqK3JlZmQwSHYvVW1keGN6JiN4QTtYRXBsbE5XT3dB&#10;QVZRQjBWVldnVURzQnRtcmxJeU5seGlTVlBJb1JtajZaY2FwcWR2WVc0L2VYRGhhOWVJNnN4OWxH&#10;K1c0TUp5VEVCJiN4QTt6TE9FRElnQjlCMlZuQlpXY05wQXZHR0JGampIc29wbmZZc1loRVJISU85&#10;akVBVUZmSnBkaXJzVmRpcnNWZGlyc1ZkaXJzVmRpcnNWJiN4QTtkaXJzVmRpcnNWZGlxVDZ3UDlK&#10;US93Q1FQMW5QSmZiMkovT1FQKzFqL2RTYy9TL1Q4VUJuRHVTNHNxZ3N4NHFOMlk5QUIzeXpGak01&#10;JiN4QTtpSTV5TmZORWpRc3ZIOWQxV1RWTlZ1TDE5aEkxSWwvbGpYNFVYNkZHZWttdGdQcEFBSHVH&#10;dyt4NHpOa001bVI2b0RBMU94VkFhbnJtJiN4QTttYWF0YnVjSzlLckVQaWMvN0VmeHpJd2FYSmwr&#10;a0t4TFV2ekJ1cEtwcDhJaFR0TEpSbitoZnNqOGMzR0hzaUkzbWJWak41cUY5ZXZ6JiN4QTt1cDNt&#10;YnR5SklIeUhRZlJtMHg0WVFGUkZLeVB5dCtYR3U2N0VMMlRqcHVqRDdlcDNWVlFqL2lwUHRTbnc0&#10;N2UrYS9YOXJZdE42VDZzJiN4QTtoNVFIUDlnOHk1T0xUU2tPSSttSGVmeHU5RjBxMjBQeTNDMEhs&#10;NkVpNWRlRStzVGdHNWNIcUkrMFMreTcrT2N6bXk1dFJMaXpIWWNvJiN4QTtENlI3L3dDZEx6T3c2&#10;Qm5MVVJnT0hGL3B1cC9Vb2tra2ttcE81SnlUaHV4VjJLdlhQeXk4cU5wOW1kV3ZFcGVYYTBnUmh1&#10;a0ozcjgzJiN4QTsvVm5WZGphTGdqNGt2cWx5OTM3WGFhVER3amlQTXM2emVPYTdGWFlxN0ZYWXE3&#10;RlhZcTdGWFlxN0ZYWXE3RlhZcTdGWFlxN0ZYWXFsJiN4QTttc3B0Rko0VlUvckdlYy84RURUZW5G&#10;bEhRbUorTzQrNHVYcFR6Q1Y1NW01cVYrYUxnd2VYNzZRR2hNUlFIL1hJVC9qYk0vc3VIRnFJJiN4&#10;QTtEenY1YnVKcnBjT0dSOHZ2MmVTWjNyeUxzVlluNXI4M0cwWnJIVDJCdVJ0Tk4xQ2Y1Sy81WDZz&#10;MitnN1A0L1hQNmVnNzFZSEpKSkk3JiN4QTtTU01YZGpWbVkxSlB1VG5RQUFDZ3JKdkszNWJlYS9N&#10;YUM0dGJVVzJtZFgxUzhQbzJ5Z2JFaDJGWHA0SUNjcDFHcXg0WThVendqNy9jJiN4QTtPWlBrTjIv&#10;RnA1ejVEYnY2UFFkSjhvZVIvTFJXUUovaVBWazMrc1hLOExLTnY4aURmMUtlTGtqdUtaemVxN1d6&#10;WnZUaS9kdzd6OVI5JiN4QTt3NVIrTm55RGRlTEZ5OWN2OWorMUY2aHFsOXFFb2t1NVRJVjJSZWlx&#10;UEJWR3d6VzRzTVlYWE04enpKOTU1bHg4dWFXUTNJb1hMV3AyJiN4QTtLdXhWNkw1Qy9MNXBKVTFQ&#10;V1krTWEwZTNzbkc3ZUR5RHN2Z3A2L0xydk95K3p4S2Q1T2d2aCs0bnlPOWQ5ZHpzTk5wRDlVbnFP&#10;ZFU3JiN4QTtGMkt1eFYyS3V4VjJLdXhWMkt1eFYyS3V4VjJLdXhWMkt1eFYyS3V4VjJLcUY3RDYx&#10;czZEN1EzWDVqTko3UmRuL205SE9BK29EaWo3JiN4QTt4K3ZsOFd6RlBoa0N4L1BDSGFKSDUyLzVS&#10;aTkvNTVmOG5Velo5ai80ekg0LzdrdUQybC9jUytIM2g1Wm5jdktKTDVyMXY5RjZjZlNOJiN4QTtM&#10;dWVxUWUzOHovN0g5ZVoyZzB2aXozK2tjMVNEeWQrV21zK1pJVzFPNG5UU3RDVnFTNnJkMW83VjNX&#10;QlB0VFA3RGJ4T2RObHl3eHg0JiN4QTtwR28vamszWThKa0xPMGU5NkZwbWgvbDc1Y28ybWFhZGIx&#10;Qk9tbzZvQTBRYnhqdFI4SHk1MUl6UTZqdGVjdHNZNFIzbmMvTDZSOGVKJiN4QTt0OFRGRDZSeEh6&#10;NUt1cWE1cXVxT0d2YmhwUVBzUjlFVURvRlFVVVpxQ0xseFM5VXU4N24renk1Tk9UUE9mTW9IQzFP&#10;eFZkSEhKSTZ4JiN4QTt4cVhkalJVVUVrbndBR0VDMGdNbzBuOHQvTWw4QkpQR3RoYm5jeVhKNHRU&#10;MlFmRjk5TXo0ZG01T0hpbldPSGZJMDVPUFJ6bDBwbW1pJiN4QTsrVXZMK2hsWlkxK3Y2Z3ZTNWxI&#10;d0lmRkU2ZnJQdm1uMXZ0QnBkSUswL3dDK3kvemo5RWZjT3Y0M2R4cHV6UkhlVEx0T1J4QjZzaHJK&#10;JiN4QTtLZVJKOE8yZFI3SzZmSU5ONDJVazVjNTR5VDNjby9adVBlMjV5TG9jZ2lzNlpwZGlyc1Zk&#10;aXJzVmRpcnNWZGlyc1ZkaXJzVmRpcnNWJiN4QTtkaXJzVmRpcnNWZGlyc1ZTVFVyWDBadWFqOTNK&#10;dVBZOXhualB0YjJNZEpxUEVpUDNXVGNlUjZqOUk4dmM3SEJrNGhYVUpCNW5oTTNsJiN4QTsrL1Fi&#10;a1JGLytBK0wrR2FIczJmRHFJSHorL1poclkzaGtQSjVIbmZQSU1kMHpScmJ6TjVtdTlRMVBsL2gz&#10;UmlzVWlLZUp1SmFuamJvJiN4QTt3N3V3WXN3NklQR21kSHB6SFRZT0tYTTcvcURaamlPWjVCbHVv&#10;Nm5jWHpwekN4VzhDaU8xdFloeGhoalhaVWpRYktBTTBlZlVTeXk0JiN4QTtwZjJJbmtNanVoTW9Z&#10;T3hWRjZicE9wYW5PSUxDM2U0bFBVSU5oN3MzUlI3bkxjV0dlUTFFV1dVSUdSb0JuT2tmbFNFVlo5&#10;ZHV4Q3ZYJiN4QTs2ckJ1eDlpNS93Q05RZm5tZmswZUhUUjQ5VmtFQjNkVCtQSUYyR0hzK1V1Ykxi&#10;QzIwYlNVOVBTYktPQTBvWnlPVWgrYkdySDc4NTdWJiN4QTsrMk9QRjZkSGpBL3B5NS9BZnJQd2R2&#10;aDBFWXJwWjVwVFdSeXg5K24zWnh1dDdSejZxWEZtbVpuejVmQWNoOEhPakFSNUw3SzJOeE9GJiN4&#10;QTsvWUc3bjJ6UDluK3laYTdVaUg4QTNrZkw5dkpobHljSXRQd0FCUWRCbnVzWWdDaHlEckc4S3V4&#10;VjJLdXhWMkt1eFYyS3V4VjJLdXhWJiN4QTsyS3V4VjJLdXhWMkt1eFYyS3V4VjJLb1I3UDFiaWQ1&#10;S2NKSTQ0MDMzcWhkdVh0OXZNRHRIczdIcThVc1dRZW1YMkh2REtFakUyRWx2JiN4QTtySXFKTGVZ&#10;VlNSU3BQWXF3cG5pSGFYWnViUVorQ1kzQnVKNlNIUWo4Yk94RWhPUHZlRWEzSyttMnQ2N2lrdHFI&#10;RlA4QUxXb0Evd0NDJiN4QTt6dTlJQmxsR3VVcStUeHNvbUpJUFJWdGJFYVZwZHBvNmlqV2lscnM5&#10;M3U1S0dkaVIxNGtDTUgrVlJtWjJqcVBFeVVQcGpzeXlIcDNOJiN4QTs1Z05hTDAzU2RSMU80RnZZ&#10;VzczRXA2aEJzQjRzeDJVZTV5M0ZobmtQREVXV1VJR1JvQjZGb2Y1Vld0dXEzT3YzQWVtLzFXSWtM&#10;OG1mJiN4QTs3UitTMCtlYlk5bjRkTkR4TlZNUmorUGlmY0hZNGRCWjMzWmJIY1dsbEFMWFRMZExh&#10;QmVnVlFQcG9PL3VjNWp0TDIwNFI0ZWpqd1IvJiN4QTtuRWIvQUFINlRmdWR6aDBnaU4wTTd1N0Zu&#10;WXN4N25mT0Z6NmpKbW1aNUpHVWoxTzdtQUFjbHVVcFh4UlBLNFJCVmptVm85SGsxT1VZJiN4QTs4&#10;WTRwUy9IeVl5a0FMS2UybHNsdkZ3RzdIZG04VG51SFluWStQUVlCamp2STd5bDNuOVhjNjNKa01q&#10;YXZtNGEzWXE3RlhZcTdGWFlxJiN4QTs3RlhZcTdGWFlxN0ZYWXE3RlhZcTdGWFlxN0ZYWXE3RlhZ&#10;cTdGVk9lM2luVGhJS2pzZTRQdG12N1M3TXc2ekY0ZVVXT2g2Zzk0L0h2JiN4QTtad21ZbXc4TS9N&#10;blJHc1BOY0ViQlRiM2N5WGk4aFZXRUFhZGtiL1dlQ2grZWN0cDlCUFFuZ2tlTGdpZUU5NDVCMU9z&#10;SDcweTc5MGpqJiN4QTtqbG1sV09OV2tsa05GUlFXWmlld0EzSnpEQUpOQndnTFovNVovS3E1bkMz&#10;T3VNYmVIcUxSQ1BVUCt1MjRYNWRmbG04MG5Zc3Blckw2JiN4QTtSM2RmMk9kaDBSTzhtZVFuUzlK&#10;dHhhYVhicEVpOWtGQlh4WTlXUHVjMW5hdnRacDlHRGkwb0U1OS93RENQai9FZnhidWNHa29kd1Fj&#10;JiN4QTtzMHNyY3BHTEg5WHl6elhYZG9adFZQanl5TXBmZDdoMGMrTUJFVUZtWWJKMktxOXRaelhC&#10;K0FVWHU1Nlp1dXlld2RUcnBmdXhVT3NqJiN4QTs5UDdUNUJxeVpSSG1uTnJhUlc2VVRkajlwajFP&#10;ZXdkajlpWWRCajRjZThqOVVqelA2aDVPQmt5R1IzVjgzRFc3RlhZcTdGWFlxN0ZYJiN4QTtZcTdG&#10;WFlxN0ZYWXE3RlhZcTdGVXExenpWNWIwR0wxTloxTzJzQVJ5VlpwRlYySFQ0RXJ5Yi9ZakltUUhO&#10;aktjWTh5d0hVLytja2Z5JiN4QTszczNLVzdYbW9VL2J0b09LL3dESmRvVCtHUThZT05MV1FIbWxT&#10;ZjhBT1VubEF1QStrNmdxVitJcUlTUVBZR1FmcnlQamVUSDg5SHVMJiN4QTtJTkUvNXlCL0xUVkhX&#10;T1M5bDAyVnlBcTMwUlFWUGpKR1pJMStsaGtobURaSFY0ejFwNkhiWE50ZFFKY1cwcVQyOG81UnpS&#10;c0hSbFBkJiN4QTtXV29JeXdHM0pCdFZ3cTdGWFlxN0ZXS2VlL0p6K1lvN0pvR1NPNXRwR0hxeVYy&#10;aWtBNWtVNm40UlFack8wdEZMT0J3bWoraHh0Umc0JiN4QTt3S1IzbHZ5ZG8rZ3hnMjhmcTNaRkpM&#10;dVRkejQ4ZjVSN0Q2YTVibyt6OGVBYmJ5Ny9BTWNtZUxCR0hMbW1GOUJlemZER3lpUCtXcEJQJiN4&#10;QTt6em5mYVBzM3RIVmVuRE9Bdy96YklrZmVhK3l3SE93emhIbnpTNDZiZWovZGRma1IvWE9BbjdK&#10;ZG94L3lWKzZVZjF1VU04Tzl3MDY5JiN4QTtQKzYveEg5Y0VmWlB0RW12Q1A4QXBvLzhVdmp3NzFX&#10;UFNMbHZ0c3FEN3ptMDAzc0pySi8za29RSHZzL1p0OXJBNnFQUkdRNlZiUjBMJiN4QTsxa2IzNmZk&#10;blc5bit4ZWp3RVN5WGxsL1Mrbi9TL3JKYUo2bVI1Ykl3QUFVQW9CMEdkYkdJaUtBb0J4MjhrcnNW&#10;UW1xNnBaYVZwbDFxJiN4QTtWOUlJck96aWFhZVE5a1FWTkIzUGdPK0FtaGFKU0FGbDhqL21EK2NQ&#10;bXJ6YmV6SWx6SnAraThpTGZUNEdLQXAyTXhVL3ZHSTYxMjhCJiN4QTttSktaazZmTnFaVFBjR0Yy&#10;R3A2bHAxeXQxcDkxTmFYS0dxelFPMGJnL3dDc3BCeUxRSkVjbjB0K1NINXlUK1pqL2g3WDNVNjNH&#10;aGUwJiN4QTt1Z0F2MWxFRldEQWJlb28zMkc0MzdITWpIa3ZZdTAwMnA0OWp6ZXc1YzVqc1ZkaXJz&#10;VmRpcnNWZGlxVytZZk1lamVYZEtsMVRXTGxiJiN4QTtXemgyTHR1V1k5RVJSdXpIc0JnbElBYnNa&#10;ekVSWmZPSG52OEE1eUw4eTZ1OGxwNWNCMGJUcWtDZlkzY2krSmZjUi9KTi93REt6R2xsJiN4QTtK&#10;ZFpsMWtqdEhZUEtXYlVkVHZTekdhOXZyaHFrbmxMTEl4LzRKbU9WdUp1VDNsbG1tZmt4K1oyb3FI&#10;aDBDZUpUM3VUSGJFZjdHWm8yJiN4QTsvREpDQlBSdWpwc2g2SWZYZnluL0FERTBPTnByL1E3ajBF&#10;Qlpwb09Od2lxUDJtTUprNGovQUZxWW1KSE5FdFBPUE1NU3lMU3pMOHVQJiN4QTt6UDE3eVZxYVBC&#10;STl4cEVqajY3cGpOKzdkVHNXUUhaSktkR0gwMUdTaklodnc1ekErVDdEMHJWTExWZE10ZFNzWkJM&#10;WjNrU3pRU0R1JiN4QTtqaW9xT3g4UjJ6TEJzVzdtTWdSWVJlRkxzVmRpcnNWZGlyc1ZkaXJzVmRp&#10;cnNWZGlyc1ZkaXJ5ei9uSkc5dUxmOHRuaWliaWwzZVFRJiN4QTt6anhRY3BhZjhGR3VVNXVUaTZ3&#10;MWpmTi9rVFFZTmY4QU9Ha2FQY0VyYjNseWlUa0hpZlRCNU9BZkVxQ0JsQUZsMW1HSEZJQjlOZWZ2&#10;JiN4QTt5UzhwNjM1Y2UzMGJUYmZUTld0WXlkUG50MFdJT3lqYU9ialRtcjBweWJjZGZHdVJQRUsy&#10;ZHBsMDBaUjJGRjhyNlpxR282RnJkdmZ3JiN4QTtWaHY5T25XUlZZRUVTUk51ckQ2S0Vaak9waVRF&#10;MzFEN2swVFZyYldOSHN0VnRUVzN2b0k3aVBlcEFrVU5RMDdpdERtYkUyTGQ3R1ZpJiN4QTswYmha&#10;T3hWMkt1eFYyS3V4Vjh6Zjg1TzNXc1NlYnRQdEpCSitpNDdSV3RGb2ZUYVozWVNFSG9Yb3FqNVV6&#10;RnluZDFtdUo0Z09pbitXJiN4QTtIL09QOS9yME1XcitaV2swL1MzK0tDekE0M002L3dBeDVEOTJo&#10;N2JWUHNLSEdHTWxHRFNHVzh1VDZHOHUrVWZMWGx5MityNkpwME5rJiN4QTtsS004YS92SC93QmVR&#10;MWQvOWtjeUl3QTVPeGhqakhrRTN5VE41SitlUDV1RHl6WnRvR2l5L3dDNSs3VDk5TXAvM2xoY2Zh&#10;cU9rcmZzJiN4QTsrQStMd3JUbHlWc0hFMVdvNEJRNXZDL0lQNWFlWXZQVW1vUFlNc2FXY1prZTVu&#10;cnhrbmJkSXVYOHo5U2UzZktJeEo1T3Z4WUpaTHBpJiN4QTtsN1pYZGpkeldkM0UwRjFidTBVOExp&#10;akk2R2pLUjdIQTFFRUdpK29QK2NhTlZtdS9JRTFuS3hiOUhYc3NVTmVnamtWSlFCL3MzZk1qJiN4&#10;QTtDZG5hNktWd3J1TDFyTG5MZGlyc1ZkaXJzVmRpcnNWZGlyc1ZkaXJzVmRpcnNWWUYrZUhsK1hX&#10;L3kzMU9PQkM5eFpjTDJGUUtrK2dhJiN4QTt5VS81NUY4cnlpdzQrcGh4UUw1SzBMV0xuUmRhc2RX&#10;dGFmV0xDZU80akI2RXhzRzRuMk5LSE1WMUVKY0pCZmNIbHp6QnAzbUhSTFRXJiN4QTtOT2ZuYVhr&#10;WWtTdjJsUFJrYW5Sa2FxbjN6TmpLeGJ2WVRFaFlmSy81KytYbDBmOEFNZTlraVRoYjZvaVg4WTdj&#10;cGFyTDk4cU0zMDVpJiN4QTs1QlVuVTZ1SERQM3ZiZjhBbkhiVjN2OEE4dExhRnpWdE51WjdTdnRV&#10;VEw5d21BeTdDZG5PMGNyeCs1NmJscmxPeFYyS3V4VjJLdXhWJiN4QTsyS3V4VjJLc08vTkw4d3JU&#10;eVQ1YmU5UEdUVTdtc1dtV3gvYmxwdTdEcndqclZ2b0hmSVpKMEduUG1FSTMxZktPZzZKNWk4OSti&#10;VnRZJiN4QTtXYTUxTFVaV211N3FUZFVVbXNrMGhIUlZyK29EZWd6RkFKTHFJUmxrbDVsOWkrVWZL&#10;dWxlVk5BdHRHMDFlTUVBckpLZG1sa1AyNVhQJiN4QTtpMzREYm9NeTR4b082eDR4QVVIeUorYXV0&#10;MmV0L21GcmVwV1JWcldTY1J3dW4yWEVDTEQ2ZzhlZnA4cSsrWWtqWmRQcUpDVXlROTcvJiN4QTtB&#10;T2NhdEhuc3ZJRXQ3TXBYOUpYa2swQVBReFJxc1FQL0FBYU5sK0ViVzdEUlJxRjk3MXJMbkxkaXJz&#10;VmRpcnNWZGlyc1ZkaXJzVmRpJiN4QTtyc1ZkaXJzVmFJQkJCRlFkaURpcjVOL09qOHFibnlscTc2&#10;bnAwTFA1Y3ZYTFFzb0pGczdHcGhlblFWUHdIdU51b3pFbkRoTHFOVHArJiN4QTtBMlBwVWZ5Zi9O&#10;bTU4bGFnYk8rNXorWHJ4d2JtRWJ0QzUyOWFNZkw3Uzl4N2pHRStGR20xSEFhUDBzeC81eVdPbTZy&#10;cHZsanpIcGt5JiN4QTtYTnJjQ2VGYm1NMURvd1I0L2xUNDlqa3NwQm9odjF0RUNRVFAvbkZhNlp0&#10;Sjh3V3RmaGl1TGVVQ3ZlVkhVN2Y4OHNsZzZzdEFkaUh1JiN4QTt1WHVlN0ZYWXE3RlhZcTdGWFlx&#10;N0ZWRzh2TGF5dEpyeTZrV0cxdGthV2VWdGxSRUhKbVB5QXdFMGdtdDN4bitZM25YVVBQUG02VzlS&#10;JiN4QTtYTnZ5RnRwVm1BU3l4Y3FJT0lyOGNoUEp2YzA2VXpEbEt6YnBjMlU1SmZjOTU4ZzZWNU8v&#10;S2p5ejZ2bVBVYmExMTIrVlpkUTVPSG1BJiN4QTs2ckRGR25KMlZLNzhSdWQrbE11aFVlZk4yR0tN&#10;Y01mVWQzbjM1bi84NUJYV3UyczJqZVdZNUxIVFpnVXViMlQ0YmlaVHNWVUtUNmFIJiN4QTt2dlVq&#10;dzNHUW5rdlp4cytyNHRvOG1HL2xoK1dlcWVkOVlFU0JvTkh0bVU2amZVMlZldnB4MTJNakRwNGRU&#10;a1l4c3RPREFjaDhuMkhwJiN4QTsybjJlbldGdllXVVFndExXTllZSWw2S2lDZ0daWUZPNUFBRkJF&#10;NFV1eFYyS3BUNW44ejZQNVowYWZWOVhtOUcwZ29OaHlkM2JaVVJlJiN4QTs3Ti9udGtaU0FGbGhP&#10;WWlMS1dlUi93QXlQSy9uU0s0ZlJaWlBWdE9QMWkzblQwNUZEMTRucXlrSGllaHdRbUpNY1dhTStU&#10;S2NtMnNVJiN4QTs4NWZtZjVOOG8wajFlOS8wd2prdGpBUFZuSU80SlViS0QyTGtaQ1dRQnF5WjR3&#10;NWxmNUgvQURIOHIrZElKNU5HbWYxYlVyOVl0cDA5JiN4QTtPVlEzMldwVmdWTkR1RGpDWWt1TE5H&#10;ZkpsR1RiWFlxN0ZYWXE3RlhZcW9YdGpaMzFwTFozc0NYTnJPcFNhQ1ZRNk9wNmhsT3h3RVdnJiN4&#10;QTtnSFl2bno4d3YrY2JiMkNXWFVQSnJmV0xZa3Mya3pQU1ZPOUlwR05ISHN4cjd0bVBQRVJ5ZGRt&#10;MFhXUHllTmFoK250T2lrMExVQmNXJiN4QTtzY00zclBwODRaQWszRXJ6OU51aEttbGUrVk9GTGlI&#10;cEwwYjhoUHpIOHVlVHJ6VllOY01zVVdxbTJFVnpHbk9PUDBQVjVHUUE4NkgxJiN4QTtSOWxUbG1P&#10;WWp6Y25TWm93SnZxK3BZSjRiaUdPZUIxbGhsVVBGSWhES3lzS3F5a2RRUm1VSGJLbUt1eFYyS3V4&#10;VjJLdXhWNFIrZkg1JiN4QTt1ZVpOQzEySHk5NWZuTmkwVVN6M2wyRlJuZHBOMGpYbUdBVUtLazlT&#10;VDdiNCtTWnVnNEdxMUVvbW92SHRaL003ejlyTmxMWTZsclZ4JiN4QTtQWnpMeG1nK0ZGZFFRMUdD&#10;S3RkeGxSa1M0VXM4NUNpV05SU3l3eUxMRTdSeW9hbzZFcXdJN2dqcGdhZ1ZXMXRML1VMdGJlMWhs&#10;dTd5JiN4QTtZL0JGRXJTU08zc3ExWTRwQUpMMlB5RC9BTTQzNnhmdkhlK2JIT25XV3pDd2pJYTVr&#10;SFdqc0tyRVB2YjJHV3h4RTgzTnhhSW5lVDZJJiN4QTswYlJkSzBYVG9kTjBxMlMwc1lCU0tHTVVB&#10;OFNTZDJKN2s3bk1nQURrN0dNUkVVRWk4Ny9tVjVVOG0yNGZWcm5sZHV2S0RUNEFIdUpCJiN4QTsw&#10;cUZxQXEvNVRFREl5bUF3eTVvdzV2SHJuL25LalZqZE1iWFFZRnRLL0Nrc3p0SVY5MlZWV3AvMWR2&#10;ZktmR0xoSFhudWVrZmxsK2MyJiN4QTtpZWVKcGJFV3o2YnE4U0dVMmp1SkVrakJBTFJ5QUpVclhj&#10;RlFmbnZTMkdTM0t3YWtaTnVSZWg1WTVENWQvd0NjanZPamF0NXFUeS9iJiN4QTtTVnNOR0ZKbEhS&#10;cnR4Vno3OEZJVDJQTE1YTEt5NnJXNWJsdzl6THYrY1hQTDAwR2w2dnI4dFJIZVNKYTJ5MUlCRUZX&#10;a2FuUS9FNEFQJiN4QTtzY25oSFZ1ME1LQktaZm5IK2Q4UGw0VGFCNWRrV2JYZnNYVjJBR2p0YTlW&#10;SFpwZmJvdmZmYkhKazZCbnFkVnc3UjV2bWE2dXJtN3VaJiN4QTtibTZsZWU1bVl2Tk5JeFozWmpV&#10;c3pIY2s1UTZvbTl5OXYvNXhiMGpVdjB4cStybUpsMDBXd3RSTWRsYVpwRmZpdmlWVmQvQ284Y3R3&#10;JiN4QTtqZTNQME1UWlBSOUdaa3V5VXJtNXRyV0I3aTVsU0MzaUhLU2FSZ2lLbzdzelVBR0FtbEpw&#10;NS9xdjUvZmxscDl3WUJxTDNyS1NIYTFoJiN4QTtlUkFSL2xrS3JmTlNSbFp6QnhwYXZHT3FjK1VQ&#10;elI4bGViWlRiNlJmZzNxZ3NiS1pURk54SFVxcmJOL3NTYWQ4bEhJQzJZODhaOGl5JiN4QTt6SnRy&#10;c1ZTcnpKNW8wTHkxcGo2bHJWMmxwYXFlS2xxbG5ZOUVSQlZtYjJBeU1wQWMyRTVpSXN2Rzc3L25L&#10;cXlTOEsyUGw2U2V5Qk5KJiN4QTtacmxZcEdIandXT1ZWLzRJNVY0M2s0UjE0dllNVy9PTDgwZksz&#10;bmp5eHBqV0VFbHRxMXRjazNFTXlMeldJeG43TXExRElXSThQY1pYJiN4QTtPZkUxNm5QSEpFVnpV&#10;ZnlXL0tYeS93Q2VOUDFHNzFhNHU0RFp6SkZHTFZvMERCbDVHdnFSeWJqRGpoeEkwMm5qTUVsOVFX&#10;RmxiMkZqJiN4QTtiV05zcFcydFlrZ2hVa2toSTFDcUtuYzdETWtDaFR0QUtGSmY1ajgzK1dmTGR1&#10;TGpYTlJoc1ViZEZrTlpILzFJMTVPMyt4WEJLUUhOJiN4QTtqUEpHUE1zSUgvT1JuNVpldDZmMW02&#10;Q2NxZXQ5WGZoU3YydjVxZjdHdVYrTUdqODVqNzNvR2lhN28rdWFmSHFPa1hjZDdaUzFDelJHJiN4&#10;QTtvcU9xa0hkV0hjRVZ5MFNCNU9SR1FrTENQd3NuWXE3RlhsWDU3K1YvSUVtaFMrWlBNQ1N4Nmpi&#10;b0xleWt0WkJITE5JYW1PRWgxZENLJiN4QTsxSlBHb1d1VTVZam00bXFoQ3VLVDVWUkdkZ2lBczdF&#10;QlZBcVNUMEFHWTdxWDAzNVgvd0NjYXZKOEZsYVQ2NjkxZTM3Um8xM2JlcUk0JiN4QTtCSVZCZEY5&#10;TlZrb0dxSzg4dmpoSFYya05GRURkNmZvUGxYeTU1ZmdNR2k2ZEJZb1JSekNnRHQvcnY5dHY5a2N0&#10;akVEazVjWVJqeUNhJiN4QTs1Sms4ei9PUDgzWVBKbG1OTzAzalA1aXUwNVJJMjZXOFpxQk00N212&#10;MlY3OVR0MXF5WksySE54dFJxT0FVT2I1VTFIVWIvVXIyYSt2JiN4QTs1M3VyeTRZdk5QS3haMlkr&#10;Sk9ZenFKU0pObHUrMHJVN0FRbStzNTdRWENDVzM5ZU40L1VqT3dkT1FISmZjWXFZa2MwMThoK2Fu&#10;OHFlJiN4QTtiTlAxNVlUY0N6Wi9VZ0RCQzZTUnRHd3FRM1ovRERFMGJaNHNuQklGOUIzSC9PVFBr&#10;TmRPZWEzdDc1NzNnVEhhUEVpL3ZLSGlHY09WJiN4QTtDMTZrVjI3WmY0d2RpZGJDbnpXaWFscnV0&#10;QkY1WE9wNnBjMC95cEo3aC84QWpabXpIZFp2SStaZTkvbUIrWTFoK1h2bGExOGhlVjVoJiN4QTtM&#10;ckZ0YmlDNnZVMkZ1V0ZaSEZEL0FIMGpNV3Areld2aGwwcDBPRU93elpoamp3UjV2RVBMUGxMekw1&#10;cjFJMm1qMmtsNWNFOHA1ZWlJJiN4QTtHUDI1WkcrRmErNTN5b0MrVGdReHltZG52Zmt2L25HalE3&#10;RVIzWG1pNU9wM1EzTmxBV2p0Z2ZCbTJray80WDVITG80ZTkyR0xSQWZWJiN4QTt1OWtzYkd5c0xT&#10;S3pzb0k3YTBnWGpEQkNvUkVYd1ZWb0Jsd0ZPYUFCc0hrMzVwL241YStXYjA2UjVlaWgxSFZZWHBm&#10;U3pjbXQ0YWRZJiN4QTsvZ1pDMG5qUnFMN25ZVlR5MXNIRXo2c1FORGN2Qy9QWDVsK2FmT2w1ejFL&#10;ZjA3TkQvbzJtd1ZXQlBBOGYyMi95bTM4S0RiS0pTSjV1JiN4QTtCbHp5bWQwajFQeTlyMmxRMjgy&#10;cDZkY1dNVjJDMXM5eEU4UWtBcFVyeUFyMUdCcmxDUTVoUzBuVkwzU2RUdGRTc1pERmQyY2l6UXlE&#10;JiN4QTtzeUd2M0h1TVVSa1ltdys3ZFB2RnZiQzJ2RVVxdHpFa3lxZHlCSW9ZRDhjellteGJ2d2JD&#10;Qzh6K1k5TTh0NkZkNnpxVDhMVzBUa1FQJiN4QTt0T3gyUkZIZG1iWVlKU29XaWN4RVdYeHQ1NTg4&#10;YTE1eDF1VFU5U2tvbTYybG9wUHB3UlYyUlIveEp1NXpFSkpObDBtWEtabXlvNmY1JiN4QTtIODRh&#10;anBUNnRZNlBkM09uSlVtNWppWmxJWDdSWHV3Rk55TUZGUmlrUllHeVI0dGI2dC81eHYwZDdIOHVW&#10;dTNGRzFPN211VlBmZ2xJJiN4QTtCK01KSStlWk9FYk8yMGNhaDcwTCtjUDUzeGVXR2swUFFDayt2&#10;VXBjVHNBOGRyVWJWSFJwZS9FN0R2NFlNbVd0Z2pVYW5nMkhOODVMJiN4QTtGNW44MWF3N29sMXJP&#10;cTNCTHlGVmVlVWdkelNwQ2o3aG1PNjMxVFBlVXV1clc1dExtVzF1b21ndVlHTWMwTWdLdWpxYUZX&#10;QjNCQnhZJiN4QTtFVnNYcjMvT012bUM3dGZOOTFvdklteTFHMmVReDloTkFRVmYvZ0N3UDBlR1dZ&#10;alJjM1F6UEZUNmR6S2RvN0ZYWXErUnZ6eTgvUDVwJiN4QTs4M1NXdHRKeTBmU0dlM3RBRDhMeUEw&#10;bG0yNjhtV2kvNUlIam1KT1ZsMCtxeThVcTZCRGZrZjVZR3YvbUpwNnlweXROT3JmM0lJcUtRJiN4&#10;QTtFZW1EWHhsWksrMkNFYktOTERpbVBKOWhabU81ZGlxQzFyVmJmU05IdnRVdWY3aXhna3VKUU5p&#10;VmlRdVFQYzAyd1NOQzBTbFF0OE9hJiN4QTsvcm1vYTdyTjVxK29QNmwzZXl0TEtkNkN2UlZyV2lx&#10;UGhVZGhtRVM2R2N6STJYdTM1Qi9sRmFDenQvTit2UUNhYWFrbWtXa2dxcUorJiN4QTt6Y01wNnMz&#10;V1B3SHhkYVV1eFF2Y3V3MG1uRmNSK0REditjaHZPV24rWVBOMEZocHpDYTMwWkh0M3VGM0R6dXdN&#10;Z1h4Q2NRdGZHdVF5JiN4QTtTc3RHc3lDVXFIUmxmbDMvQUp4cXM5UThtV2MycDNrK25lWXJpczdr&#10;S0pFaVJ3T0VMeE1VSlpSdWZpRzVJN1pPT0t3M1EwUU1kOXBQJiN4QTtPdnpOL0t1ZnlHdGlMblU0&#10;cjZXL2FUMG9vNDJRcWtRV3JOVmoxTDBHVnlnWXVObjAvaDF1eFBSTmF2dEYxQmRSc0dFZDdFcnJC&#10;T1JVJiN4QTt4czZsQzZWMjVBTWVKN0hmcmtXbUV6RTJGQ2EzMUI0UDBqUEhLME04cko5YmNNVmVV&#10;QU00NW43VGZFQzIvZkZCQjV2YS93RG5IYjh5JiN4QTt0SjBxT2Z5dHE4c2RuSGNTbTRzTHg2SXJT&#10;T0FyUlNQMHFlSUtGdmNWK3lNdHhUcll1ZG84d0hwTDN6VnZNV2hhUGFmVzlVMUMzc3JmJiN4QTtq&#10;eUVrMGlxR0grU0NhdDdBWmVaQU93bE1EY2w0RCthSC9PUTAyb1JUYVA1UUwyOW85VW4xWmdVbGtV&#10;N0VRcWQ0MVA4QU1maStXVVR5JiN4QTszc0hYNTlaZTBmbThPSkpOVHVUMU9WT0E5cy9JclR2eSsw&#10;clRManpmNWwxS3lXK2hrS1dWclBJaGVCVXBXVVExTHRJeFB3MFdvQTI2JiN4QTs1Wmo0ZVpjN1N4&#10;Z0J4U0lTRDg1L3piSG5XNmgwN1RVYUxRYkdReVJHVFo1NXFGZlZaZjJRcWtoQjEzTmV0QUp6NG12&#10;VTZqajJISjVsJiN4QTtrSEZmYzNselVMRlBKK2xYejNFYVdZc2JkemNPd1dNTDZTN2xpUUJtWEEr&#10;a08rZ1J3Z3ZuNy9uSWI4eU5MOHd6MkdpNkhlcmQ2ZFpsJiN4QTs1N3lXSWt4dk9mZ1FBa0FOd1d1&#10;NjFIeFpSbG5aMmRkck13bFFCWU4rVjNrei9GL25PejBtU29zbHJjWDdMc1JCRlRrQWUzTWtKWDN5&#10;JiN4QTtNWTJhYU1HUGpsVDdBMVhWTkU4cjZCSmVYVEpaYVZwMElBVlFBQWlDaVJ4cnRVblpWVVps&#10;RWlJZHpLUWlMUElQaWVHMXV2TVhtVVcyJiN4QTtuMjRXNDFXN0l0N2RkbFV6U1ZDK3lyWDdzd3c2&#10;T3VLVzNWOVQrZnRlaC9MVDhzSWJmVENQclVNVVdtNll4QS92U2hyTXc4UXFzLzhBJiN4QTtyZlBN&#10;bVI0WTBIYlpaK0ZqMjl6NUxYMXIyK0hyVGZ2cm1YOTdjVE50eWtiNG5rZHZjMUpPWXpwK1pmVGNQ&#10;bS84cmZ5cjhxcFphVGRRJiN4QTthcHFiUmd1dG02U1RYTXdIMjVwVTVyR3RlZ0oySDJRY3ZFb3hH&#10;MjVkcjRtUEZHaHVYemg1bDh3YWg1aTEyOTFyVVdEWGQ3SjZrbkhaJiN4QTtWQUFWRVd0VHhSUUZI&#10;c01wSnQxYzVtUnNzNC81eDRuaGkvTSt5RWpoRExCY0pIVTA1TjZaTkI3MEJ5V1A2ZzVHalA3eDlP&#10;K1l2Ti9sJiN4QTtueTNiZldOYjFHR3lRaXFJN1ZrZi9ValdydjhBN0Vaa3ltQnpkcFBKR1BNdklO&#10;VS81eWFlZlY0Ykh5dm9UM3lTU0NOR3VHS3l6TXhBJiN4QTtDeHhSaHVOVDBxVDhzcE9ZOUhEbHJk&#10;NmlMZXVlZHJpL3R2SjJ0M0duS1d2b3JHNGUyQy9hRGlKaUN2aVIxQXk2Zkl1WmtKRVRYT253JiN4&#10;QTsxbUc2RjlOLzg0MCtUNTlNOHVYZm1DN2lNYytzTXEyZ1liL1ZvcTBmL25vN0g2QUQzeS9ESHE3&#10;VFJZNmpaNnZaY3ZjMTJLc2UvTUhSJiN4QTs3dldmSkd0YVpaMSt0M05wSXNDanF6Z2NsVC9aa2Nj&#10;aGtGaHJ5eDRva0I4Uk9qbzdJNmxYVWxXVmhRZ2pZZ2c1aU9pWmxMK2Ivbnh2JiN4QTtLOXY1YWp2&#10;L0FLdnAxdkNMWU5Db1Nab1ZIRlkybCsxUUw4UHcwMjY1TGlOVTMvbVo4UERiMFA4QUl2OEFKcWFh&#10;ZTI4MmVZb09GdEdSJiN4QTtMcFZoSUtOSXczV2VRSG9nNm9QMnV2U25LZVBIZTVjblM2YitLVDZK&#10;ekpkaStiZitjcGJTN0htUFJyd28zMU43Tm9VazM0K3Frck00JiN4QTs4SzhYWE1iTnpkYnJnYkJZ&#10;dCtWdjVPYTE1eHVvN3k3VjdIeTZockxlTUtOTUFkMGdCNms5T2YyUjduYkl3Z1pOT0RUR2U1K2w3&#10;eitZJiN4QTszNVdXT3QvbDhubDdRNEk3U1hUQ3Mya3hENFU1b0NHUm1QOEF2eFdOV0orMXVjdW5q&#10;MjJkaG13Q1VPRWRIeVZxV21haHBsNUpaYWhiJiN4QTtTV2wzQ2VNa0V5bEhCK1J6R2RQS0pCb29y&#10;UWZMUG1EWDdzV21qV0UxOU9TQVJDaEtyWHU3L1pRZTdFREVDMHd4eWx5RDNYeVQvd0E0JiN4QTsz&#10;eDJ0aFBlK1pYanV0VWVGeFo2ZWhyQkZJeUVJMHIvdHNHUFFmQ1A4ckxoaE5idXd4YU9oY3ViNS92&#10;OEFUNzdUcnlXeXZvSHRydUJpJiN4QTtrMEVxbFdWaHNRUWNwZGRLSkJvbzdRUEtYbVh6RGNMYjZO&#10;cHM5NjdHaGFORDZhOXF2SWFJZzkySXhBdGxESEtYSVBvMzhzUHlFMG5RJiN4QTtiWTMzbVdPTFV0&#10;WG5RcDZCSEszdDFjVUtyWDdiMDZ2Mi9aOFRrUXhkN3NzR2xFZDVibDgvK2ZQSk9yZVVmTUZ6cHQ3&#10;QzYyNGtZMk4wJiN4QTtRZUUwTmZnWlc2RThmdERzZHNvSW8wNi9OaU1KVVVKb21nZWFmTVVrZW42&#10;UlozV29CRytHT01NMFVaYnV6SDRJL21TTUFGc1l3bExZJiN4QTticG41NS9MWHpKNUxGZ2RZV01p&#10;L2pMcThKTG9qcWZpaVpxQWN3S0hiYmZhdUdVU09iUExnbENyUVBrM3pucmZsRFdQMHJvN290eTBU&#10;JiN4QTtRU0xLdk5IamNnbFdGUiswb1BYdGlDUnlZNHNwZ2JDcjVwODgrYnZPRjFHZFl2WkxzaHFX&#10;OW9nQ3hLemJmQkVnQTVIcFdsY1RJbm11JiN4QTtUTEtmTjd4K1JQNVEzSGw5UjVsMTZMMDlZbVFy&#10;WldiRDRyYU54Um1md2tjYlUvWlhZN2tnWFlzZGJsMkdsMC9ENmp6WGY4NU42THFkJiN4QTs5NVYw&#10;Njl0SVduZzArNVpydmdDeFJKRW9ISUg3SUlvVDc0NWh5S2RiRW1JcDh5QUVrQUNwT3dBeWgxVE8v&#10;SS81TWVkUE5OeEczMVI5JiN4QTtNMHNrZXBxTjJoUmVQY3hSdHhhUStGTnZFakpSZ1M1R0xUU241&#10;QjdENS84QXlQMG1QOHR4cHZsaXk1NnJwcmk2U1VnRzR1aUFWbFZtJiN4QTs3bGxOVlh4QUF5MldL&#10;aHM1dVhURGdxUE1QbVowdUxXY282dkJjUk5RcVFVZEdIdHNRUmxEcXR3elR5bitVbm43emRjQ2VP&#10;MGt0N1dRJiN4QTs4cE5UditVY1pCN3J5QmVUL1lnKzVHU2pBbmszNDlQT2I2TS9MbjhuL0xYa3RC&#10;Y3hqNi9yVExTVFVabEFLZzlWaFRjUmo3eWZHbTJaJiN4QTtFTVlEczhPbmpEM3M4eXh2WXZOK1dI&#10;NWV6MzV2NWZMOWsxMFc1c3hpSEV0NG1QN0I5NmpJZUhIdWFqaGhkMEdUSWlJaW9paFVVQlZWJiN4&#10;QTtSUUFEWUFBWk50WFlxN0ZYWXE4Lzg2ZmtoNUk4MVhqNmhQRkxwK295RW1hNnMyVlBVWS90U0l5&#10;dWhQaVFBVDNPVnl4QXVQbDAwSm0rJiN4QTtxbDVWL0liOHYvTDkwbDU5WGwxTzdqSU1jbCt5eUtq&#10;RHVzYXFrZnk1QTB3REVBakhwWVIzNXZSY3RjbDJLcU4xWjJsM0Y2TjNCSGNRJiN4QTtrZytuS3F1&#10;dFIwTkdCR0FnSG1naTFWVlZWQ3FBRkFvQU5nQU1LVzhWUTkzcDJuM3FoYnkyaXVWWGRSTWl5QWZM&#10;a0RnTVFlYUNBVlNDJiN4QTtDQ0NKWW9JMWlpWFpZMFVLbytRRzJJRkpWTUtxVTFwYXprR2VGSlN2&#10;MmVhaHFWOEtqQVFDdEtnQUFBQW9Cc0FNS3Q0cXNsaWlsUXh5JiN4QTtvc2lIcWpBRUdtL1E0a0s2&#10;S0tLSkJIRWl4b09pS0FBSzc5QmlBcUIxN3kvbzJ2NmJKcG1zV2lYbGxMdTBUMTJZZEdWaFJsWWRp&#10;cHJnJiN4QTtsRUhteGxBU0ZGNWUvd0R6akI1RWE2TWkzMnBKQWR4QXNrT3hyMlpvaWFmajc1VjRJ&#10;Y1g4akR6Wm41Ui9LcnlQNVZkWjlMMDlXdlY2JiN4QTtYMXdUTk1PM3dzMnlmN0FESnh4Z04yUEJD&#10;SElNdXliYzdGVkZMTzBqbE1zY0VhU210WkZWUTIvWGNDdUNnaWxiQ2wyS3FVbHJiU1NyJiN4QTtM&#10;SkNqeXBUaEl5Z3NLR29vVHYxd1VGcFZ3cTdGWFlxN0ZYWXE3RlhZcTdGWFlxN0ZYWXE3RlhZcTdG&#10;WFlxN0ZYWXE3RlhZcTdGWFlxJiN4QTs3RlhZcTdGWFlxN0ZYWXE3RlhZcTdGWFlxN0ZYWXE3RlhZ&#10;cTdGWFlxN0ZYWXE3RlhZcTdGWFlxN0ZYWXE3RlhZcTdGWFlxN0ZYWXE3JiN4QTtGWFlxN0ZYWXE3&#10;RlhZcTdGWFlxN0ZYWXE3RlhZcTdGWFlxN0ZYWXE3RlhZcTdGWFlxN0ZYWXE3RlhZcTdGWFlxN0ZY&#10;WXE3RlhZcTdGJiN4QTtYWXE3RlhZcTdGWFlxN0ZYWXE3RlhZcTdGWFlxN0ZYWXE3RlhZcTdGWFlx&#10;N0ZYWXE3RlhZcTdGWFlxN0ZYWXE3RlhZcTdGWFlxN0ZYJiN4QTtZcTdGWFlxN0ZYWXE3RlhZcTdG&#10;WFlxN0ZYWXE3RlhZcTdGWFlxN0ZYWXE3RlhZcTdGWFlxN0ZYWXE3RlhZcTdGWFlxN0ZYWXE3RlhZ&#10;JiN4QTtxN0ZYWXE3RlhZcTdGWFlxN0ZYWXE3RlhZcTdGWFlxN0ZYWXE3RlhZcTdGWFlxN0ZYLy9a&#10;PC94YXBHSW1nOmltYWdlPgogICAgPC9yZGY6bGk+CiAgIDwvcmRmOkFsdD4KICA8L3hhcDpUaHVt&#10;Ym5haWxzPgogPC9yZGY6RGVzY3JpcHRpb24+CgogPHJkZjpEZXNjcmlwdGlvbiByZGY6YWJvdXQ9&#10;JycKICB4bWxuczpkYz0naHR0cDovL3B1cmwub3JnL2RjL2VsZW1lbnRzLzEuMS8nPgogIDxkYzpm&#10;b3JtYXQ+aW1hZ2UvanBlZzwvZGM6Zm9ybWF0PgogPC9yZGY6RGVzY3JpcHRpb24+Cgo8L3JkZjpS&#10;REY+CjwveDp4bXBtZXRhPgo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J3cnPz7/7gAOQWRvYmUAZMAAAAAB/9sAhAACAgIC&#10;AgICAgICAwICAgMEAwICAwQFBAQEBAQFBgUFBQUFBQYGBwcIBwcGCQkKCgkJDAwMDAwMDAwMDAwM&#10;DAwMAQMDAwUEBQkGBgkNCwkLDQ8ODg4ODw8MDAwMDA8PDAwMDAwMDwwMDAwMDAwMDAwMDAwMDAwM&#10;DAwMDAwMDAwMDAz/wAARCACqAMIDAREAAhEBAxEB/8QAxgABAAICAgMBAAAAAAAAAAAAAAcIBgkE&#10;BQIDCgEBAQACAwEBAQEAAAAAAAAAAAAEBQIDBgcBCAkQAAEDAwMCAwYDBAUHDQAAAAECAwQABQYR&#10;EgchCDFBE1FhIjIUCXFCFYGRUjOhYnIjQ7HBgmM0FhfRorLCc5NUJTVVNhhYEQABAwIDBQQHBgME&#10;BwkAAAABAAIDEQQhMQVBUWESBnGBIhPwkaHB0TIHseFCUmIUcoIj8bIVCJKiwtLiU5MzQ2ODwyQ0&#10;VBb/2gAMAwEAAhEDEQA/AN/VESiJREoiURKIlESiJREoiURKIlESiJREoiUReKlJQlS1qCEIBUta&#10;joAB1JJNfCQBUoo+445Gs/JkDILxYCHbTaL7Ks0SYDqJH0iGt7o9xWtQHuAqs0vVGag2RzB4Wv5R&#10;xHK13N2Hmw4KJaXbbkOc3IOp25YqQ6tFLSiJREoiURKIlESiJREoiURKIlESiLjyZUeG0XpLqWW0&#10;/mV5n2AeJP4VUa3r1jotsbm+lbFGNp2nc0DFzv0tBPBbI4nSHlaKlYXOzBZKkW9gJT4B93qT+CR4&#10;ftNfmXqn/MbK5zotIgDW5eZLiTxbG00bw5nO4tCuYNIGch7h8Vjj17uz5JXOdTr5Nn0x+5GleM6n&#10;9UOptRJMt9KODHeUOykXJ7VYMsoWZNHfj9q4v187/wAa/wD94r/lqi//AFms/wD3J/8Aqv8A95bf&#10;Ij/KPUFzGL7dmCCmc4sexw+p/wBLWuj0v6rdT6e4Fl7I8bpD5oP/AFOY+ohaX2ML82juw+xZLAzB&#10;Kilu4MbNehkNakftSev7j+yvbelP8xjHubFrEHL/AOLFUjtdGau7S1x4MVdPpFMYz3H4rM2X2ZLa&#10;XmHEutL+VaTqK/Sumara6nbtuLSRskTsnNNR9xG0HEHAqmexzDRwoV7anrFKIqB953cL/ufi12wT&#10;EZQdv1ySmBcZDKgSH5PwNQkaeKlE7nR5IBT+Y6cL1DrAnm/w+I4ZzOH4WDFze05HdWm005vWtR5Q&#10;YWHH8R93xUndmdpVZOFIFuUSsxri+hT56l1SGWELcJPiVLSSal9FzedZvkpTmlcR2YU9WSlaCP8A&#10;2/8AMfcrXV16ukoiURKIlESiJREoiURKIlESiJRF11zuTFrjl947lK6MsjxWr2fh7TXG9cdbWXSl&#10;gbq5NXHCNg+aR+4bmjNzsmjeSGmRbWzp3co7zuUVT7hJuL5fkubj+RsfKgexIr8CdV9X6j1NeG6v&#10;X1P4WjBkbfysbsG8/M7NxJXUwW7IW8rQuFXMLclESiJREoi7K23SVa3vUYVubV/NYPyrH+Y++u16&#10;J681HpS7861dWM/PGT4JBx3OH4XjEcW1aY9zasnbR2ewqVYE5i4xkSY6tUq6LSfFKvNJ94r999Kd&#10;U2fUunsvbR1Wuwc0/Mx4+ZjuIr3ghwwIXLTwOheWuVZeeOfI2GsSsTxGSiTlr6C3NuDZC0W0Hodf&#10;EF4jwT+XxV5A0/VfVrbFpt7c1lOZ2M/4uGzM7lzuqaqIQY4z49/5fvWo5b0jPuR3Zz7q5VjwZ5ZV&#10;JcUV/V3l7q4pSj8xZ8yTqFf2q8+kcbGwPMf61xia5iP/AIz6x2LjySTUrdD22QDB4fxlak7XJ7k2&#10;UsafxSnUJOup11SgGvUuiovL0qLjzH/WPuC7jRmctq3jU+1TtXVq0SiJREoiURKIlESiJREoiURK&#10;IvFakoSpayEoQCpSj4ADqTWqeeOCN0shDWNBcScgAKkngAvoBJoFEN3uK7nMcfJIaT8Mds/lQPD9&#10;p8TX86fqH1nN1Vq0l04kRDwxN/LGDhh+Z3zO4mmQC620txBGG7dvausrhlJSiJREoiURextl15W1&#10;lpbqv4UJKj/RUyz065vX8lvE+R25jS4+poKxc9rcSaLzuKrTjsT9Ty+9RMatw6hUtwJec0/K011U&#10;o+4An3V65019F9RuuWfVnCzt9vPTznDcyPMHZ46EZ8jslU32t29s2pcK+z7+5Vm5I7l1vRJGN8YM&#10;O2i3L1RJyZ4bZbwPQlhH+Fr/ABK+L2BBFe5Q6rZaHZDT9Fj8qIZvP/aPORcTvP5jjTBoaAAvOtU6&#10;ikuCRH6/gNn2qkmRTLo+j9Ls7mt/vIcLUxzVaYrIID814nyb3jTX5nFIQNSqqzSrRs8hlmP9Jnie&#10;d+5va44LmgC4r32GxW/HLXGtFsbKI0YdXFnVx1xXVbrivNSz1J/d0qLqF6+8ndK7bkNw2AdgXwrd&#10;Tx9Zjj2DYjZVp2PW60RGpI00/vg0kunTy1WTX6G0e2/bWcMRzaxoPbTH2r0S0j8uFjdwCzCrFSEo&#10;iURKIlESiJREoiURKIlESiLGsplmNbC0g6LlqDf+j4q/yaftrxP69dQu0zp428Zo+5eI+PIPFJ6w&#10;Aw8Hqy0uLnlqdmKjGvwuulSiLkxocmWVBhorS2Nzrh0ShAHUlSjoAPxNdB0/0tqevzeVYQOkIzIw&#10;Y3i95o1veRXYtU07IRV5osAyPlXjHEVOM3HIzf7i10Xa7CkSSD7FSFFLIIPQjdqPZXsGm/SDT7Oj&#10;tWvOZ22K2HN3GZ45eBAb2FctfdXW8ODPEfX93tUK3juhlBSkYvhFuhNjomTdnXZzih/FsQWUJPu6&#10;iuwtdI6esABa6dE4j8UxdOTx5XHkHYG04Ll7nrC6k+TD04UUezO4fleUf7m/x7a3rqGodvhoA/BS&#10;mVK/51WjNVfFTyY4YwPyRRt+xtVUya9evzkKxmby/wAoT0KbkZ3eUoUNFIYlLjggnXTRkora7qDU&#10;HN5fOeBuB5R/q0UR+o3L85HetYFLmzLg+uVPlvTZLn8yQ+4pxxX4qUSTVVJK+R3M8kneTUqI5xca&#10;k1K6adcWIXptkF+XI1EOC31ddI010HkBqNyj8KfMis4YHSVOQGZOQ9NgzOxYrztzD0ZqSuStLk64&#10;OJcmup8AlsEMsIJAPptbladOqlKUfm0G6e7LoxCzCMGtPzH8zuO7cMFlzGlFJfF2MqzDkHFLB6fq&#10;MS57bk9Pl9NH/vn/AN7aFAe+peg2P72+ih2Fwr/CMXewFSbGHzp2s4+wYlbg6/Ri9CSiJREoiURK&#10;IlESiJREoiURKIlEWAZm4S/BZ16IbWvT+0QP+rX5F/zK3pdeWVvXBsb30/jcG/8Ap+lVfaO3wuPE&#10;LC6/MquVxLjdLVY7dOvd8lfRWi1tetOfA1WRqEpbbT+Za1EJSPafZXX9FdMf4/fiKRxZAwc8rxm1&#10;gIFG/reSGMG81I5WlQdSv2WUJlfs+1Ub5H5kybPXnYLTy7HibaiIWOxVlKFI16KkqGheWdBru6A/&#10;KBX6Sfesit22dmwQ2zfljbt/U85vedrnVxXj2pavPevJccN3xUQVXqqSiLxWtLaVLWoIQgFS1qOg&#10;AHUkk19AJNAijm+8s4LYQtLt5RcZKNR9Jbx9QrUeI3pIbB9xUKvLPpu+ucQzlG93h9mfsRdRiWR5&#10;/wAsypScMtcbEMTtqkpv2fXnc6xESeoShCU6OPqHyMoC1K8eidVJtpdEsdNIF1JzyEV5G4YfmccS&#10;G8cCcmhzqNMqC1dKC8+FgzccuwbzwHsGKlCLj9isjrv6S5Nucl0BM3I7qoLnTCPzLSklDLYOuxpG&#10;oQOm5Z1UaDVL9ty8NibyRt+VvvI3nvO8laZOWvhy45rn1VrWrydo+CrQm88gzmSlLyTa7EVDxSCF&#10;SXU6+8JQCP64r1P6eaURz3jhn4W/7R+wetdP0/a5zHsHv9O1Xdr1BdMlESiJREoiURKIlESiJREo&#10;iURKIo9zJBEuGvyUyUj9itf89fjz/MnAW6nZy7HQlv8AovJ/2wug0c+Bw4rDq/Nyt1UvuKyp56ba&#10;sOjuFMSGkXG5JSejj7gUhlKh/q0biP7de7fTeEQ6W9wzkkqeIYOVg/lJkP8AMvM+tr0vnZAMmip7&#10;T932qstd2uHXVXm+WnH4LlxvM9q3w2+hdcPVR/hQkaqUo+QAJqRa2kt08RxNLnHd79w4lFXbJu4Q&#10;AuR8TtW7yFyuHh+KWUH9xUr/AEa7iw6J/Fcv/lb73H3DvRQ2q6cg8mXeLZmF3TKLpcHNkGxQW1ub&#10;1eOjcZhOnTzIT+Ndfb6fZ6ewva1rABUuOwDMlx2d9FlHG6Rwa0Ek7ArNYZ20WjG/RufLs5M+6oIW&#10;1xzZ5CVbCPAXO4NFSGx06tMFS9PFxs+HneuddzXNYdKoG7Z3Crf/ACWH5zue7+nuEitRawWmNweZ&#10;/wDy2n++7Z/C2rt/Kp3l3FyTHgwGY8a2We1Nlm0WOA0mPDiNnqUtMo6AqPVSjqpR6qUT1rj4ouQG&#10;ri5xNXOceZznfmcdp2bgAGgBoAEK6u33BBdQAZAYNaNwHoTtJXAraoqznjvA7vyNk8HHbSgpS4Q7&#10;c55GqIsVJAceV+GuiR5qIHnVro2ky6ncthj7Sfyt2n4bzgpVnauuZAxvedwW2/HrDbcXslsx+0MC&#10;PbbTHTHiteJ0T4qUfNSjqpR8ySa/QtnaR2kLYYxRrRQem85ld/DE2JgY3ILuakrYlESiJREoiURK&#10;IlESiJREoiURKIsRzCMXITElI1MZzRXuS501/eBX54/zGaI660eC9aKmCQg8GSgAn/TbGO9W2kSc&#10;shbvH2KOq/GS6Fa+uX5Jlcj5OsqKg2+0ynXyDTDaNB+6v0V0bF5ekwDeCfW4leMdTP59RlPED1AB&#10;Q5kN+t+M2eberm5siQkblJHzLUeiEIHmpRIArsbKzku5mxRjE+zeTwColS8x+R+css+lx3Hrlk9z&#10;XqINjtbDkhMVknxO0EIT01U4vQeZIHh7PpelxafDyRji5208Tw9gWyKF8ruVgJPBWJxftNtdiLM3&#10;mbNGob6dFOYDibrNxuRPm3JuHxwox18dhfP9UVRap1jaWtWwf1n/AKTSMdslCD/IH44HlzU8WUUO&#10;M78fyt8Tu8/K30wU9WyfacStcmwcc47EwKyTEhFwEFS3bhNSk6j624ukvvDXU7AUtjXogV5pql/c&#10;6o6t2/maDUMHhiB2HkqeYjY6QvIPy8uS+P1FzWlkDfLac6fMe12fcKDgumqMq1KIpVwPh3Mc8U3L&#10;jxDZse1BkZJPSpuOE+fojTc8r2BHn4keNT22BZA66uXCG3bnI/BvY3a9x/C1tSTgrOw0me8cAxuG&#10;9bIeLcAxzAMcbg2CMrfMIcn3R8D6mWpPwhbhHyjxKUDokH2kk+u/T99vPpbbqCMsZKSWl3zvYCWt&#10;e/dz0L2tGDWuAxNSe0i06Ox/ptxO07z9ykuu3W5KIlESiJREoiURKIlESiJREoiURKIvRKjty470&#10;Z0atvJKVe7XzH4VVa5o8GsWM1lOKxysLTwrkRxaaOHEBZxSGNwcMwoblxnYch2M8NHGVaH3+wj3E&#10;da/mxr+h3OiX8tjcikkbiDxGxw4OFHDgV2EUgkaHDIrXzzNGVF5IyMEfC+qO82dNNQuO2T/TqK9u&#10;6JlEmkQ8OYepx9y8f6oj5NRl40PraFU/IMak8r5zHw5c9y04ThrLV0z28tAKU2Xjo1HYSr4VyHUn&#10;ayg+alrVo22tSfbOmI4dPtH30+AOA30GxvFzv7tcqqlhjDzV2DRn8BxOz4Kf496asdgbw3CLe3he&#10;GMhIVZbedrs1aRt+ouUoBLkt5Q8VOfCPBCEJ0SOb1rqC41M8rvDFsYMuBd+Y8TlsAW194+nIzwt3&#10;Db2nb6YLoKolEXLgW+fdZbMC2Qn7jOkHaxDjNqddWfYlCASf2CtkUL5nBjGlzjkAKn1BZMY55o0V&#10;KsjifbDlM9DU/NblHwy3LG4RVaSZ6x7AyhQSnX3q1Hmmrm80q30mHz9XuGWzMwCeaV38MbcT3VI2&#10;hdBY9N3FycRQes/Ad5Vh8c4140wzYuy40i8XJvqL5e9JTuo8FIaIDSCPIpSDXmur/WGwsax6Lacz&#10;h/31x4j2tiHhG8Emu9q7aw6Tt4KF+J9f3eod6kOOJ19nMR3XlOanr5JbQPEhI0A6VwmmHW/qJrUN&#10;rczvkLjUn8EUY+dzWCjG0GAoBzOLRmV0DxFaRktFPepYbbQ02hptO1ttIShI8gBoBX9ArO0is4GQ&#10;Qt5WMaGtG5rRQDuAXKucXEk5ledSV8SiJREoiURKIlESiJREoiURKIlESiJRFh9xxtx+GtSXPVnt&#10;vyXkKP523n1upbJP8CV6CvFvq99MR1PbfurQAXsQw2eazPyydjhiYzlUlpwdVthp155B5XfKT6lr&#10;37krSq35Hary6gsNTIK2JJUNNHIiyVFXv2uJH7K8D+njpYoZrKVpbJFJi1wo5vNhykHEEOaarmOt&#10;oKXEcwyc2ne0/AhVcxWKbfjUYLb9OfksheRX5RGi1PzhvjsqJ+LSNGLbYQr5F+rp8x19m6iuqOZa&#10;MPghaG9r6eI+7trvXHyGjQzvPafgMPWskgwZtzlsQLbDenzpStkaHHbU664r2IQgEk/gK5+KJ8rg&#10;xgLnHIAVJ7lra0uNGipVrcE7XLlJaZvHJNxGN2wgLTZoykrnOeYStWikN6jyG5XkQk11Tun7bSrf&#10;95rM7beEbK+N3ADHH9LQ53ALo9P6clnI58OAz79gVnLJAxbCYq7fguPxrK2tIRIuJTvlPAfxur3L&#10;Pt+In3AV5P1J9bxbtdbdPQCBmRmeA6V38INQ3+bnPBhXf6f0/DbDEDu95zK/HXnX1qdecU64r5lr&#10;JJP7TXgl/qFzfzOnuZHSSOzc4lzj3lXzWBooBQIyy7IdQyy2p11w6IQkak1907TbnUbhltaxukle&#10;aNa0VJPwGZJwAxNAj3hgq40ClSx2dFqj/HouW9oX3B5exI9wr97fS36cxdI2P9SjruWhkcMQN0bP&#10;0t2n8TsTgGhvL3t2Z3YfKMviu7r1FQkoiURKIlESiJREoiURKIlESiJREoiURKIlEVY+67A05dxT&#10;epsSPrdLIPqS62drhirSWJHxafkQ56n+hXCdU9N2Tn/4mIwJmcvM4ZvjaQSHAYOpsJxaKgGhoqzW&#10;mGW2psaeb3H49yqtxpwLl/JbqbzLT/u3jMhZdN3kNnc+FHUiIySCsf1iQn3kjSuG0bpW81d5mf4I&#10;3Gpcc3Vz5Rt7cuJyXN2ely3R5j4Wnbv7FdvGcVwXiyIqBiNqQ9dVJ9ObepGjshw+fqPaDpr+RASn&#10;3a1SdWfVLRujw6z0hjZ7sYOecWMP63CheR+RlGja4EUXf6V0+yMVpQb/AMR+HpgkuZJnOl6U8p1Z&#10;8NfAD2AeAFflbX+pNQ165NzfSukecq5NG5jR4Wt4NA35rq4oWRCjRQLjAEkAAknoAKpWMc9wa0Ek&#10;5AZlbCaLvoGOXKaQpTX0rJ8XXRodPcnxNesdKfRjX9dcHvi/bwn8coLTT9Mfzu4VDWn8ygz6jFFt&#10;qeHxUgWyzw7WjRlO95Q0ckK+Y+4ewe4V+vOh/pxpXScVLZvNM4UfK753cBsY39LeHMXEVVBc3j5z&#10;jluXa13yirosnyfH8MsF0ynKrtHsWP2VkyLpdZatjTLYISCT4klRCUgAlRIABJAr45waKlYSSNja&#10;XONAFrkyD7ofFUC9LhWDA8iyGzMuKQu9uLjwi4EkjezHWVqKT0I3lCtPFIPSoZvmg4Aqif1DEHUa&#10;0kb8ldPhXnrjjnzHXshwC6rfVAUhq92GYlLNwgOOAlCZDIUrQL2natJUhWiglRKVASYpWyCoVtaX&#10;kdy3mYe0bQplrYpSURKIlESiJRFjGY5pivH2O3HLM0vkXHcetSN825y1bUJ16JSlIBUtaj0ShIKl&#10;HoATWLnBoqVrllZE0ueaALUjzL9zi7yX5tm4Qxhm2wUn028zv6PWlL9q48FKvTb6/KXVOajxbSfC&#10;BJenJoXNXXUBOEI7z8FS1/Ke7LuAddkMz+QuQ4y1KDjNrbnLtrZB+L+5hoTFb69D8I8h7Kjc0sm8&#10;qqMl3dbXO7K09mCj7L+FOZeOWhdcw44yXGojCkufrUiC+mMhfRST9UlJbSrU/wAWutYOie3MFaJb&#10;SaLFzSONPesz4w7rOd+J5sZ7Hc+uNytTCh6uMXt5y4251Hmj0X1KLWunzMqQr+tWTJ3syK22+pTw&#10;HwuNNxxC319tPcTjfcZgpyO2RxaMjsziImYYyXPUVDkLBLa0LISVsvBJLatPJST1SatYZhK2u1dl&#10;YXzbuPmGBGY3KxVblOSiL1PsMyWXo0llEiPIQpt9hxIWhaFjRSVJOoIIOhBrFzQ8FrhUHML4QCKF&#10;exKUoSlKUhKUgBKQNAAPAAVkBRfVx3oUOR1fitPH2rQlR/eRVJqXTWlaka3drDKd742uPrIJWxkz&#10;2fK4jvXF/RbTru/T2dT/AFRp+7wqhH0z6ZDub9hBX+AU9WXsW395N+YrlsxIsf8A2eM0x/2aAn/I&#10;K6LTdA07Tf8A4ltFF/AxrP7oC1Ple/5iT2lcirda0oiURaiPulZ5d4zHGfG0R5cezXIS79eUJJAk&#10;OsKRHipVoeob3OqIPQkpPimq++ecGrmeoZiOSMZHE+5RR2tdiuL858Oy+Q8oy67WO7XmZLiYizbR&#10;HVGYREV6KnpjbralulTyVDYhbeiRruJV8OuC1EjKkqNp2jtuYedziCcqe9V94vynL+zzuVTEyPfF&#10;GNXQ2PPYLRJamWiSUlTyBpqoFpSJLPgSQjXxIrUxxhkx71Ct5H2FzR2w0PZ6YhfSY060+02+w4h5&#10;l5AWy8ghSVpUNUqSodCCOoIq5XeA1XsoiURKIlESiLV/38cH9wHNOW8fQOOrI5kWC263r+ohpmxY&#10;rUa7OPuBx99Mh5oqBY9MJUAduiwOqtDBu4nvIpkuf1m0uLh7QwVbThn/AGKQ+AOwHi7jKDDvHIkK&#10;LyZnRCXH1Tm/UtENfQ7I0RwbXdD/AIjwJPilKOorOK0azE4lbrLRYoRV/id7PV8VfhhhiKy1GjMt&#10;x47CQhhhpIQhCUjQJSlOgAA8hUtXIFFrE78+7g4NCncK8cXHbmN2jlGbX6OoE2qI+gaRGjodJD6F&#10;aqPQtoI0+JYKIN1ccvhbmqDWdT8seVGfEczu4dv2Kkt77H84sfbY1zfNlLi5HGCrvecIfQELYsK0&#10;p9N/ceofR1dWhX+Gr8q0FKoxtSI+bb7lUP0h7bbzjnmR+n4rKvto5HcLXz9cbCw4Tbcoxma3Pj66&#10;J9SI40+y7pp1KdFJHuWaysjR9OC26BIW3BbsIK34VarskoiURKIlESiJREoiURKItW33PeMrhfcI&#10;wjlC2Ry+3g8qRbcj2J1UiHcy16Dyj5Jbea2fi6Kg3zKgO3LnuoLcuY2QfhwPf6e1Yn9tPni2Itt0&#10;4GyGW3EuKZT14wR11Wn1KHUhUyEnXQb0KT6yQOqgpz+CsbKX8B7lq0G8FDC7PMe8e9YJ90XAGrZm&#10;/HnJERhKE5VbJFmu60J01k2taXGXHD5qW1J2D3N+6sL5lCHLT1DDR7ZBtFPV/b7Fsu7U8sezbt14&#10;jyCQ6X5KrAzbpT6iCpbtrWu3uLUR5qVHJPvqbA7mjBV/p0nmW7HcKerBWCrcpqURKIlESiJREoiq&#10;73Z9w0Lt74yk3iItmRnGRly34NbHNFAydurktxB8WoySFK8iooQdN+taLiby212qv1K+FrFUfMcv&#10;j3LW72NdtU/mLLpXPnKrb14xm33N6Xamrjq4b9evUK3ZLxX/ADGWHSSrXo478J1CXEmHaw8553Zf&#10;aqHSLAzv86TEV2/iPp7VZTv+7m8XxvAb9writ2auuc5YEwsmREWFptNv3Bb6H1pJAefA9MN+IQpS&#10;lbfg3brucBvKMyp+tag1kZiaauOfAKKftmcI3Vmff+dL7CXFtj0J2xYT6ydPqVOOoM2W3rodqPSD&#10;KVeBKnB4prXZRH5io2gWhBMxyyHvPuW4arFdQlESiJREoiURKIlESiJRF1d8slpyWz3PH79b2btZ&#10;b1Gdh3W2yU72n2HklDja0nxBBr4QCKFYvYHgtcKgrQZ3JdnvIfbtkauQuNV3G8cf2+Wm4WfIoBWb&#10;lYXG1hbYlloBSQ2oDY+n4T03bFEA1U1u6M1bl9i4y/0uS1dzx1Ld+1vb8V1PNfdk33A8BY5h+dQF&#10;R+VsPyONNRfIzQEO6QTFlMPLKUkBh3VbZWnTaojVG3UoT8luPMZQ5grG71L91bhrx4wc9hGK2dfb&#10;tnOy+2HGmHPktl4vEZjqT8Kpanz0Ph8Tp6Cptmf6YXQaGa2o4E/arx1KVulESiJREoiURawObfuP&#10;w+N+R8lwHE+OU5UxiMx613e9zbiqEFz4yy3JbZZRHdOxpaSjcVfEQdABoVQZbzlcQBkufu9dEMhY&#10;1taYVrTFasu4LnrKO4bPFZpkUZu1R40RqBYsejuKdjwo7eqlBKlAFSnHFKWpRAJ1A8EgCDNKZHVK&#10;529vHXUnO7DcNyzud3V9wuaWaycXYXcF4pj7UVq0WPB8FhLjOONoTsSy242XpzhUB8Q9U7+u7Uk1&#10;mZ3uHKPYtx1G4kaI2GgyAaPQq0nbl9unIshlwsv59DuP2IKEhnA2Xf8AzKb13ATXmyRGQrpqlJLp&#10;BIPpKGtb4bMnF/qVjY6G555psBu2nt3fb2LcLKl4fxxigemSbXhmG4vEQ0lx1TUKDCjNAIbQCdqE&#10;JHRKR+AHWrDBo3BdOSyJmNA0dwCpfP8AuQ9t0K+O2hl7JrnCaVtGSxbWn6FfUDVKXn2pOnn/ACPC&#10;oxvI67VVO122DqYnjTD4+xXHwLP8Q5Oxe25ng17ZyDHbqFGLPZCkkKQdq23G3Alba0nopK0gj2VJ&#10;Y8OFQrSGZkzQ9hqCoW7tubhwTw1fskt8hDeXXsiy4U2rRRE6SlWsjaddRHaSt3qNCoJSfmrVcS+W&#10;yu1RNSu/20JcPmOA7fuVO/tl3PkvJf8AixkeTZPdr5ihdhRIiLpKelpXdVeo9IcaLyl7VJaUj1NC&#10;N29Guug0j2RcaknBVegOlfzucSRhnvWad3XfXC4vfuXG3Ejse8chMFTF+yRYS/Csy/BTTaTql+Sn&#10;zB+Bs9FblbkJyuLrk8Lc1u1PWBDWOLF207B96199rfKfMuTdzXHD683yTIZd+vqE5Mw/NkSW37er&#10;UzPWZUst+mhoKUBpojQFOmgqJBI8yDEqk064mfct8RNTjjs2r6LquF3K6a/5Hj2KWx69ZRfbfjln&#10;jf7RdbnJaiR0dCfideUlI6A+dfC4DErB8jWCriAOKjrFOf8AhPOLwnH8T5Sxu+Xx1am41qjz2vXf&#10;UkakMNqKS706/BrWDZWONAQtEd7BIeVrwT2qXq2KUlEVd+Xu6bg/haYLJnWWtm/OpBdxm3MrnzG2&#10;1gEKfbaBSyClQIDqklQ6pBrTJOxmBKg3WowW5o92O4Ylape7OT2iZ9x2jlHhByFaM/Xf4kC+49Eb&#10;dti1syWZDq3XLY4lLZIU0NXWBt1Oi1FRFQLjynN5m5rnNSNpLH5kODq4jLfs94Uvfb34F5LiHEec&#10;YfIhtHHt4NzbuOCMmQTcvQVJgj1kHRjRD7aVpXopXwkDb41stInYOrhuUrRLOUcswdRprhvzHYtw&#10;LjjbLbjrriWmmklbrqyEpSlI1JJPQACrFdOoTl9y3b9Bu/6FL5kxFm5BfprbN1jlpC9QClb4WWkE&#10;E9QpQ0/Ya1ecytKhRDf24NC9te1TTHkR5kdiXEfblRZTaXo0llQW242sBSVoUkkKSoHUEeNbVKBr&#10;iF7qL6lESiLQ59xa28KWLkpEDCLIY/KF2c/WOSbjGkrMNBkp3NIXGJUlMl/UPLKdvwlKiFKcJFVe&#10;BgdhntXHa42BslGDxnF3pv2/2rLeyXszwPl/BJ3JfKkS4zbfKuq4eK2eNJXDZfjxBtkPuraAcUlT&#10;yi2nYtOhbV7aytrZr28zlt0nSo54/MkrSuC23cfcP8YcVRFQ+PMHtOLJcQG5EuIwDLeSOoD0tze+&#10;7p5b1mrBkbWZBdLBaxQijGgem9dvn+eY1xlh1/zrL536fj+OxlSZzwAU4s6hLbTSSRucdWQhCdeq&#10;iBX17w0VKymmbCwvdkF85nPncTyT3O5pHZfbktWH6wRsI48t3qOIQp1ZbZKmkal+U5uAK9NdTtQE&#10;p+GqeWZ0p9y4a9vpLx/DYB6YlYBypwbyXwsnF/8AiPYBj72Xw3ZtpiGQy+6EMqSlxLyWVr9Nad6S&#10;Un2+0EDCSJzKc21abmzlt6eYKVVle0TvJY7cbPkGIZJiczJcZvtxTdmX4ElDcmJIUyhl3ay8nY4H&#10;ENo/OjTb569N1vc+UKEYKfpmqftAWuFQTVYf3Zdz0rudyfFEWXHZlgxzGWHY9msjzqZMmTNmOj1X&#10;1JaQACtKGkJQN2mh0V8WgxuJ/NIpktWpagbxwoKAbOKsPyJz1E7XeD8b7beJbq0rk9URx7lnLYaw&#10;v9JuMz45kWO8j4TJSo+jvH8pCB/i9Ubny+UwMbntU2e8FnAIIj4/xHcdvfs4dqwjtz7Asz5gt1rz&#10;zkO8rwnBr023OtrbIS/d7nHeAWl5sL1bYQ4lWqXHNyj4+mUkKrGG0L8TgFqsdFfOA95o0+s+noFu&#10;G4h7feJ+DoC4vHuLM2+dIbDVxyKSTJuUpOoJDspzVQSSAdiNqNeoTVjHC2PILp7Wyith4B37VTru&#10;k7/rfxbexg3EMe15fldrkhOVXecHHrZDLahvhthhxovOnqlwpWEt/L1XqERp7vkNG4lVeo60IXck&#10;VCRnu7FrwtGF9zve/k9xyZbj+Qxbc6ppd5uT4hWO2FzRX0sVHVKSBtJQyhS9NFOak7jDDZJzVUjY&#10;rrUXF2fbgBwCq3d7besJym52eQ8YGQ4jdXob8iG/qWJsB9TalsvtHrtcb1StJ94NaCC003Kuc10b&#10;iNoPtC+oPgPM7hyFwtxjmd2UV3e/Y9Ceu7xAHqS0Nht9wAE6BbiFKA99XkTuZgK9CspTLCx5zICr&#10;n3wdz7/BOHQ8YxB9KOSs4YdFrl/Cr9LgpOx2cUnXVxSjsZBGm4KUfk2q03U/ligzKgavqH7ZnK35&#10;newb/gtNvD/b9y/3LXvIJeKMJuCorpk5Ll97krbj/VSSV6OyCl1x15w6qISlR81aA61XRwulOC5e&#10;1sprtxLe8lRlyPx5lPFOaXzAszgpgZDYHUtzGm1h1paXEJdadacHRSHG1pUk+Oh6gHUVrewsNCo8&#10;8DoHlj8wvoc4mnY322dp+B3HPZYsdtxfGmLhem9o9X625KVMXFab1G95T8gtga9Veempq4jIiiFd&#10;y7e2LbS0aX4ADHtONPWtSPKHPnPXednCMBwa2z42NTFqNn46tTu1tTDZBMm6yCW0uadCVOENI6BI&#10;CjqqvfK+c0GW5czcXs+oP5GA02Ae/wBKKvHM/CGc8DZJbcUz5uA3drpa2btGRb5SZSAw8440ErIC&#10;SFJW0oEaadOhI61pkiMZoVCurR9s4NfSpFVt0+2Rnt5yPirMcNu0t6bHwO8Mfobryiv0YdxaUsRk&#10;Ek6IQ6y4sDTpvPl0FhZPJaRuXS9PzOfE5h/CcO9bLamq/SiKP+Vs/g8W8b5pyFcWw/HxS1Pzm4pO&#10;3130p2x2NfL1XVJRr5a1hI/kaTuWi5mEMbnnYF8tF6vGS8jZjPvVzdevmWZldFPPqHVyRMmO9EIT&#10;5aqUEpSOgGgHSqMkuNdpXnj3OleScST9q+pTibA4fGHGmD4BBQlLeLWiNCkLR4OyQgKkveXV15S1&#10;np4mryNnI0Beh20IhiawbApDrNb1qa+6dl92h2DijB4y3GbNfZdzu9101CH3bemOzHRqPEI+qcUQ&#10;empSfECoF840AXN9RSkNYzYan1f2quPYfl/b5xjLzjkvlnIY1tzGwtsx8NhyWHX1pYeQsyHobbba&#10;976ykN6jqlJI6BZrTauY2rnZqBo8tvCXSSmjhl93FZEE5V9xDuNizBbZWP8AEGENIalOq6Li2sOl&#10;akKcGqPrJytQAknYka/Elok/cbmTgFs8Wq3NaUY37PifTJbXsx7eeBMkgRXsp4ssFwZx2A0xEkJi&#10;Bp9uJBbCWmQ6yUOKQ2hASlKlEadKnuhYcwujlsYHjxMGA+xfMfMubszJZd5scQ2R+Vc3Jtng24qQ&#10;Yi1vFxluOUaKT6ZICNvUaDSqQnGoXAF1XVGGOxWsz/s45D484Aic2ZZ67F7l3WN+r4gWyXrbapiV&#10;pblzXCdUuqfLaVN6fBvG47tyUyH2zms5irKbS5IrfzXZ1y3Dee9SZ2x9/F14Uw5vj3NcZkZrjdpK&#10;zi0yLJSzMhNuKK1Rl+qlSXWgpRKOoKPl6p2hOcF2WChFQt+n6ybdnI8VAy3hd7yL3o879zFwTxXw&#10;hh8vFYt/CmZES1Oql3iWwRtc9aYEtIisaHVZSE6Dop3bqD9fcvl8LQs59VnvD5cLaV3Z+vYPSq1y&#10;3+yzsavt6xy6JQi5WCfJttxS2regPxXVMuBKh4jck6GoZFDRUT2Fji05g0V7bf3rcgucW4dwJwVx&#10;uzg9zEBmyLu9pecuFznPrQEvPQmkR2fQfkL3LWs+qsFRKVJUAqpQuXcoYwUVy3VpPKbDC3lNKYYk&#10;9nE96rXzdwFyDwLPxWDyAzHRNy60/qzJiu+uhlwOqQ9Edd02qea+Ar2FSfjGilVplidHSu1QLuyk&#10;tiA/aK/cr38WfcWxbjHhDCsGRx3dL5meJ21NrOsiPEtbqGDtZe9dPqvalOhWn0R1/N11EqO8DGAU&#10;xCuLfXGQwNZykuApw9O5a/ecOXMv5u5CuOe5pGYt9zmx40eJaoqHW48WG02Cw20l5a16KCi4ST8S&#10;lFQ0BAqJLIZHVKpbu5fcSF781tY4G7oe2vt+7aMNgM5CLnlhhLn37Eraw4u4ybzJJU+l5SkIbQEk&#10;BAWtYHppTt3dAZ8U8ccY3ro7PULa1tmitTtAzqqi8OYhlXe13P3LkLLbYljE4s+PeM0DYKorEKIl&#10;DcG1IUrTcp5LKWj4EpDjmmoqPG0zyVOSrLWJ+o3Re4YVqezYPTtUvfdHz69uZpx9xeh9TOOwbIMo&#10;kR0khMiZLkyoTanBrofRbjK2ez1Fe2tl881De9SeoZnc7Y9lK9+I9yrV2592qu3DDsvtOO8Z2y/Z&#10;rk8wPs5vOlrQGI6GkIaiuxW2d7raFhbnwvo1K+vgK0Q3HlA0GKgWOpftGODWAuO33U+9dXyVxH3A&#10;Ztx9eu6rk1Lz8O9XGIhSp2rU1yHKJaZltRgkJZioX6bTY+HUKSpCdnxE+N7m+Y5Y3FtcSRm5k2nv&#10;7exSH2b922Ldt9oz+05VjN0vreSvQ5todtP0+5L8dDja23y+43ohQUkhSd2hB+HrWdtcCIEELfpe&#10;pMtA4OBNdynI9z3df3Z313EOBcc/4cYyHA3dMijOKW5FaUBqqZd3G0paOnxBEdtLp8E762efJMaM&#10;FApf+IXd87lhHKN/xPwxV1//AK7cwf8A6fy7/wCC/wC73n/65/7r/M8Pd/N/11SvJf8AmOStv2M3&#10;/Nd8tO/f6Y8VZTP8Gx/krDMjwPKWHJFhyeGuFcENK2OpCtFIcaWQQlbawlaSQRuA1BHStz2hwoVP&#10;mhbMwsdkVTrh37ffFXEueW7PnL/eMyuFge+pxuBcksNx4shJ1bkLSygF1xroUEkJCvi26hO2PHaN&#10;Y6uaq7XRYoJA+pJGVVfSpSuUoigLuI7esR7i8LaxfI5DtoudreVLxjJoqEuPwZCk7FatqKQ404NA&#10;42VDdoCClSUqGqaESChUK+sWXbOV2BGR3LXBjX2ssmVfUjMOUrY1jLTmql2aI85PfbCvlCZAQ0yp&#10;SfzauaH8qqhNsTXE4Kij6ddzeJ4pwzW1vjDi7CuH8Qt+E4HaE2mywSXFkne/JfXp6kiS6Rq44vQa&#10;k+AASkBIAE9jAwUC6O3t2QMDGCgUgEBQIIBBGhB8CKzW9Va427NeBOLMyk51jeLOyb766pFnN0fM&#10;xi1qUoqH0LSwAgp8ErXuWnyUOtaGWzGGoCroNLghfztGPHZ2Ky11tVsvtsn2W9QI91tN1juRblbZ&#10;TaXWX2XUlK23EKBCkqB0INbiK4FT3NDgQRUFUkuH26O2mdeV3Vu0322xXHPUVYIl0WIXUklI9RDj&#10;4HXwDo08qjGzjqql2h2xdWh7K4K0/HPEvHHElpNk46xCBi8JwJ+qXGQVSJBQNEqkSXSt54jXoXFn&#10;St7I2sFAFYwW0cAoxoCgXPuxnt65Fyu85nesduEK95BIXMvK7bcHo7L8p07nXy0dyUrWTqrboCdV&#10;Eakk6n2rHGpChzaRbyvLyDU50KlPizt14a4YW5J48waHZro+2pp++uqdmT1IV1UgSpK3XEpVoNUo&#10;ISdB0rOOFjMgpFvYw2/yNod+1dpy5wlxtzjYo2P8jY+m8Rre6p+0zW3XI8uG6tO1S2H2ilQ3ADck&#10;6pVoNyToNPskTZBRyyubSO5byyCqiTAuyLtv4+uSbxAwNF/uTS0riSMhfcuSGCnqC3HdPoagjUKK&#10;CoHwIrWy2jbjRRodJtojUNqeOKjfum7GrFzxeBnWJXxnDM9MdqNcvqGS7b7khhIbZLwb0W04hACN&#10;6QrVKUgo6a1hPaiQ1GBWjUdIbcnnaaO9hVa8I+1ndDcGnuR+UIjdqaUC9b8ciuOPvJ16pEmWEJaO&#10;nn6K/wAK0tsfzFQIenTX+o/Dh9/wW1HjXjHCeI8UhYZgNkasdjhEuKbSSt6Q+sALfkOq1U44vQaq&#10;UfABI0SABOYwMFAuigt2QM5GCgWA8z9tPEnPTtol8hWN+Vc7G2ti23eDKdiSEsOK3qZUUHatG7qA&#10;pJ2nXbpqdcZIWyZrTdWENzQvGIWF4F2Tdt/Htyj3q2YCi9XaGsOw5t9kPXENLSdyVJYeUWNyToQr&#10;09RoCDrWLLaNuNFph0m2iNQ2p44/crLZDj1kyyx3TGsktjF5sV7jriXW1yk72nmXBopKh/SCOoPU&#10;aGtxAIoVPexr2lrhUFVAt/2+O2GBdk3Q4hcJ7Tbhcbs8u6y3Ig66pSUhaXFJT7FLOv5taji0jByV&#10;Y3RLUGvKfWVb7Hsbx7ErTFsOL2ODjtlhDbEtVtjtxo7YPjtbaSlIJ8zp1qQGgCgVmyNrBRoAHBd1&#10;X1ZpREoiURKIlESiJREoiURKIlESiJREoiURKIlESiJREoiURKIlESiJREoiURKIlESiJREoiURK&#10;IlESiJREoiURKIlESiJREoiURKIlESiJREoiURKIlESiJREoiURKIlESiJREoiURKIlESiJREoiU&#10;RKIlESiJREoiURKIlESiJREoiURKIlESiJREoiURKIlESiJREoiURKIlESiJREoiURKIv//ZUEsB&#10;Ai0AFAAGAAgAAAAhAIoVP5gMAQAAFQIAABMAAAAAAAAAAAAAAAAAAAAAAFtDb250ZW50X1R5cGVz&#10;XS54bWxQSwECLQAUAAYACAAAACEAOP0h/9YAAACUAQAACwAAAAAAAAAAAAAAAAA9AQAAX3JlbHMv&#10;LnJlbHNQSwECLQAUAAYACAAAACEAXZDAV2UHAADCJQAADgAAAAAAAAAAAAAAAAA8AgAAZHJzL2Uy&#10;b0RvYy54bWxQSwECLQAUAAYACAAAACEAWGCzG7oAAAAiAQAAGQAAAAAAAAAAAAAAAADNCQAAZHJz&#10;L19yZWxzL2Uyb0RvYy54bWwucmVsc1BLAQItABQABgAIAAAAIQDNSAaO4gAAAAsBAAAPAAAAAAAA&#10;AAAAAAAAAL4KAABkcnMvZG93bnJldi54bWxQSwECLQAKAAAAAAAAACEAMo3piEeIAABHiAAAFQAA&#10;AAAAAAAAAAAAAADNCwAAZHJzL21lZGlhL2ltYWdlMS5qcGVnUEsFBgAAAAAGAAYAfQ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v:textbox>
                </v:shape>
              </v:group>
            </w:pict>
          </mc:Fallback>
        </mc:AlternateContent>
      </w:r>
    </w:p>
    <w:p w14:paraId="246CF685" w14:textId="77777777" w:rsidR="00366EBF" w:rsidRPr="00276A83" w:rsidRDefault="00366EBF" w:rsidP="00901AD8">
      <w:pPr>
        <w:rPr>
          <w:rFonts w:ascii="Courier New" w:eastAsia="Batang" w:hAnsi="Courier New" w:cs="Courier New"/>
          <w:sz w:val="20"/>
          <w:szCs w:val="20"/>
          <w:lang w:val="uk-UA"/>
        </w:rPr>
      </w:pPr>
    </w:p>
    <w:p w14:paraId="246CF686" w14:textId="77777777" w:rsidR="00366EBF" w:rsidRPr="00276A83" w:rsidRDefault="00366EBF" w:rsidP="00366EBF">
      <w:pPr>
        <w:rPr>
          <w:rFonts w:ascii="Courier New" w:eastAsia="Batang" w:hAnsi="Courier New" w:cs="Courier New"/>
          <w:sz w:val="20"/>
          <w:szCs w:val="20"/>
          <w:lang w:val="uk-UA"/>
        </w:rPr>
      </w:pPr>
    </w:p>
    <w:p w14:paraId="246CF687" w14:textId="77777777" w:rsidR="001E6083" w:rsidRPr="00276A83" w:rsidRDefault="001E6083" w:rsidP="001E6083">
      <w:pPr>
        <w:rPr>
          <w:rFonts w:ascii="Courier New" w:eastAsia="Batang" w:hAnsi="Courier New" w:cs="Courier New"/>
          <w:sz w:val="20"/>
          <w:szCs w:val="20"/>
          <w:lang w:val="uk-UA"/>
        </w:rPr>
      </w:pPr>
    </w:p>
    <w:p w14:paraId="246CF688" w14:textId="77777777" w:rsidR="008841C2" w:rsidRPr="00276A83" w:rsidRDefault="008841C2" w:rsidP="001E6083">
      <w:pPr>
        <w:rPr>
          <w:rFonts w:ascii="Courier New" w:eastAsia="Batang" w:hAnsi="Courier New" w:cs="Courier New"/>
          <w:sz w:val="20"/>
          <w:szCs w:val="20"/>
          <w:lang w:val="uk-UA"/>
        </w:rPr>
      </w:pPr>
    </w:p>
    <w:p w14:paraId="246CF689" w14:textId="77777777" w:rsidR="008841C2" w:rsidRPr="00276A83" w:rsidRDefault="008841C2" w:rsidP="001E6083">
      <w:pPr>
        <w:rPr>
          <w:rFonts w:ascii="Courier New" w:eastAsia="Batang" w:hAnsi="Courier New" w:cs="Courier New"/>
          <w:sz w:val="20"/>
          <w:szCs w:val="20"/>
          <w:lang w:val="uk-UA"/>
        </w:rPr>
      </w:pPr>
    </w:p>
    <w:p w14:paraId="246CF68A" w14:textId="77777777" w:rsidR="008841C2" w:rsidRPr="00276A83" w:rsidRDefault="008841C2" w:rsidP="001E6083">
      <w:pPr>
        <w:rPr>
          <w:rFonts w:ascii="Courier New" w:eastAsia="Batang" w:hAnsi="Courier New" w:cs="Courier New"/>
          <w:sz w:val="20"/>
          <w:szCs w:val="20"/>
          <w:lang w:val="uk-UA"/>
        </w:rPr>
      </w:pPr>
    </w:p>
    <w:p w14:paraId="246CF68B" w14:textId="77777777" w:rsidR="008841C2" w:rsidRPr="00276A83" w:rsidRDefault="008841C2" w:rsidP="001E6083">
      <w:pPr>
        <w:rPr>
          <w:rFonts w:ascii="Courier New" w:eastAsia="Batang" w:hAnsi="Courier New" w:cs="Courier New"/>
          <w:sz w:val="20"/>
          <w:szCs w:val="20"/>
          <w:lang w:val="uk-UA"/>
        </w:rPr>
      </w:pPr>
    </w:p>
    <w:p w14:paraId="246CF68C" w14:textId="77777777" w:rsidR="001E6083" w:rsidRPr="00276A83" w:rsidRDefault="001E6083" w:rsidP="001E6083">
      <w:pPr>
        <w:rPr>
          <w:rFonts w:asciiTheme="minorHAnsi" w:eastAsia="Batang" w:hAnsiTheme="minorHAnsi" w:cs="Courier New"/>
          <w:sz w:val="20"/>
          <w:szCs w:val="20"/>
          <w:lang w:val="uk-UA"/>
        </w:rPr>
      </w:pPr>
    </w:p>
    <w:p w14:paraId="246CF68D" w14:textId="77777777" w:rsidR="00D2203E" w:rsidRPr="001A48B4" w:rsidRDefault="00D2203E" w:rsidP="008841C2">
      <w:pPr>
        <w:spacing w:line="360" w:lineRule="auto"/>
        <w:jc w:val="right"/>
        <w:rPr>
          <w:rFonts w:asciiTheme="minorHAnsi" w:hAnsiTheme="minorHAnsi"/>
          <w:b/>
          <w:sz w:val="10"/>
          <w:szCs w:val="20"/>
          <w:shd w:val="clear" w:color="auto" w:fill="FFFFFF"/>
          <w:lang w:val="en-US"/>
        </w:rPr>
      </w:pPr>
    </w:p>
    <w:p w14:paraId="246CF68E" w14:textId="5DA766D5" w:rsidR="00BE585B" w:rsidRDefault="00BE585B" w:rsidP="00BE585B">
      <w:pPr>
        <w:spacing w:line="360" w:lineRule="auto"/>
        <w:jc w:val="center"/>
        <w:rPr>
          <w:rFonts w:asciiTheme="minorHAnsi" w:hAnsiTheme="minorHAnsi"/>
          <w:b/>
          <w:sz w:val="20"/>
          <w:szCs w:val="20"/>
          <w:shd w:val="clear" w:color="auto" w:fill="FFFFFF"/>
          <w:lang w:val="uk-UA"/>
        </w:rPr>
      </w:pPr>
      <w:r w:rsidRPr="00844BB3">
        <w:rPr>
          <w:b/>
          <w:color w:val="008000"/>
          <w:lang w:val="uk-UA"/>
        </w:rPr>
        <w:t xml:space="preserve">Проект УВКБ ООН № </w:t>
      </w:r>
      <w:r w:rsidR="001D4682">
        <w:rPr>
          <w:b/>
          <w:color w:val="008000"/>
          <w:lang w:val="uk-UA"/>
        </w:rPr>
        <w:t>310</w:t>
      </w:r>
      <w:r w:rsidR="00A21793">
        <w:rPr>
          <w:b/>
          <w:color w:val="008000"/>
          <w:lang w:val="uk-UA"/>
        </w:rPr>
        <w:t>.</w:t>
      </w:r>
    </w:p>
    <w:p w14:paraId="246CF68F" w14:textId="19DBEB78" w:rsidR="00AD677D" w:rsidRPr="00E7135A" w:rsidRDefault="008841C2" w:rsidP="007B7564">
      <w:pPr>
        <w:spacing w:line="360" w:lineRule="auto"/>
        <w:jc w:val="right"/>
        <w:rPr>
          <w:rFonts w:asciiTheme="minorHAnsi" w:hAnsiTheme="minorHAnsi"/>
          <w:b/>
          <w:sz w:val="20"/>
          <w:szCs w:val="20"/>
          <w:shd w:val="clear" w:color="auto" w:fill="FFFFFF"/>
          <w:lang w:val="uk-UA"/>
        </w:rPr>
      </w:pPr>
      <w:r w:rsidRPr="00276A83">
        <w:rPr>
          <w:rFonts w:asciiTheme="minorHAnsi" w:hAnsiTheme="minorHAnsi"/>
          <w:b/>
          <w:sz w:val="20"/>
          <w:szCs w:val="20"/>
          <w:shd w:val="clear" w:color="auto" w:fill="FFFFFF"/>
          <w:lang w:val="uk-UA"/>
        </w:rPr>
        <w:t xml:space="preserve">ДАТА: </w:t>
      </w:r>
      <w:r w:rsidR="00E23999">
        <w:rPr>
          <w:rFonts w:asciiTheme="minorHAnsi" w:hAnsiTheme="minorHAnsi"/>
          <w:b/>
          <w:sz w:val="20"/>
          <w:szCs w:val="20"/>
          <w:shd w:val="clear" w:color="auto" w:fill="FFFFFF"/>
          <w:lang w:val="uk-UA"/>
        </w:rPr>
        <w:t>1</w:t>
      </w:r>
      <w:r w:rsidR="00E355AC">
        <w:rPr>
          <w:rFonts w:asciiTheme="minorHAnsi" w:hAnsiTheme="minorHAnsi"/>
          <w:b/>
          <w:sz w:val="20"/>
          <w:szCs w:val="20"/>
          <w:shd w:val="clear" w:color="auto" w:fill="FFFFFF"/>
          <w:lang w:val="uk-UA"/>
        </w:rPr>
        <w:t>9</w:t>
      </w:r>
      <w:r w:rsidR="00410442" w:rsidRPr="00E7135A">
        <w:rPr>
          <w:rFonts w:asciiTheme="minorHAnsi" w:hAnsiTheme="minorHAnsi"/>
          <w:b/>
          <w:sz w:val="20"/>
          <w:szCs w:val="20"/>
          <w:shd w:val="clear" w:color="auto" w:fill="FFFFFF"/>
          <w:lang w:val="uk-UA"/>
        </w:rPr>
        <w:t>.</w:t>
      </w:r>
      <w:r w:rsidR="00D56FAB">
        <w:rPr>
          <w:rFonts w:asciiTheme="minorHAnsi" w:hAnsiTheme="minorHAnsi"/>
          <w:b/>
          <w:sz w:val="20"/>
          <w:szCs w:val="20"/>
          <w:shd w:val="clear" w:color="auto" w:fill="FFFFFF"/>
          <w:lang w:val="uk-UA"/>
        </w:rPr>
        <w:t>0</w:t>
      </w:r>
      <w:r w:rsidR="00E23999">
        <w:rPr>
          <w:rFonts w:asciiTheme="minorHAnsi" w:hAnsiTheme="minorHAnsi"/>
          <w:b/>
          <w:sz w:val="20"/>
          <w:szCs w:val="20"/>
          <w:shd w:val="clear" w:color="auto" w:fill="FFFFFF"/>
          <w:lang w:val="uk-UA"/>
        </w:rPr>
        <w:t>6</w:t>
      </w:r>
      <w:r w:rsidR="00CD2CAC" w:rsidRPr="00E7135A">
        <w:rPr>
          <w:rFonts w:asciiTheme="minorHAnsi" w:hAnsiTheme="minorHAnsi"/>
          <w:b/>
          <w:sz w:val="20"/>
          <w:szCs w:val="20"/>
          <w:shd w:val="clear" w:color="auto" w:fill="FFFFFF"/>
          <w:lang w:val="uk-UA"/>
        </w:rPr>
        <w:t>.202</w:t>
      </w:r>
      <w:r w:rsidR="005C33C6">
        <w:rPr>
          <w:rFonts w:asciiTheme="minorHAnsi" w:hAnsiTheme="minorHAnsi"/>
          <w:b/>
          <w:sz w:val="20"/>
          <w:szCs w:val="20"/>
          <w:shd w:val="clear" w:color="auto" w:fill="FFFFFF"/>
          <w:lang w:val="uk-UA"/>
        </w:rPr>
        <w:t>3</w:t>
      </w:r>
    </w:p>
    <w:p w14:paraId="246CF690" w14:textId="0264E889" w:rsidR="008841C2" w:rsidRPr="00EA15A7" w:rsidRDefault="00D2203E" w:rsidP="00D2203E">
      <w:pPr>
        <w:spacing w:line="360" w:lineRule="auto"/>
        <w:jc w:val="center"/>
        <w:rPr>
          <w:rFonts w:asciiTheme="minorHAnsi" w:hAnsiTheme="minorHAnsi"/>
          <w:b/>
          <w:sz w:val="22"/>
          <w:szCs w:val="22"/>
          <w:shd w:val="clear" w:color="auto" w:fill="FFFFFF"/>
        </w:rPr>
      </w:pPr>
      <w:r w:rsidRPr="00EA15A7">
        <w:rPr>
          <w:rFonts w:asciiTheme="minorHAnsi" w:hAnsiTheme="minorHAnsi"/>
          <w:b/>
          <w:sz w:val="22"/>
          <w:szCs w:val="22"/>
          <w:shd w:val="clear" w:color="auto" w:fill="FFFFFF"/>
        </w:rPr>
        <w:t>З</w:t>
      </w:r>
      <w:r w:rsidR="00FF679A" w:rsidRPr="00EA15A7">
        <w:rPr>
          <w:rFonts w:asciiTheme="minorHAnsi" w:hAnsiTheme="minorHAnsi"/>
          <w:b/>
          <w:sz w:val="22"/>
          <w:szCs w:val="22"/>
          <w:shd w:val="clear" w:color="auto" w:fill="FFFFFF"/>
        </w:rPr>
        <w:t>АПР</w:t>
      </w:r>
      <w:r w:rsidR="00002F4E" w:rsidRPr="00EA15A7">
        <w:rPr>
          <w:rFonts w:asciiTheme="minorHAnsi" w:hAnsiTheme="minorHAnsi"/>
          <w:b/>
          <w:sz w:val="22"/>
          <w:szCs w:val="22"/>
          <w:shd w:val="clear" w:color="auto" w:fill="FFFFFF"/>
        </w:rPr>
        <w:t>О</w:t>
      </w:r>
      <w:r w:rsidR="00002F4E" w:rsidRPr="00EA15A7">
        <w:rPr>
          <w:rFonts w:asciiTheme="minorHAnsi" w:hAnsiTheme="minorHAnsi"/>
          <w:b/>
          <w:sz w:val="22"/>
          <w:szCs w:val="22"/>
          <w:shd w:val="clear" w:color="auto" w:fill="FFFFFF"/>
          <w:lang w:val="uk-UA"/>
        </w:rPr>
        <w:t>ШЕННЯ ДО УЧАСТІ У</w:t>
      </w:r>
      <w:r w:rsidR="00D861EB" w:rsidRPr="00EA15A7">
        <w:rPr>
          <w:rFonts w:asciiTheme="minorHAnsi" w:hAnsiTheme="minorHAnsi"/>
          <w:b/>
          <w:sz w:val="22"/>
          <w:szCs w:val="22"/>
          <w:shd w:val="clear" w:color="auto" w:fill="FFFFFF"/>
        </w:rPr>
        <w:t xml:space="preserve"> ТЕНДЕР</w:t>
      </w:r>
      <w:r w:rsidR="00002F4E" w:rsidRPr="00EA15A7">
        <w:rPr>
          <w:rFonts w:asciiTheme="minorHAnsi" w:hAnsiTheme="minorHAnsi"/>
          <w:b/>
          <w:sz w:val="22"/>
          <w:szCs w:val="22"/>
          <w:shd w:val="clear" w:color="auto" w:fill="FFFFFF"/>
          <w:lang w:val="uk-UA"/>
        </w:rPr>
        <w:t>І</w:t>
      </w:r>
      <w:r w:rsidRPr="00EA15A7">
        <w:rPr>
          <w:rFonts w:asciiTheme="minorHAnsi" w:hAnsiTheme="minorHAnsi"/>
          <w:b/>
          <w:sz w:val="22"/>
          <w:szCs w:val="22"/>
          <w:shd w:val="clear" w:color="auto" w:fill="FFFFFF"/>
          <w:lang w:val="uk-UA"/>
        </w:rPr>
        <w:t xml:space="preserve"> </w:t>
      </w:r>
      <w:r w:rsidR="00002F4E" w:rsidRPr="00EA15A7">
        <w:rPr>
          <w:rFonts w:asciiTheme="minorHAnsi" w:hAnsiTheme="minorHAnsi"/>
          <w:b/>
          <w:sz w:val="22"/>
          <w:szCs w:val="22"/>
          <w:shd w:val="clear" w:color="auto" w:fill="FFFFFF"/>
          <w:lang w:val="en-US"/>
        </w:rPr>
        <w:t>ITB</w:t>
      </w:r>
      <w:r w:rsidRPr="00EA15A7">
        <w:rPr>
          <w:rFonts w:asciiTheme="minorHAnsi" w:hAnsiTheme="minorHAnsi"/>
          <w:b/>
          <w:sz w:val="22"/>
          <w:szCs w:val="22"/>
          <w:shd w:val="clear" w:color="auto" w:fill="FFFFFF"/>
        </w:rPr>
        <w:t xml:space="preserve"> </w:t>
      </w:r>
      <w:r w:rsidR="001D4682">
        <w:rPr>
          <w:rFonts w:asciiTheme="minorHAnsi" w:hAnsiTheme="minorHAnsi"/>
          <w:b/>
          <w:sz w:val="22"/>
          <w:szCs w:val="22"/>
          <w:shd w:val="clear" w:color="auto" w:fill="FFFFFF"/>
          <w:lang w:val="uk-UA"/>
        </w:rPr>
        <w:t>0</w:t>
      </w:r>
      <w:r w:rsidR="00E23999">
        <w:rPr>
          <w:rFonts w:asciiTheme="minorHAnsi" w:hAnsiTheme="minorHAnsi"/>
          <w:b/>
          <w:sz w:val="22"/>
          <w:szCs w:val="22"/>
          <w:shd w:val="clear" w:color="auto" w:fill="FFFFFF"/>
          <w:lang w:val="uk-UA"/>
        </w:rPr>
        <w:t>4</w:t>
      </w:r>
      <w:r w:rsidR="0060144A" w:rsidRPr="00EA15A7">
        <w:rPr>
          <w:rFonts w:asciiTheme="minorHAnsi" w:hAnsiTheme="minorHAnsi"/>
          <w:b/>
          <w:sz w:val="22"/>
          <w:szCs w:val="22"/>
          <w:shd w:val="clear" w:color="auto" w:fill="FFFFFF"/>
          <w:lang w:val="uk-UA"/>
        </w:rPr>
        <w:t>_</w:t>
      </w:r>
      <w:r w:rsidR="001D4682">
        <w:rPr>
          <w:rFonts w:asciiTheme="minorHAnsi" w:hAnsiTheme="minorHAnsi"/>
          <w:b/>
          <w:sz w:val="22"/>
          <w:szCs w:val="22"/>
          <w:shd w:val="clear" w:color="auto" w:fill="FFFFFF"/>
          <w:lang w:val="uk-UA"/>
        </w:rPr>
        <w:t>0</w:t>
      </w:r>
      <w:r w:rsidR="00E23999">
        <w:rPr>
          <w:rFonts w:asciiTheme="minorHAnsi" w:hAnsiTheme="minorHAnsi"/>
          <w:b/>
          <w:sz w:val="22"/>
          <w:szCs w:val="22"/>
          <w:shd w:val="clear" w:color="auto" w:fill="FFFFFF"/>
          <w:lang w:val="uk-UA"/>
        </w:rPr>
        <w:t>6</w:t>
      </w:r>
      <w:r w:rsidR="00FE7C5C" w:rsidRPr="00EA15A7">
        <w:rPr>
          <w:rFonts w:asciiTheme="minorHAnsi" w:hAnsiTheme="minorHAnsi"/>
          <w:b/>
          <w:sz w:val="22"/>
          <w:szCs w:val="22"/>
          <w:shd w:val="clear" w:color="auto" w:fill="FFFFFF"/>
          <w:lang w:val="uk-UA"/>
        </w:rPr>
        <w:t>.</w:t>
      </w:r>
      <w:r w:rsidR="00CD2CAC" w:rsidRPr="00EA15A7">
        <w:rPr>
          <w:rFonts w:asciiTheme="minorHAnsi" w:hAnsiTheme="minorHAnsi"/>
          <w:b/>
          <w:sz w:val="22"/>
          <w:szCs w:val="22"/>
          <w:shd w:val="clear" w:color="auto" w:fill="FFFFFF"/>
          <w:lang w:val="uk-UA"/>
        </w:rPr>
        <w:t>2</w:t>
      </w:r>
      <w:r w:rsidR="001D4682">
        <w:rPr>
          <w:rFonts w:asciiTheme="minorHAnsi" w:hAnsiTheme="minorHAnsi"/>
          <w:b/>
          <w:sz w:val="22"/>
          <w:szCs w:val="22"/>
          <w:shd w:val="clear" w:color="auto" w:fill="FFFFFF"/>
          <w:lang w:val="uk-UA"/>
        </w:rPr>
        <w:t>3</w:t>
      </w:r>
      <w:r w:rsidR="008841C2" w:rsidRPr="00EA15A7">
        <w:rPr>
          <w:rFonts w:asciiTheme="minorHAnsi" w:hAnsiTheme="minorHAnsi"/>
          <w:b/>
          <w:sz w:val="22"/>
          <w:szCs w:val="22"/>
          <w:shd w:val="clear" w:color="auto" w:fill="FFFFFF"/>
          <w:lang w:val="uk-UA"/>
        </w:rPr>
        <w:t xml:space="preserve"> </w:t>
      </w:r>
    </w:p>
    <w:p w14:paraId="246CF691" w14:textId="636B8097" w:rsidR="008841C2" w:rsidRPr="00EA15A7" w:rsidRDefault="00FF679A" w:rsidP="0060296C">
      <w:pPr>
        <w:jc w:val="center"/>
        <w:rPr>
          <w:rFonts w:asciiTheme="minorHAnsi" w:hAnsiTheme="minorHAnsi"/>
          <w:b/>
          <w:sz w:val="22"/>
          <w:szCs w:val="22"/>
          <w:shd w:val="clear" w:color="auto" w:fill="FFFFFF"/>
          <w:lang w:val="uk-UA"/>
        </w:rPr>
      </w:pPr>
      <w:r w:rsidRPr="00EA15A7">
        <w:rPr>
          <w:rFonts w:asciiTheme="minorHAnsi" w:hAnsiTheme="minorHAnsi"/>
          <w:b/>
          <w:sz w:val="22"/>
          <w:szCs w:val="22"/>
          <w:shd w:val="clear" w:color="auto" w:fill="FFFFFF"/>
          <w:lang w:val="uk-UA"/>
        </w:rPr>
        <w:t>Н</w:t>
      </w:r>
      <w:r w:rsidR="000B5616" w:rsidRPr="00EA15A7">
        <w:rPr>
          <w:rFonts w:asciiTheme="minorHAnsi" w:hAnsiTheme="minorHAnsi"/>
          <w:b/>
          <w:sz w:val="22"/>
          <w:szCs w:val="22"/>
          <w:shd w:val="clear" w:color="auto" w:fill="FFFFFF"/>
          <w:lang w:val="uk-UA"/>
        </w:rPr>
        <w:t xml:space="preserve">А </w:t>
      </w:r>
      <w:r w:rsidR="008446A9">
        <w:rPr>
          <w:rFonts w:asciiTheme="minorHAnsi" w:hAnsiTheme="minorHAnsi"/>
          <w:b/>
          <w:sz w:val="22"/>
          <w:szCs w:val="22"/>
          <w:shd w:val="clear" w:color="auto" w:fill="FFFFFF"/>
          <w:lang w:val="uk-UA"/>
        </w:rPr>
        <w:t>ЗАКУПІВЛЮ БУДМАТЕРІАЛІВ ДЛЯ ОБЛАШТУВАННЯ</w:t>
      </w:r>
      <w:r w:rsidR="00E23999">
        <w:rPr>
          <w:rFonts w:asciiTheme="minorHAnsi" w:hAnsiTheme="minorHAnsi"/>
          <w:b/>
          <w:sz w:val="22"/>
          <w:szCs w:val="22"/>
          <w:shd w:val="clear" w:color="auto" w:fill="FFFFFF"/>
          <w:lang w:val="uk-UA"/>
        </w:rPr>
        <w:t xml:space="preserve"> СТАДІОНУ</w:t>
      </w:r>
      <w:r w:rsidR="00C2497E">
        <w:rPr>
          <w:rFonts w:asciiTheme="minorHAnsi" w:hAnsiTheme="minorHAnsi"/>
          <w:b/>
          <w:sz w:val="22"/>
          <w:szCs w:val="22"/>
          <w:shd w:val="clear" w:color="auto" w:fill="FFFFFF"/>
          <w:lang w:val="uk-UA"/>
        </w:rPr>
        <w:t xml:space="preserve"> ДЛЯ УЧНІВ</w:t>
      </w:r>
      <w:r w:rsidR="00AA0A1B" w:rsidRPr="00EA15A7">
        <w:rPr>
          <w:rFonts w:asciiTheme="minorHAnsi" w:hAnsiTheme="minorHAnsi"/>
          <w:b/>
          <w:sz w:val="22"/>
          <w:szCs w:val="22"/>
          <w:shd w:val="clear" w:color="auto" w:fill="FFFFFF"/>
          <w:lang w:val="uk-UA"/>
        </w:rPr>
        <w:t xml:space="preserve"> </w:t>
      </w:r>
      <w:r w:rsidR="00E23999">
        <w:rPr>
          <w:rFonts w:asciiTheme="minorHAnsi" w:hAnsiTheme="minorHAnsi"/>
          <w:b/>
          <w:sz w:val="22"/>
          <w:szCs w:val="22"/>
          <w:shd w:val="clear" w:color="auto" w:fill="FFFFFF"/>
          <w:lang w:val="uk-UA"/>
        </w:rPr>
        <w:t>У КИЇВСЬКИЙ ОБЛАСТІ</w:t>
      </w:r>
      <w:r w:rsidR="00C216A5">
        <w:rPr>
          <w:rFonts w:asciiTheme="minorHAnsi" w:hAnsiTheme="minorHAnsi"/>
          <w:b/>
          <w:sz w:val="22"/>
          <w:szCs w:val="22"/>
          <w:shd w:val="clear" w:color="auto" w:fill="FFFFFF"/>
          <w:lang w:val="uk-UA"/>
        </w:rPr>
        <w:t xml:space="preserve"> НА БАЗІ ІВАНКІВСЬКОГО ЛІЦЕЮ </w:t>
      </w:r>
      <w:r w:rsidR="00804AA6" w:rsidRPr="00EA15A7">
        <w:rPr>
          <w:rFonts w:asciiTheme="minorHAnsi" w:hAnsiTheme="minorHAnsi"/>
          <w:b/>
          <w:sz w:val="22"/>
          <w:szCs w:val="22"/>
          <w:shd w:val="clear" w:color="auto" w:fill="FFFFFF"/>
          <w:lang w:val="uk-UA"/>
        </w:rPr>
        <w:t xml:space="preserve"> </w:t>
      </w:r>
    </w:p>
    <w:p w14:paraId="246CF692" w14:textId="6AA5F724" w:rsidR="008841C2" w:rsidRPr="00D53574" w:rsidRDefault="005B6DC6" w:rsidP="00CD40DD">
      <w:pPr>
        <w:spacing w:line="360" w:lineRule="auto"/>
        <w:jc w:val="center"/>
        <w:rPr>
          <w:rFonts w:asciiTheme="minorHAnsi" w:hAnsiTheme="minorHAnsi"/>
          <w:b/>
          <w:i/>
          <w:sz w:val="22"/>
          <w:szCs w:val="22"/>
          <w:lang w:val="uk-UA"/>
        </w:rPr>
      </w:pPr>
      <w:r>
        <w:rPr>
          <w:rFonts w:asciiTheme="minorHAnsi" w:hAnsiTheme="minorHAnsi"/>
          <w:b/>
          <w:i/>
          <w:sz w:val="22"/>
          <w:szCs w:val="22"/>
          <w:lang w:val="uk-UA"/>
        </w:rPr>
        <w:t>ДАТА ТА ЧАС ЗАКІНЧЕННЯ ПРИЙОМУ ПРОПОЗИЦІЙ</w:t>
      </w:r>
      <w:r w:rsidR="008841C2" w:rsidRPr="00EA15A7">
        <w:rPr>
          <w:rFonts w:asciiTheme="minorHAnsi" w:hAnsiTheme="minorHAnsi"/>
          <w:b/>
          <w:i/>
          <w:sz w:val="22"/>
          <w:szCs w:val="22"/>
          <w:lang w:val="uk-UA"/>
        </w:rPr>
        <w:t xml:space="preserve">: </w:t>
      </w:r>
      <w:r w:rsidR="00821575" w:rsidRPr="00821575">
        <w:rPr>
          <w:rFonts w:asciiTheme="minorHAnsi" w:hAnsiTheme="minorHAnsi"/>
          <w:b/>
          <w:i/>
          <w:sz w:val="22"/>
          <w:szCs w:val="22"/>
          <w:u w:val="single"/>
        </w:rPr>
        <w:t>28</w:t>
      </w:r>
      <w:r w:rsidR="008841C2" w:rsidRPr="00D53574">
        <w:rPr>
          <w:rFonts w:asciiTheme="minorHAnsi" w:hAnsiTheme="minorHAnsi"/>
          <w:b/>
          <w:i/>
          <w:sz w:val="22"/>
          <w:szCs w:val="22"/>
          <w:u w:val="single"/>
          <w:lang w:val="uk-UA"/>
        </w:rPr>
        <w:t>.</w:t>
      </w:r>
      <w:r w:rsidR="00D56FAB">
        <w:rPr>
          <w:rFonts w:asciiTheme="minorHAnsi" w:hAnsiTheme="minorHAnsi"/>
          <w:b/>
          <w:i/>
          <w:sz w:val="22"/>
          <w:szCs w:val="22"/>
          <w:u w:val="single"/>
          <w:lang w:val="uk-UA"/>
        </w:rPr>
        <w:t>0</w:t>
      </w:r>
      <w:r w:rsidR="00821575" w:rsidRPr="00821575">
        <w:rPr>
          <w:rFonts w:asciiTheme="minorHAnsi" w:hAnsiTheme="minorHAnsi"/>
          <w:b/>
          <w:i/>
          <w:sz w:val="22"/>
          <w:szCs w:val="22"/>
          <w:u w:val="single"/>
        </w:rPr>
        <w:t>6</w:t>
      </w:r>
      <w:r w:rsidR="008841C2"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202</w:t>
      </w:r>
      <w:r w:rsidR="00D56FAB">
        <w:rPr>
          <w:rFonts w:asciiTheme="minorHAnsi" w:hAnsiTheme="minorHAnsi"/>
          <w:b/>
          <w:i/>
          <w:sz w:val="22"/>
          <w:szCs w:val="22"/>
          <w:u w:val="single"/>
          <w:lang w:val="uk-UA"/>
        </w:rPr>
        <w:t>3</w:t>
      </w:r>
      <w:r w:rsidR="008841C2" w:rsidRPr="00D53574">
        <w:rPr>
          <w:rFonts w:asciiTheme="minorHAnsi" w:hAnsiTheme="minorHAnsi"/>
          <w:b/>
          <w:i/>
          <w:sz w:val="22"/>
          <w:szCs w:val="22"/>
          <w:u w:val="single"/>
          <w:lang w:val="uk-UA"/>
        </w:rPr>
        <w:t xml:space="preserve"> –</w:t>
      </w:r>
      <w:r w:rsidR="00CD2CAC" w:rsidRPr="00D53574">
        <w:rPr>
          <w:rFonts w:asciiTheme="minorHAnsi" w:hAnsiTheme="minorHAnsi"/>
          <w:b/>
          <w:i/>
          <w:sz w:val="22"/>
          <w:szCs w:val="22"/>
          <w:u w:val="single"/>
          <w:lang w:val="uk-UA"/>
        </w:rPr>
        <w:t>23</w:t>
      </w:r>
      <w:r w:rsidR="00D2203E"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59</w:t>
      </w:r>
      <w:r w:rsidR="008841C2" w:rsidRPr="00D53574">
        <w:rPr>
          <w:rFonts w:asciiTheme="minorHAnsi" w:hAnsiTheme="minorHAnsi"/>
          <w:b/>
          <w:i/>
          <w:sz w:val="22"/>
          <w:szCs w:val="22"/>
          <w:u w:val="single"/>
          <w:lang w:val="uk-UA"/>
        </w:rPr>
        <w:t xml:space="preserve"> UTC+2</w:t>
      </w:r>
    </w:p>
    <w:p w14:paraId="246CF693" w14:textId="77777777" w:rsidR="008841C2" w:rsidRPr="00EA15A7" w:rsidRDefault="008841C2" w:rsidP="008841C2">
      <w:pPr>
        <w:jc w:val="both"/>
        <w:rPr>
          <w:rFonts w:asciiTheme="minorHAnsi" w:hAnsiTheme="minorHAnsi"/>
          <w:sz w:val="22"/>
          <w:szCs w:val="22"/>
          <w:lang w:val="uk-UA"/>
        </w:rPr>
      </w:pPr>
      <w:r w:rsidRPr="00EA15A7">
        <w:rPr>
          <w:rFonts w:asciiTheme="minorHAnsi" w:hAnsiTheme="minorHAnsi"/>
          <w:sz w:val="22"/>
          <w:szCs w:val="22"/>
          <w:lang w:val="uk-UA"/>
        </w:rPr>
        <w:t>__________________________________________________</w:t>
      </w:r>
      <w:r w:rsidR="00276A83" w:rsidRPr="00EA15A7">
        <w:rPr>
          <w:rFonts w:asciiTheme="minorHAnsi" w:hAnsiTheme="minorHAnsi"/>
          <w:sz w:val="22"/>
          <w:szCs w:val="22"/>
          <w:lang w:val="uk-UA"/>
        </w:rPr>
        <w:t>________</w:t>
      </w:r>
      <w:r w:rsidRPr="00EA15A7">
        <w:rPr>
          <w:rFonts w:asciiTheme="minorHAnsi" w:hAnsiTheme="minorHAnsi"/>
          <w:sz w:val="22"/>
          <w:szCs w:val="22"/>
          <w:lang w:val="uk-UA"/>
        </w:rPr>
        <w:t>____________________________</w:t>
      </w:r>
    </w:p>
    <w:p w14:paraId="246CF694" w14:textId="77777777" w:rsidR="00724D4D" w:rsidRPr="00EA15A7" w:rsidRDefault="00724D4D" w:rsidP="00D2203E">
      <w:pPr>
        <w:jc w:val="both"/>
        <w:rPr>
          <w:rFonts w:asciiTheme="minorHAnsi" w:hAnsiTheme="minorHAnsi"/>
          <w:sz w:val="22"/>
          <w:szCs w:val="22"/>
          <w:lang w:val="uk-UA"/>
        </w:rPr>
      </w:pPr>
    </w:p>
    <w:p w14:paraId="246CF695" w14:textId="0F6F9954" w:rsidR="008841C2" w:rsidRPr="00BF7CEB" w:rsidRDefault="000B5616" w:rsidP="00D2203E">
      <w:p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БО</w:t>
      </w:r>
      <w:r w:rsidRPr="00BF7CEB">
        <w:rPr>
          <w:rFonts w:asciiTheme="minorHAnsi" w:hAnsiTheme="minorHAnsi" w:cstheme="minorHAnsi"/>
          <w:b/>
          <w:sz w:val="21"/>
          <w:szCs w:val="21"/>
          <w:lang w:val="uk-UA"/>
        </w:rPr>
        <w:t xml:space="preserve"> «БЛАГОДІЙНИЙ ФОНД</w:t>
      </w:r>
      <w:r w:rsidR="008F7182" w:rsidRPr="00BF7CEB">
        <w:rPr>
          <w:rFonts w:asciiTheme="minorHAnsi" w:hAnsiTheme="minorHAnsi" w:cstheme="minorHAnsi"/>
          <w:b/>
          <w:sz w:val="21"/>
          <w:szCs w:val="21"/>
          <w:lang w:val="uk-UA"/>
        </w:rPr>
        <w:t xml:space="preserve"> «</w:t>
      </w:r>
      <w:r w:rsidRPr="00BF7CEB">
        <w:rPr>
          <w:rFonts w:asciiTheme="minorHAnsi" w:hAnsiTheme="minorHAnsi" w:cstheme="minorHAnsi"/>
          <w:b/>
          <w:sz w:val="21"/>
          <w:szCs w:val="21"/>
          <w:lang w:val="uk-UA"/>
        </w:rPr>
        <w:t>РОКАДА</w:t>
      </w:r>
      <w:r w:rsidR="00EF2B13" w:rsidRPr="00BF7CEB">
        <w:rPr>
          <w:rFonts w:asciiTheme="minorHAnsi" w:hAnsiTheme="minorHAnsi" w:cstheme="minorHAnsi"/>
          <w:b/>
          <w:sz w:val="21"/>
          <w:szCs w:val="21"/>
          <w:lang w:val="uk-UA"/>
        </w:rPr>
        <w:t>»</w:t>
      </w:r>
      <w:r w:rsidR="00CC68C8" w:rsidRPr="00BF7CEB">
        <w:rPr>
          <w:rFonts w:asciiTheme="minorHAnsi" w:hAnsiTheme="minorHAnsi" w:cstheme="minorHAnsi"/>
          <w:b/>
          <w:sz w:val="21"/>
          <w:szCs w:val="21"/>
          <w:lang w:val="uk-UA"/>
        </w:rPr>
        <w:t xml:space="preserve"> (далі - Фонд) </w:t>
      </w:r>
      <w:r w:rsidR="00B85278" w:rsidRPr="00BF7CEB">
        <w:rPr>
          <w:rFonts w:asciiTheme="minorHAnsi" w:hAnsiTheme="minorHAnsi" w:cstheme="minorHAnsi"/>
          <w:sz w:val="21"/>
          <w:szCs w:val="21"/>
          <w:lang w:val="uk-UA"/>
        </w:rPr>
        <w:t>запрошує компанії, які спеціалізуються на продажу</w:t>
      </w:r>
      <w:r w:rsidR="00403ECE">
        <w:rPr>
          <w:rFonts w:asciiTheme="minorHAnsi" w:hAnsiTheme="minorHAnsi" w:cstheme="minorHAnsi"/>
          <w:sz w:val="21"/>
          <w:szCs w:val="21"/>
          <w:lang w:val="uk-UA"/>
        </w:rPr>
        <w:t xml:space="preserve"> </w:t>
      </w:r>
      <w:r w:rsidR="0098132C">
        <w:rPr>
          <w:rFonts w:ascii="Calibri" w:hAnsi="Calibri"/>
          <w:sz w:val="21"/>
          <w:szCs w:val="21"/>
          <w:lang w:val="uk-UA"/>
        </w:rPr>
        <w:t>будматеріалів, для облаштування стадіону у Київський області на базі Іванківського ліцею</w:t>
      </w:r>
      <w:r w:rsidRPr="00BF7CEB">
        <w:rPr>
          <w:rFonts w:asciiTheme="minorHAnsi" w:hAnsiTheme="minorHAnsi" w:cstheme="minorHAnsi"/>
          <w:sz w:val="21"/>
          <w:szCs w:val="21"/>
          <w:lang w:val="uk-UA"/>
        </w:rPr>
        <w:t xml:space="preserve"> </w:t>
      </w:r>
      <w:r w:rsidR="00CC68C8" w:rsidRPr="00BF7CEB">
        <w:rPr>
          <w:rFonts w:asciiTheme="minorHAnsi" w:hAnsiTheme="minorHAnsi" w:cstheme="minorHAnsi"/>
          <w:sz w:val="21"/>
          <w:szCs w:val="21"/>
          <w:lang w:val="uk-UA"/>
        </w:rPr>
        <w:t>надати с</w:t>
      </w:r>
      <w:r w:rsidR="00A803F3" w:rsidRPr="00BF7CEB">
        <w:rPr>
          <w:rFonts w:asciiTheme="minorHAnsi" w:hAnsiTheme="minorHAnsi" w:cstheme="minorHAnsi"/>
          <w:sz w:val="21"/>
          <w:szCs w:val="21"/>
          <w:lang w:val="uk-UA"/>
        </w:rPr>
        <w:t>вої пропозиції на даний запит</w:t>
      </w:r>
      <w:r w:rsidR="00CC68C8" w:rsidRPr="00BF7CEB">
        <w:rPr>
          <w:rFonts w:asciiTheme="minorHAnsi" w:hAnsiTheme="minorHAnsi" w:cstheme="minorHAnsi"/>
          <w:sz w:val="21"/>
          <w:szCs w:val="21"/>
          <w:lang w:val="uk-UA"/>
        </w:rPr>
        <w:t xml:space="preserve"> з</w:t>
      </w:r>
      <w:r w:rsidR="00EF2B13" w:rsidRPr="00BF7CEB">
        <w:rPr>
          <w:rFonts w:asciiTheme="minorHAnsi" w:hAnsiTheme="minorHAnsi" w:cstheme="minorHAnsi"/>
          <w:sz w:val="21"/>
          <w:szCs w:val="21"/>
          <w:lang w:val="uk-UA"/>
        </w:rPr>
        <w:t xml:space="preserve"> метою </w:t>
      </w:r>
      <w:r w:rsidR="00A83BD8">
        <w:rPr>
          <w:rFonts w:asciiTheme="minorHAnsi" w:hAnsiTheme="minorHAnsi" w:cstheme="minorHAnsi"/>
          <w:sz w:val="21"/>
          <w:szCs w:val="21"/>
          <w:lang w:val="uk-UA"/>
        </w:rPr>
        <w:t>закупівлі</w:t>
      </w:r>
      <w:r w:rsidR="00CC68C8" w:rsidRPr="00BF7CEB">
        <w:rPr>
          <w:rFonts w:asciiTheme="minorHAnsi" w:hAnsiTheme="minorHAnsi" w:cstheme="minorHAnsi"/>
          <w:sz w:val="21"/>
          <w:szCs w:val="21"/>
          <w:lang w:val="uk-UA"/>
        </w:rPr>
        <w:t xml:space="preserve"> в рамках виконання проекту УВКБ ООН № </w:t>
      </w:r>
      <w:r w:rsidR="007D2F7D">
        <w:rPr>
          <w:rFonts w:asciiTheme="minorHAnsi" w:hAnsiTheme="minorHAnsi" w:cstheme="minorHAnsi"/>
          <w:sz w:val="21"/>
          <w:szCs w:val="21"/>
          <w:lang w:val="uk-UA"/>
        </w:rPr>
        <w:t>310</w:t>
      </w:r>
      <w:r w:rsidR="00CC68C8" w:rsidRPr="00BF7CEB">
        <w:rPr>
          <w:rFonts w:asciiTheme="minorHAnsi" w:hAnsiTheme="minorHAnsi" w:cstheme="minorHAnsi"/>
          <w:sz w:val="21"/>
          <w:szCs w:val="21"/>
          <w:lang w:val="uk-UA"/>
        </w:rPr>
        <w:t>.</w:t>
      </w:r>
    </w:p>
    <w:p w14:paraId="246CF696" w14:textId="77777777" w:rsidR="00851E34" w:rsidRPr="00AA7080" w:rsidRDefault="00851E34" w:rsidP="00851E34">
      <w:pPr>
        <w:pStyle w:val="a4"/>
        <w:jc w:val="both"/>
        <w:rPr>
          <w:rFonts w:asciiTheme="minorHAnsi" w:hAnsiTheme="minorHAnsi" w:cstheme="minorHAnsi"/>
          <w:b/>
          <w:sz w:val="21"/>
          <w:szCs w:val="21"/>
        </w:rPr>
      </w:pPr>
      <w:r w:rsidRPr="00BF7CEB">
        <w:rPr>
          <w:rFonts w:asciiTheme="minorHAnsi" w:hAnsiTheme="minorHAnsi" w:cstheme="minorHAnsi"/>
          <w:b/>
          <w:sz w:val="21"/>
          <w:szCs w:val="21"/>
          <w:lang w:val="uk-UA"/>
        </w:rPr>
        <w:t>ЗМІСТ:</w:t>
      </w:r>
    </w:p>
    <w:p w14:paraId="246CF697"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1</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Пред</w:t>
      </w:r>
      <w:r w:rsidR="00CE1363" w:rsidRPr="00BF7CEB">
        <w:rPr>
          <w:rFonts w:asciiTheme="minorHAnsi" w:hAnsiTheme="minorHAnsi" w:cstheme="minorHAnsi"/>
          <w:b/>
          <w:sz w:val="21"/>
          <w:szCs w:val="21"/>
          <w:lang w:val="uk-UA"/>
        </w:rPr>
        <w:t>мет конкурсу</w:t>
      </w:r>
    </w:p>
    <w:p w14:paraId="246CF698"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2</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Загальні вимоги</w:t>
      </w:r>
    </w:p>
    <w:p w14:paraId="246CF699" w14:textId="5A97359D" w:rsidR="00851E34"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3</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Обов'язкові вимоги</w:t>
      </w:r>
      <w:r w:rsidR="00F918D1">
        <w:rPr>
          <w:rFonts w:asciiTheme="minorHAnsi" w:hAnsiTheme="minorHAnsi" w:cstheme="minorHAnsi"/>
          <w:b/>
          <w:sz w:val="21"/>
          <w:szCs w:val="21"/>
          <w:lang w:val="uk-UA"/>
        </w:rPr>
        <w:t xml:space="preserve"> до постачальника</w:t>
      </w:r>
    </w:p>
    <w:p w14:paraId="75F0AEE9" w14:textId="4CF8917D" w:rsidR="00F918D1" w:rsidRDefault="00F918D1"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4. Інші о</w:t>
      </w:r>
      <w:r w:rsidRPr="00BF7CEB">
        <w:rPr>
          <w:rFonts w:asciiTheme="minorHAnsi" w:hAnsiTheme="minorHAnsi" w:cstheme="minorHAnsi"/>
          <w:b/>
          <w:sz w:val="21"/>
          <w:szCs w:val="21"/>
          <w:lang w:val="uk-UA"/>
        </w:rPr>
        <w:t>бов'язкові вимоги</w:t>
      </w:r>
    </w:p>
    <w:p w14:paraId="22DCBB90" w14:textId="24E2D27A" w:rsidR="006D1010" w:rsidRPr="00F918D1"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5. Роз’яснення</w:t>
      </w:r>
    </w:p>
    <w:p w14:paraId="246CF69A" w14:textId="2D28C2CE" w:rsidR="00851E34" w:rsidRPr="00BF7CEB"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6</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Вимоги до</w:t>
      </w:r>
      <w:r w:rsidR="00EA15A7" w:rsidRPr="00BF7CEB">
        <w:rPr>
          <w:rFonts w:asciiTheme="minorHAnsi" w:hAnsiTheme="minorHAnsi" w:cstheme="minorHAnsi"/>
          <w:b/>
          <w:sz w:val="21"/>
          <w:szCs w:val="21"/>
          <w:lang w:val="uk-UA"/>
        </w:rPr>
        <w:t xml:space="preserve"> подання</w:t>
      </w:r>
      <w:r w:rsidR="00851E34" w:rsidRPr="00BF7CEB">
        <w:rPr>
          <w:rFonts w:asciiTheme="minorHAnsi" w:hAnsiTheme="minorHAnsi" w:cstheme="minorHAnsi"/>
          <w:b/>
          <w:sz w:val="21"/>
          <w:szCs w:val="21"/>
          <w:lang w:val="uk-UA"/>
        </w:rPr>
        <w:t xml:space="preserve"> пропозиції</w:t>
      </w:r>
    </w:p>
    <w:p w14:paraId="246CF69B" w14:textId="4BB907D5" w:rsidR="00851E34"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7</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w:t>
      </w:r>
      <w:r w:rsidR="005A28A7">
        <w:rPr>
          <w:rFonts w:asciiTheme="minorHAnsi" w:hAnsiTheme="minorHAnsi" w:cstheme="minorHAnsi"/>
          <w:b/>
          <w:sz w:val="21"/>
          <w:szCs w:val="21"/>
          <w:lang w:val="uk-UA"/>
        </w:rPr>
        <w:t>Вимоги до характеристик товару</w:t>
      </w:r>
    </w:p>
    <w:p w14:paraId="146E467B" w14:textId="44236DD5" w:rsidR="005A28A7" w:rsidRPr="005A28A7" w:rsidRDefault="005A28A7"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8. Оцінка пропозицій</w:t>
      </w:r>
    </w:p>
    <w:p w14:paraId="246CF69C" w14:textId="77777777" w:rsidR="00851E34" w:rsidRPr="002E7749" w:rsidRDefault="00851E34" w:rsidP="00FB78DA">
      <w:pPr>
        <w:pStyle w:val="a4"/>
        <w:jc w:val="both"/>
        <w:rPr>
          <w:rFonts w:asciiTheme="minorHAnsi" w:hAnsiTheme="minorHAnsi" w:cstheme="minorHAnsi"/>
          <w:b/>
          <w:sz w:val="21"/>
          <w:szCs w:val="21"/>
        </w:rPr>
      </w:pPr>
    </w:p>
    <w:p w14:paraId="246CF69D"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ПРЕДМЕТ КОНКУРСУ</w:t>
      </w:r>
    </w:p>
    <w:p w14:paraId="246CF69E" w14:textId="7678ACF9" w:rsidR="00CE7A4D" w:rsidRDefault="00B07976" w:rsidP="00B07976">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Предметом конкурсу є</w:t>
      </w:r>
      <w:r w:rsidR="0028385A">
        <w:rPr>
          <w:rFonts w:asciiTheme="minorHAnsi" w:hAnsiTheme="minorHAnsi" w:cstheme="minorHAnsi"/>
          <w:sz w:val="21"/>
          <w:szCs w:val="21"/>
          <w:lang w:val="uk-UA"/>
        </w:rPr>
        <w:t xml:space="preserve"> </w:t>
      </w:r>
      <w:r w:rsidR="00F156DD">
        <w:rPr>
          <w:sz w:val="21"/>
          <w:szCs w:val="21"/>
          <w:lang w:val="uk-UA"/>
        </w:rPr>
        <w:t xml:space="preserve">закупівля </w:t>
      </w:r>
      <w:r w:rsidR="001165BD">
        <w:rPr>
          <w:sz w:val="21"/>
          <w:szCs w:val="21"/>
          <w:lang w:val="uk-UA"/>
        </w:rPr>
        <w:t>будматеріалів для облаштування стадіону</w:t>
      </w:r>
      <w:r w:rsidR="0010189C">
        <w:rPr>
          <w:rFonts w:asciiTheme="minorHAnsi" w:hAnsiTheme="minorHAnsi" w:cstheme="minorHAnsi"/>
          <w:sz w:val="21"/>
          <w:szCs w:val="21"/>
          <w:lang w:val="uk-UA"/>
        </w:rPr>
        <w:t xml:space="preserve"> для учнів.</w:t>
      </w:r>
    </w:p>
    <w:p w14:paraId="0E90C4A5" w14:textId="5002533B" w:rsidR="001F6ECA" w:rsidRDefault="001F6ECA" w:rsidP="00B07976">
      <w:pPr>
        <w:pStyle w:val="a4"/>
        <w:numPr>
          <w:ilvl w:val="0"/>
          <w:numId w:val="33"/>
        </w:numPr>
        <w:jc w:val="both"/>
        <w:rPr>
          <w:rFonts w:asciiTheme="minorHAnsi" w:hAnsiTheme="minorHAnsi" w:cstheme="minorHAnsi"/>
          <w:sz w:val="21"/>
          <w:szCs w:val="21"/>
          <w:lang w:val="uk-UA"/>
        </w:rPr>
      </w:pPr>
      <w:r>
        <w:rPr>
          <w:rFonts w:asciiTheme="minorHAnsi" w:hAnsiTheme="minorHAnsi" w:cstheme="minorHAnsi"/>
          <w:sz w:val="21"/>
          <w:szCs w:val="21"/>
          <w:lang w:val="uk-UA"/>
        </w:rPr>
        <w:t>Строк виконання – до 01.09.23.</w:t>
      </w:r>
      <w:bookmarkStart w:id="0" w:name="_GoBack"/>
      <w:bookmarkEnd w:id="0"/>
    </w:p>
    <w:p w14:paraId="246CF69F" w14:textId="77777777" w:rsidR="00B07976" w:rsidRPr="002E7749" w:rsidRDefault="00B07976" w:rsidP="00B07976">
      <w:pPr>
        <w:pStyle w:val="a4"/>
        <w:ind w:left="1080"/>
        <w:jc w:val="both"/>
        <w:rPr>
          <w:rFonts w:asciiTheme="minorHAnsi" w:hAnsiTheme="minorHAnsi" w:cstheme="minorHAnsi"/>
          <w:sz w:val="21"/>
          <w:szCs w:val="21"/>
          <w:lang w:val="uk-UA"/>
        </w:rPr>
      </w:pPr>
    </w:p>
    <w:p w14:paraId="246CF6A0"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ЗАГАЛЬНІ ВИМОГИ</w:t>
      </w:r>
    </w:p>
    <w:p w14:paraId="246CF6A1" w14:textId="77777777" w:rsidR="00DC0EC8" w:rsidRPr="00BF7CEB" w:rsidRDefault="00DC0EC8" w:rsidP="00DC0E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Підготовка </w:t>
      </w:r>
      <w:r w:rsidR="002C7E8E" w:rsidRPr="00BF7CEB">
        <w:rPr>
          <w:rFonts w:asciiTheme="minorHAnsi" w:hAnsiTheme="minorHAnsi" w:cstheme="minorHAnsi"/>
          <w:sz w:val="21"/>
          <w:szCs w:val="21"/>
          <w:lang w:val="uk-UA"/>
        </w:rPr>
        <w:t xml:space="preserve">тендерної </w:t>
      </w:r>
      <w:r w:rsidRPr="00BF7CEB">
        <w:rPr>
          <w:rFonts w:asciiTheme="minorHAnsi" w:hAnsiTheme="minorHAnsi" w:cstheme="minorHAnsi"/>
          <w:sz w:val="21"/>
          <w:szCs w:val="21"/>
          <w:lang w:val="uk-UA"/>
        </w:rPr>
        <w:t>пропозиції на даний Запит повинна здійснюватися відповідно до ви</w:t>
      </w:r>
      <w:r w:rsidR="00A803F3" w:rsidRPr="00BF7CEB">
        <w:rPr>
          <w:rFonts w:asciiTheme="minorHAnsi" w:hAnsiTheme="minorHAnsi" w:cstheme="minorHAnsi"/>
          <w:sz w:val="21"/>
          <w:szCs w:val="21"/>
          <w:lang w:val="uk-UA"/>
        </w:rPr>
        <w:t>мог, форм і правил, викладених у</w:t>
      </w:r>
      <w:r w:rsidRPr="00BF7CEB">
        <w:rPr>
          <w:rFonts w:asciiTheme="minorHAnsi" w:hAnsiTheme="minorHAnsi" w:cstheme="minorHAnsi"/>
          <w:sz w:val="21"/>
          <w:szCs w:val="21"/>
          <w:lang w:val="uk-UA"/>
        </w:rPr>
        <w:t xml:space="preserve"> даному Запиті.</w:t>
      </w:r>
    </w:p>
    <w:p w14:paraId="246CF6A2" w14:textId="152B1774" w:rsidR="00284ACD" w:rsidRPr="00BF7CEB" w:rsidRDefault="00284ACD" w:rsidP="00FF2E7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Організація, яка подала свою пропозицію на даний Запит погоджується з тим, що надана пропозиція є повною, правдивою і доз</w:t>
      </w:r>
      <w:r w:rsidR="00EB41C4">
        <w:rPr>
          <w:rFonts w:asciiTheme="minorHAnsi" w:hAnsiTheme="minorHAnsi" w:cstheme="minorHAnsi"/>
          <w:sz w:val="21"/>
          <w:szCs w:val="21"/>
          <w:lang w:val="uk-UA"/>
        </w:rPr>
        <w:t>воляє виконати дану закупівлю</w:t>
      </w:r>
      <w:r w:rsidR="00FF2E73" w:rsidRPr="00BF7CEB">
        <w:rPr>
          <w:rFonts w:asciiTheme="minorHAnsi" w:hAnsiTheme="minorHAnsi" w:cstheme="minorHAnsi"/>
          <w:sz w:val="21"/>
          <w:szCs w:val="21"/>
          <w:lang w:val="uk-UA"/>
        </w:rPr>
        <w:t xml:space="preserve"> належним чином і в повній мірі</w:t>
      </w:r>
      <w:r w:rsidRPr="00BF7CEB">
        <w:rPr>
          <w:rFonts w:asciiTheme="minorHAnsi" w:hAnsiTheme="minorHAnsi" w:cstheme="minorHAnsi"/>
          <w:sz w:val="21"/>
          <w:szCs w:val="21"/>
          <w:lang w:val="uk-UA"/>
        </w:rPr>
        <w:t xml:space="preserve"> з огляду на витр</w:t>
      </w:r>
      <w:r w:rsidR="00FF2E73" w:rsidRPr="00BF7CEB">
        <w:rPr>
          <w:rFonts w:asciiTheme="minorHAnsi" w:hAnsiTheme="minorHAnsi" w:cstheme="minorHAnsi"/>
          <w:sz w:val="21"/>
          <w:szCs w:val="21"/>
          <w:lang w:val="uk-UA"/>
        </w:rPr>
        <w:t>атні матеріали, податки, вартість доставки, знижки</w:t>
      </w:r>
      <w:r w:rsidRPr="00BF7CEB">
        <w:rPr>
          <w:rFonts w:asciiTheme="minorHAnsi" w:hAnsiTheme="minorHAnsi" w:cstheme="minorHAnsi"/>
          <w:sz w:val="21"/>
          <w:szCs w:val="21"/>
          <w:lang w:val="uk-UA"/>
        </w:rPr>
        <w:t xml:space="preserve"> і т.</w:t>
      </w:r>
      <w:r w:rsidR="00051DA2">
        <w:rPr>
          <w:rFonts w:asciiTheme="minorHAnsi" w:hAnsiTheme="minorHAnsi" w:cstheme="minorHAnsi"/>
          <w:sz w:val="21"/>
          <w:szCs w:val="21"/>
          <w:lang w:val="uk-UA"/>
        </w:rPr>
        <w:t xml:space="preserve"> </w:t>
      </w:r>
      <w:r w:rsidRPr="00BF7CEB">
        <w:rPr>
          <w:rFonts w:asciiTheme="minorHAnsi" w:hAnsiTheme="minorHAnsi" w:cstheme="minorHAnsi"/>
          <w:sz w:val="21"/>
          <w:szCs w:val="21"/>
          <w:lang w:val="uk-UA"/>
        </w:rPr>
        <w:t>п. В іншому випадку, БО «БЛАГОДІЙНИЙ ФОНД« РОКАДА» такі витрати не відшкодує.</w:t>
      </w:r>
    </w:p>
    <w:p w14:paraId="246CF6A3" w14:textId="77777777" w:rsidR="005561C8" w:rsidRPr="00BF7CEB" w:rsidRDefault="005561C8" w:rsidP="005561C8">
      <w:pPr>
        <w:pStyle w:val="a4"/>
        <w:ind w:left="1080"/>
        <w:jc w:val="both"/>
        <w:rPr>
          <w:rFonts w:asciiTheme="minorHAnsi" w:hAnsiTheme="minorHAnsi" w:cstheme="minorHAnsi"/>
          <w:sz w:val="21"/>
          <w:szCs w:val="21"/>
          <w:lang w:val="uk-UA"/>
        </w:rPr>
      </w:pPr>
    </w:p>
    <w:p w14:paraId="246CF6A4" w14:textId="4773E370" w:rsidR="005561C8" w:rsidRPr="00BF7CEB" w:rsidRDefault="00DB7F13" w:rsidP="00DB7F13">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ОБОВ'ЯЗКОВІ ВИМОГИ</w:t>
      </w:r>
      <w:r w:rsidR="000A7319">
        <w:rPr>
          <w:rFonts w:asciiTheme="minorHAnsi" w:hAnsiTheme="minorHAnsi" w:cstheme="minorHAnsi"/>
          <w:b/>
          <w:sz w:val="21"/>
          <w:szCs w:val="21"/>
          <w:lang w:val="uk-UA"/>
        </w:rPr>
        <w:t xml:space="preserve"> ДО ПОСТАЧАЛЬНИКА</w:t>
      </w:r>
    </w:p>
    <w:p w14:paraId="246CF6A5" w14:textId="37B79DEB" w:rsidR="0079696D" w:rsidRPr="00BF7CEB" w:rsidRDefault="0079696D" w:rsidP="0079696D">
      <w:pPr>
        <w:pStyle w:val="a4"/>
        <w:numPr>
          <w:ilvl w:val="0"/>
          <w:numId w:val="33"/>
        </w:numPr>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 повинен бути суб’є</w:t>
      </w:r>
      <w:r w:rsidR="00654061" w:rsidRPr="00BF7CEB">
        <w:rPr>
          <w:rFonts w:asciiTheme="minorHAnsi" w:hAnsiTheme="minorHAnsi" w:cstheme="minorHAnsi"/>
          <w:sz w:val="21"/>
          <w:szCs w:val="21"/>
          <w:lang w:val="uk-UA"/>
        </w:rPr>
        <w:t>ктом підприємницької діяльності</w:t>
      </w:r>
      <w:r w:rsidR="002B5381">
        <w:rPr>
          <w:rFonts w:asciiTheme="minorHAnsi" w:hAnsiTheme="minorHAnsi" w:cstheme="minorHAnsi"/>
          <w:sz w:val="21"/>
          <w:szCs w:val="21"/>
          <w:lang w:val="uk-UA"/>
        </w:rPr>
        <w:t xml:space="preserve"> згідно Українського законодавства</w:t>
      </w:r>
      <w:r w:rsidR="00654061" w:rsidRPr="00BF7CEB">
        <w:rPr>
          <w:rFonts w:asciiTheme="minorHAnsi" w:hAnsiTheme="minorHAnsi" w:cstheme="minorHAnsi"/>
          <w:sz w:val="21"/>
          <w:szCs w:val="21"/>
          <w:lang w:val="uk-UA"/>
        </w:rPr>
        <w:t>.</w:t>
      </w:r>
    </w:p>
    <w:p w14:paraId="246CF6A6" w14:textId="0717DBD3" w:rsidR="0079696D" w:rsidRDefault="0079696D" w:rsidP="004B3F87">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w:t>
      </w:r>
      <w:r w:rsidR="00302232" w:rsidRPr="00302232">
        <w:rPr>
          <w:rFonts w:asciiTheme="minorHAnsi" w:hAnsiTheme="minorHAnsi" w:cstheme="minorHAnsi"/>
          <w:sz w:val="21"/>
          <w:szCs w:val="21"/>
        </w:rPr>
        <w:t xml:space="preserve"> </w:t>
      </w:r>
      <w:r w:rsidR="00302232" w:rsidRPr="00A6022C">
        <w:rPr>
          <w:rFonts w:asciiTheme="minorHAnsi" w:hAnsiTheme="minorHAnsi" w:cstheme="minorHAnsi"/>
          <w:sz w:val="21"/>
          <w:szCs w:val="21"/>
          <w:lang w:val="uk-UA"/>
        </w:rPr>
        <w:t>(</w:t>
      </w:r>
      <w:r w:rsidR="004B3F87" w:rsidRPr="00A6022C">
        <w:rPr>
          <w:rFonts w:asciiTheme="minorHAnsi" w:hAnsiTheme="minorHAnsi" w:cstheme="minorHAnsi"/>
          <w:sz w:val="21"/>
          <w:szCs w:val="21"/>
          <w:lang w:val="uk-UA"/>
        </w:rPr>
        <w:t>Перевіряється</w:t>
      </w:r>
      <w:r w:rsidR="00D611F8" w:rsidRPr="00B760DC">
        <w:rPr>
          <w:rFonts w:asciiTheme="minorHAnsi" w:hAnsiTheme="minorHAnsi" w:cstheme="minorHAnsi"/>
          <w:sz w:val="21"/>
          <w:szCs w:val="21"/>
          <w:lang w:val="uk-UA"/>
        </w:rPr>
        <w:t xml:space="preserve"> співробітникам</w:t>
      </w:r>
      <w:r w:rsidR="00A4267C" w:rsidRPr="00B760DC">
        <w:rPr>
          <w:rFonts w:asciiTheme="minorHAnsi" w:hAnsiTheme="minorHAnsi" w:cstheme="minorHAnsi"/>
          <w:sz w:val="21"/>
          <w:szCs w:val="21"/>
          <w:lang w:val="uk-UA"/>
        </w:rPr>
        <w:t>и</w:t>
      </w:r>
      <w:r w:rsidR="001238B6">
        <w:rPr>
          <w:rFonts w:asciiTheme="minorHAnsi" w:hAnsiTheme="minorHAnsi" w:cstheme="minorHAnsi"/>
          <w:sz w:val="21"/>
          <w:szCs w:val="21"/>
          <w:lang w:val="uk-UA"/>
        </w:rPr>
        <w:t xml:space="preserve"> Ф</w:t>
      </w:r>
      <w:r w:rsidR="00D611F8" w:rsidRPr="00B760DC">
        <w:rPr>
          <w:rFonts w:asciiTheme="minorHAnsi" w:hAnsiTheme="minorHAnsi" w:cstheme="minorHAnsi"/>
          <w:sz w:val="21"/>
          <w:szCs w:val="21"/>
          <w:lang w:val="uk-UA"/>
        </w:rPr>
        <w:t>онду через відкриті офіційні джерела)</w:t>
      </w:r>
      <w:r w:rsidR="00654061" w:rsidRPr="00B760DC">
        <w:rPr>
          <w:rFonts w:asciiTheme="minorHAnsi" w:hAnsiTheme="minorHAnsi" w:cstheme="minorHAnsi"/>
          <w:sz w:val="21"/>
          <w:szCs w:val="21"/>
          <w:lang w:val="uk-UA"/>
        </w:rPr>
        <w:t>.</w:t>
      </w:r>
    </w:p>
    <w:p w14:paraId="200A20BB" w14:textId="77777777" w:rsidR="003140F2" w:rsidRDefault="003140F2" w:rsidP="003140F2">
      <w:pPr>
        <w:pStyle w:val="a4"/>
        <w:ind w:left="1080"/>
        <w:jc w:val="both"/>
        <w:rPr>
          <w:rFonts w:asciiTheme="minorHAnsi" w:hAnsiTheme="minorHAnsi" w:cstheme="minorHAnsi"/>
          <w:color w:val="333333"/>
          <w:sz w:val="21"/>
          <w:szCs w:val="21"/>
          <w:lang w:val="uk-UA"/>
        </w:rPr>
      </w:pPr>
    </w:p>
    <w:p w14:paraId="52F0FE3A" w14:textId="337AA70F" w:rsidR="000A7319" w:rsidRPr="003140F2" w:rsidRDefault="003140F2" w:rsidP="003140F2">
      <w:pPr>
        <w:pStyle w:val="a4"/>
        <w:numPr>
          <w:ilvl w:val="0"/>
          <w:numId w:val="36"/>
        </w:numPr>
        <w:jc w:val="both"/>
        <w:rPr>
          <w:rFonts w:asciiTheme="minorHAnsi" w:hAnsiTheme="minorHAnsi" w:cstheme="minorHAnsi"/>
          <w:b/>
          <w:bCs/>
          <w:color w:val="333333"/>
          <w:sz w:val="21"/>
          <w:szCs w:val="21"/>
          <w:lang w:val="uk-UA"/>
        </w:rPr>
      </w:pPr>
      <w:r w:rsidRPr="003140F2">
        <w:rPr>
          <w:rFonts w:asciiTheme="minorHAnsi" w:hAnsiTheme="minorHAnsi" w:cstheme="minorHAnsi"/>
          <w:b/>
          <w:bCs/>
          <w:color w:val="333333"/>
          <w:sz w:val="21"/>
          <w:szCs w:val="21"/>
          <w:lang w:val="uk-UA"/>
        </w:rPr>
        <w:t>І</w:t>
      </w:r>
      <w:r w:rsidRPr="003140F2">
        <w:rPr>
          <w:rFonts w:asciiTheme="minorHAnsi" w:hAnsiTheme="minorHAnsi" w:cstheme="minorHAnsi"/>
          <w:b/>
          <w:bCs/>
          <w:color w:val="333333"/>
          <w:sz w:val="21"/>
          <w:szCs w:val="21"/>
        </w:rPr>
        <w:t>НШ</w:t>
      </w:r>
      <w:r w:rsidRPr="003140F2">
        <w:rPr>
          <w:rFonts w:asciiTheme="minorHAnsi" w:hAnsiTheme="minorHAnsi" w:cstheme="minorHAnsi"/>
          <w:b/>
          <w:bCs/>
          <w:color w:val="333333"/>
          <w:sz w:val="21"/>
          <w:szCs w:val="21"/>
          <w:lang w:val="uk-UA"/>
        </w:rPr>
        <w:t>І ОБОВ'ЯЗКОВІ ВИМОГИ</w:t>
      </w:r>
    </w:p>
    <w:p w14:paraId="2950992E" w14:textId="2A2CD604" w:rsidR="00F249CC" w:rsidRDefault="003E338C" w:rsidP="00F249CC">
      <w:pPr>
        <w:pStyle w:val="a4"/>
        <w:numPr>
          <w:ilvl w:val="0"/>
          <w:numId w:val="33"/>
        </w:numPr>
        <w:rPr>
          <w:rFonts w:asciiTheme="minorHAnsi" w:hAnsiTheme="minorHAnsi" w:cstheme="minorHAnsi"/>
          <w:color w:val="333333"/>
          <w:sz w:val="21"/>
          <w:szCs w:val="21"/>
          <w:lang w:val="uk-UA"/>
        </w:rPr>
      </w:pPr>
      <w:r w:rsidRPr="00F249CC">
        <w:rPr>
          <w:rFonts w:asciiTheme="minorHAnsi" w:hAnsiTheme="minorHAnsi" w:cstheme="minorHAnsi"/>
          <w:b/>
          <w:color w:val="333333"/>
          <w:sz w:val="21"/>
          <w:szCs w:val="21"/>
          <w:lang w:val="uk-UA"/>
        </w:rPr>
        <w:t>Звертаємо вашу увагу</w:t>
      </w:r>
      <w:r w:rsidRPr="00F249CC">
        <w:rPr>
          <w:rFonts w:asciiTheme="minorHAnsi" w:hAnsiTheme="minorHAnsi" w:cstheme="minorHAnsi"/>
          <w:color w:val="333333"/>
          <w:sz w:val="21"/>
          <w:szCs w:val="21"/>
          <w:lang w:val="uk-UA"/>
        </w:rPr>
        <w:t xml:space="preserve"> на обов’язкову умову безготівкового розрахунку за всі товари / послуги між постачальником та БО «БЛАГОДІЙНИЙ ФОНД «РОКАДА».</w:t>
      </w:r>
      <w:r w:rsidR="00F249CC" w:rsidRPr="00F249CC">
        <w:rPr>
          <w:rFonts w:asciiTheme="minorHAnsi" w:hAnsiTheme="minorHAnsi" w:cstheme="minorHAnsi"/>
          <w:color w:val="333333"/>
          <w:sz w:val="21"/>
          <w:szCs w:val="21"/>
          <w:lang w:val="uk-UA"/>
        </w:rPr>
        <w:t xml:space="preserve"> Валюта виконання взаєморозрахунків - </w:t>
      </w:r>
      <w:r w:rsidR="008B5E57">
        <w:rPr>
          <w:rFonts w:asciiTheme="minorHAnsi" w:hAnsiTheme="minorHAnsi" w:cstheme="minorHAnsi"/>
          <w:color w:val="333333"/>
          <w:sz w:val="21"/>
          <w:szCs w:val="21"/>
          <w:lang w:val="uk-UA"/>
        </w:rPr>
        <w:t>украї</w:t>
      </w:r>
      <w:r w:rsidR="008B5E57" w:rsidRPr="008704A3">
        <w:rPr>
          <w:rFonts w:asciiTheme="minorHAnsi" w:hAnsiTheme="minorHAnsi" w:cstheme="minorHAnsi"/>
          <w:color w:val="333333"/>
          <w:sz w:val="21"/>
          <w:szCs w:val="21"/>
          <w:lang w:val="uk-UA"/>
        </w:rPr>
        <w:t>нська</w:t>
      </w:r>
      <w:r w:rsidR="00F249CC" w:rsidRPr="008704A3">
        <w:rPr>
          <w:rFonts w:asciiTheme="minorHAnsi" w:hAnsiTheme="minorHAnsi" w:cstheme="minorHAnsi"/>
          <w:color w:val="333333"/>
          <w:sz w:val="21"/>
          <w:szCs w:val="21"/>
          <w:lang w:val="uk-UA"/>
        </w:rPr>
        <w:t xml:space="preserve"> </w:t>
      </w:r>
      <w:r w:rsidR="00F249CC" w:rsidRPr="00F249CC">
        <w:rPr>
          <w:rFonts w:asciiTheme="minorHAnsi" w:hAnsiTheme="minorHAnsi" w:cstheme="minorHAnsi"/>
          <w:color w:val="333333"/>
          <w:sz w:val="21"/>
          <w:szCs w:val="21"/>
          <w:lang w:val="uk-UA"/>
        </w:rPr>
        <w:t>гривня.</w:t>
      </w:r>
    </w:p>
    <w:p w14:paraId="151B132D" w14:textId="77777777" w:rsidR="00C111DB" w:rsidRPr="00F249CC" w:rsidRDefault="00C111DB" w:rsidP="00C111DB">
      <w:pPr>
        <w:pStyle w:val="a4"/>
        <w:ind w:left="1080"/>
        <w:rPr>
          <w:rFonts w:asciiTheme="minorHAnsi" w:hAnsiTheme="minorHAnsi" w:cstheme="minorHAnsi"/>
          <w:color w:val="333333"/>
          <w:sz w:val="21"/>
          <w:szCs w:val="21"/>
          <w:lang w:val="uk-UA"/>
        </w:rPr>
      </w:pPr>
    </w:p>
    <w:p w14:paraId="56ED2DC9" w14:textId="77777777" w:rsidR="00474D72" w:rsidRPr="00474D72" w:rsidRDefault="00474D72" w:rsidP="00474D72">
      <w:pPr>
        <w:pStyle w:val="a4"/>
        <w:numPr>
          <w:ilvl w:val="0"/>
          <w:numId w:val="33"/>
        </w:numPr>
        <w:rPr>
          <w:rFonts w:asciiTheme="minorHAnsi" w:hAnsiTheme="minorHAnsi" w:cstheme="minorHAnsi"/>
          <w:color w:val="333333"/>
          <w:sz w:val="21"/>
          <w:szCs w:val="21"/>
          <w:lang w:val="uk-UA"/>
        </w:rPr>
      </w:pPr>
      <w:r w:rsidRPr="00474D72">
        <w:rPr>
          <w:rFonts w:asciiTheme="minorHAnsi" w:hAnsiTheme="minorHAnsi" w:cstheme="minorHAnsi"/>
          <w:color w:val="333333"/>
          <w:sz w:val="21"/>
          <w:szCs w:val="21"/>
          <w:lang w:val="uk-UA"/>
        </w:rPr>
        <w:t>Фонд залишає за собою право прийняти тендерну пропозицію або не приймати  будь-яку із отриманих пропозицій.</w:t>
      </w:r>
    </w:p>
    <w:p w14:paraId="0336DE2B" w14:textId="42A95113" w:rsidR="00413613" w:rsidRDefault="00413613" w:rsidP="00413613">
      <w:pPr>
        <w:pStyle w:val="a4"/>
        <w:numPr>
          <w:ilvl w:val="0"/>
          <w:numId w:val="33"/>
        </w:numPr>
        <w:jc w:val="both"/>
        <w:rPr>
          <w:rFonts w:asciiTheme="minorHAnsi" w:hAnsiTheme="minorHAnsi" w:cstheme="minorHAnsi"/>
          <w:color w:val="333333"/>
          <w:sz w:val="21"/>
          <w:szCs w:val="21"/>
          <w:lang w:val="uk-UA"/>
        </w:rPr>
      </w:pPr>
      <w:r w:rsidRPr="00413613">
        <w:rPr>
          <w:rFonts w:asciiTheme="minorHAnsi" w:hAnsiTheme="minorHAnsi" w:cstheme="minorHAnsi"/>
          <w:color w:val="333333"/>
          <w:sz w:val="21"/>
          <w:szCs w:val="21"/>
          <w:lang w:val="uk-UA"/>
        </w:rPr>
        <w:t xml:space="preserve">Пропозиція повинна бути дійсною протягом одного місяця з моменту </w:t>
      </w:r>
      <w:r w:rsidR="00B91FA5" w:rsidRPr="00413613">
        <w:rPr>
          <w:rFonts w:asciiTheme="minorHAnsi" w:hAnsiTheme="minorHAnsi" w:cstheme="minorHAnsi"/>
          <w:color w:val="333333"/>
          <w:sz w:val="21"/>
          <w:szCs w:val="21"/>
          <w:lang w:val="uk-UA"/>
        </w:rPr>
        <w:t>її</w:t>
      </w:r>
      <w:r w:rsidRPr="00413613">
        <w:rPr>
          <w:rFonts w:asciiTheme="minorHAnsi" w:hAnsiTheme="minorHAnsi" w:cstheme="minorHAnsi"/>
          <w:color w:val="333333"/>
          <w:sz w:val="21"/>
          <w:szCs w:val="21"/>
          <w:lang w:val="uk-UA"/>
        </w:rPr>
        <w:t xml:space="preserve"> подачі.</w:t>
      </w:r>
    </w:p>
    <w:p w14:paraId="548B2D52" w14:textId="0C3A1FDC" w:rsidR="00B91FA5" w:rsidRPr="00B91FA5" w:rsidRDefault="00B91FA5" w:rsidP="00413613">
      <w:pPr>
        <w:pStyle w:val="a4"/>
        <w:numPr>
          <w:ilvl w:val="0"/>
          <w:numId w:val="33"/>
        </w:numPr>
        <w:jc w:val="both"/>
        <w:rPr>
          <w:rFonts w:asciiTheme="minorHAnsi" w:hAnsiTheme="minorHAnsi" w:cstheme="minorHAnsi"/>
          <w:color w:val="333333"/>
          <w:sz w:val="21"/>
          <w:szCs w:val="21"/>
          <w:lang w:val="uk-UA"/>
        </w:rPr>
      </w:pPr>
      <w:r>
        <w:rPr>
          <w:sz w:val="21"/>
          <w:szCs w:val="21"/>
          <w:lang w:val="uk-UA"/>
        </w:rPr>
        <w:t>Г</w:t>
      </w:r>
      <w:r w:rsidRPr="00EA5680">
        <w:rPr>
          <w:sz w:val="21"/>
          <w:szCs w:val="21"/>
          <w:lang w:val="uk-UA"/>
        </w:rPr>
        <w:t>рамотний підбір будматеріалів</w:t>
      </w:r>
      <w:r>
        <w:rPr>
          <w:sz w:val="21"/>
          <w:szCs w:val="21"/>
          <w:lang w:val="uk-UA"/>
        </w:rPr>
        <w:t>.</w:t>
      </w:r>
    </w:p>
    <w:p w14:paraId="2CE5016E" w14:textId="5129F3AB" w:rsidR="00B91FA5" w:rsidRPr="00B91FA5" w:rsidRDefault="00B91FA5" w:rsidP="00413613">
      <w:pPr>
        <w:pStyle w:val="a4"/>
        <w:numPr>
          <w:ilvl w:val="0"/>
          <w:numId w:val="33"/>
        </w:numPr>
        <w:jc w:val="both"/>
        <w:rPr>
          <w:rFonts w:asciiTheme="minorHAnsi" w:hAnsiTheme="minorHAnsi" w:cstheme="minorHAnsi"/>
          <w:color w:val="333333"/>
          <w:sz w:val="21"/>
          <w:szCs w:val="21"/>
          <w:lang w:val="uk-UA"/>
        </w:rPr>
      </w:pPr>
      <w:r w:rsidRPr="00EA5680">
        <w:rPr>
          <w:sz w:val="21"/>
          <w:szCs w:val="21"/>
          <w:lang w:val="uk-UA"/>
        </w:rPr>
        <w:t>Професійні консультації фахівців</w:t>
      </w:r>
      <w:r>
        <w:rPr>
          <w:sz w:val="21"/>
          <w:szCs w:val="21"/>
          <w:lang w:val="uk-UA"/>
        </w:rPr>
        <w:t>.</w:t>
      </w:r>
    </w:p>
    <w:p w14:paraId="5175D770" w14:textId="361EA8AE" w:rsidR="00B91FA5" w:rsidRPr="00B91FA5" w:rsidRDefault="00B91FA5" w:rsidP="00413613">
      <w:pPr>
        <w:pStyle w:val="a4"/>
        <w:numPr>
          <w:ilvl w:val="0"/>
          <w:numId w:val="33"/>
        </w:numPr>
        <w:jc w:val="both"/>
        <w:rPr>
          <w:rFonts w:asciiTheme="minorHAnsi" w:hAnsiTheme="minorHAnsi" w:cstheme="minorHAnsi"/>
          <w:color w:val="333333"/>
          <w:sz w:val="21"/>
          <w:szCs w:val="21"/>
          <w:lang w:val="uk-UA"/>
        </w:rPr>
      </w:pPr>
      <w:r>
        <w:rPr>
          <w:sz w:val="21"/>
          <w:szCs w:val="21"/>
          <w:lang w:val="uk-UA"/>
        </w:rPr>
        <w:t>В</w:t>
      </w:r>
      <w:r w:rsidRPr="00EA5680">
        <w:rPr>
          <w:sz w:val="21"/>
          <w:szCs w:val="21"/>
          <w:lang w:val="uk-UA"/>
        </w:rPr>
        <w:t>ласна служба доставки</w:t>
      </w:r>
      <w:r>
        <w:rPr>
          <w:sz w:val="21"/>
          <w:szCs w:val="21"/>
          <w:lang w:val="uk-UA"/>
        </w:rPr>
        <w:t>.</w:t>
      </w:r>
    </w:p>
    <w:p w14:paraId="5139EEC1" w14:textId="39B8FC3D" w:rsidR="00B91FA5" w:rsidRPr="00413613" w:rsidRDefault="00B91FA5" w:rsidP="00413613">
      <w:pPr>
        <w:pStyle w:val="a4"/>
        <w:numPr>
          <w:ilvl w:val="0"/>
          <w:numId w:val="33"/>
        </w:numPr>
        <w:jc w:val="both"/>
        <w:rPr>
          <w:rFonts w:asciiTheme="minorHAnsi" w:hAnsiTheme="minorHAnsi" w:cstheme="minorHAnsi"/>
          <w:color w:val="333333"/>
          <w:sz w:val="21"/>
          <w:szCs w:val="21"/>
          <w:lang w:val="uk-UA"/>
        </w:rPr>
      </w:pPr>
      <w:r>
        <w:rPr>
          <w:sz w:val="21"/>
          <w:szCs w:val="21"/>
          <w:lang w:val="uk-UA"/>
        </w:rPr>
        <w:t>В</w:t>
      </w:r>
      <w:r w:rsidRPr="00B91FA5">
        <w:rPr>
          <w:sz w:val="21"/>
          <w:szCs w:val="21"/>
          <w:lang w:val="uk-UA"/>
        </w:rPr>
        <w:t>часн</w:t>
      </w:r>
      <w:r>
        <w:rPr>
          <w:sz w:val="21"/>
          <w:szCs w:val="21"/>
          <w:lang w:val="uk-UA"/>
        </w:rPr>
        <w:t>е</w:t>
      </w:r>
      <w:r w:rsidRPr="00B91FA5">
        <w:rPr>
          <w:sz w:val="21"/>
          <w:szCs w:val="21"/>
          <w:lang w:val="uk-UA"/>
        </w:rPr>
        <w:t xml:space="preserve"> отрима</w:t>
      </w:r>
      <w:r>
        <w:rPr>
          <w:sz w:val="21"/>
          <w:szCs w:val="21"/>
          <w:lang w:val="uk-UA"/>
        </w:rPr>
        <w:t>ння</w:t>
      </w:r>
      <w:r w:rsidRPr="00B91FA5">
        <w:rPr>
          <w:sz w:val="21"/>
          <w:szCs w:val="21"/>
          <w:lang w:val="uk-UA"/>
        </w:rPr>
        <w:t xml:space="preserve"> придбан</w:t>
      </w:r>
      <w:r>
        <w:rPr>
          <w:sz w:val="21"/>
          <w:szCs w:val="21"/>
          <w:lang w:val="uk-UA"/>
        </w:rPr>
        <w:t>их</w:t>
      </w:r>
      <w:r w:rsidRPr="00B91FA5">
        <w:rPr>
          <w:sz w:val="21"/>
          <w:szCs w:val="21"/>
          <w:lang w:val="uk-UA"/>
        </w:rPr>
        <w:t xml:space="preserve"> матеріал</w:t>
      </w:r>
      <w:r>
        <w:rPr>
          <w:sz w:val="21"/>
          <w:szCs w:val="21"/>
          <w:lang w:val="uk-UA"/>
        </w:rPr>
        <w:t>ів.</w:t>
      </w:r>
    </w:p>
    <w:p w14:paraId="28987196" w14:textId="77777777" w:rsidR="00D90808" w:rsidRPr="00413613" w:rsidRDefault="00D90808" w:rsidP="00D90808">
      <w:pPr>
        <w:pStyle w:val="a4"/>
        <w:ind w:left="1080"/>
        <w:jc w:val="both"/>
        <w:rPr>
          <w:rFonts w:asciiTheme="minorHAnsi" w:hAnsiTheme="minorHAnsi" w:cstheme="minorHAnsi"/>
          <w:color w:val="333333"/>
          <w:sz w:val="21"/>
          <w:szCs w:val="21"/>
          <w:lang w:val="uk-UA"/>
        </w:rPr>
      </w:pPr>
    </w:p>
    <w:p w14:paraId="246CF6AD" w14:textId="014ECF4B" w:rsidR="003E338C" w:rsidRPr="00D90808" w:rsidRDefault="00D90808" w:rsidP="00413613">
      <w:pPr>
        <w:pStyle w:val="a4"/>
        <w:numPr>
          <w:ilvl w:val="0"/>
          <w:numId w:val="36"/>
        </w:numPr>
        <w:jc w:val="both"/>
        <w:rPr>
          <w:rFonts w:asciiTheme="minorHAnsi" w:hAnsiTheme="minorHAnsi" w:cstheme="minorHAnsi"/>
          <w:b/>
          <w:bCs/>
          <w:color w:val="333333"/>
          <w:sz w:val="21"/>
          <w:szCs w:val="21"/>
          <w:lang w:val="uk-UA"/>
        </w:rPr>
      </w:pPr>
      <w:r w:rsidRPr="00D90808">
        <w:rPr>
          <w:rFonts w:asciiTheme="minorHAnsi" w:hAnsiTheme="minorHAnsi" w:cstheme="minorHAnsi"/>
          <w:b/>
          <w:bCs/>
          <w:color w:val="333333"/>
          <w:sz w:val="21"/>
          <w:szCs w:val="21"/>
          <w:lang w:val="uk-UA"/>
        </w:rPr>
        <w:t>РОЗ'ЯСНЕННЯ</w:t>
      </w:r>
    </w:p>
    <w:p w14:paraId="246CF6AE" w14:textId="7FEBE677" w:rsidR="003E338C" w:rsidRPr="00BF7CEB" w:rsidRDefault="00A05CC4" w:rsidP="00413613">
      <w:pPr>
        <w:pStyle w:val="a4"/>
        <w:ind w:left="1080"/>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Учасник у</w:t>
      </w:r>
      <w:r w:rsidR="003E338C" w:rsidRPr="00BF7CEB">
        <w:rPr>
          <w:rFonts w:asciiTheme="minorHAnsi" w:hAnsiTheme="minorHAnsi" w:cstheme="minorHAnsi"/>
          <w:color w:val="333333"/>
          <w:sz w:val="21"/>
          <w:szCs w:val="21"/>
          <w:lang w:val="uk-UA"/>
        </w:rPr>
        <w:t xml:space="preserve"> будь-який момент до </w:t>
      </w:r>
      <w:r w:rsidR="000D6EF2">
        <w:rPr>
          <w:rFonts w:asciiTheme="minorHAnsi" w:hAnsiTheme="minorHAnsi" w:cstheme="minorHAnsi"/>
          <w:color w:val="333333"/>
          <w:sz w:val="21"/>
          <w:szCs w:val="21"/>
          <w:lang w:val="uk-UA"/>
        </w:rPr>
        <w:t>кінцевого терміну</w:t>
      </w:r>
      <w:r w:rsidR="00260F7F" w:rsidRPr="00BF7CEB">
        <w:rPr>
          <w:rFonts w:asciiTheme="minorHAnsi" w:hAnsiTheme="minorHAnsi" w:cstheme="minorHAnsi"/>
          <w:color w:val="333333"/>
          <w:sz w:val="21"/>
          <w:szCs w:val="21"/>
          <w:lang w:val="uk-UA"/>
        </w:rPr>
        <w:t xml:space="preserve"> подання тендерних</w:t>
      </w:r>
      <w:r w:rsidR="003E338C" w:rsidRPr="00BF7CEB">
        <w:rPr>
          <w:rFonts w:asciiTheme="minorHAnsi" w:hAnsiTheme="minorHAnsi" w:cstheme="minorHAnsi"/>
          <w:color w:val="333333"/>
          <w:sz w:val="21"/>
          <w:szCs w:val="21"/>
          <w:lang w:val="uk-UA"/>
        </w:rPr>
        <w:t xml:space="preserve"> пропозицій може звернутися до Фонду за роз’ясненнями або уточненнями стосовно предмету закупівлі на електронну а</w:t>
      </w:r>
      <w:r w:rsidR="000F0BB5" w:rsidRPr="00BF7CEB">
        <w:rPr>
          <w:rFonts w:asciiTheme="minorHAnsi" w:hAnsiTheme="minorHAnsi" w:cstheme="minorHAnsi"/>
          <w:color w:val="333333"/>
          <w:sz w:val="21"/>
          <w:szCs w:val="21"/>
          <w:lang w:val="uk-UA"/>
        </w:rPr>
        <w:t xml:space="preserve">дресу </w:t>
      </w:r>
      <w:r w:rsidR="003E338C" w:rsidRPr="00BF7CEB">
        <w:rPr>
          <w:rFonts w:asciiTheme="minorHAnsi" w:hAnsiTheme="minorHAnsi" w:cstheme="minorHAnsi"/>
          <w:color w:val="333333"/>
          <w:sz w:val="21"/>
          <w:szCs w:val="21"/>
          <w:lang w:val="uk-UA"/>
        </w:rPr>
        <w:t xml:space="preserve"> </w:t>
      </w:r>
      <w:r w:rsidR="003E338C" w:rsidRPr="00BF7CEB">
        <w:rPr>
          <w:rFonts w:asciiTheme="minorHAnsi" w:hAnsiTheme="minorHAnsi" w:cstheme="minorHAnsi"/>
          <w:b/>
          <w:color w:val="0070C0"/>
          <w:sz w:val="21"/>
          <w:szCs w:val="21"/>
          <w:u w:val="single"/>
          <w:lang w:val="uk-UA"/>
        </w:rPr>
        <w:t>i.khrulenko@rokada.org.ua</w:t>
      </w:r>
      <w:r w:rsidR="003E338C" w:rsidRPr="00BF7CEB">
        <w:rPr>
          <w:rFonts w:asciiTheme="minorHAnsi" w:hAnsiTheme="minorHAnsi" w:cstheme="minorHAnsi"/>
          <w:color w:val="333333"/>
          <w:sz w:val="21"/>
          <w:szCs w:val="21"/>
          <w:lang w:val="uk-UA"/>
        </w:rPr>
        <w:t xml:space="preserve"> та отримати відповідь в електронному вигляді. Фонд може в будь-який момент до закінчення строку подання пропози</w:t>
      </w:r>
      <w:r w:rsidR="00736416" w:rsidRPr="00BF7CEB">
        <w:rPr>
          <w:rFonts w:asciiTheme="minorHAnsi" w:hAnsiTheme="minorHAnsi" w:cstheme="minorHAnsi"/>
          <w:color w:val="333333"/>
          <w:sz w:val="21"/>
          <w:szCs w:val="21"/>
          <w:lang w:val="uk-UA"/>
        </w:rPr>
        <w:t>цій внести зміни в запит тендерних</w:t>
      </w:r>
      <w:r w:rsidR="003E338C" w:rsidRPr="00BF7CEB">
        <w:rPr>
          <w:rFonts w:asciiTheme="minorHAnsi" w:hAnsiTheme="minorHAnsi" w:cstheme="minorHAnsi"/>
          <w:color w:val="333333"/>
          <w:sz w:val="21"/>
          <w:szCs w:val="21"/>
          <w:lang w:val="uk-UA"/>
        </w:rPr>
        <w:t xml:space="preserve">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w:t>
      </w:r>
      <w:r w:rsidRPr="00BF7CEB">
        <w:rPr>
          <w:rFonts w:asciiTheme="minorHAnsi" w:hAnsiTheme="minorHAnsi" w:cstheme="minorHAnsi"/>
          <w:color w:val="333333"/>
          <w:sz w:val="21"/>
          <w:szCs w:val="21"/>
          <w:lang w:val="uk-UA"/>
        </w:rPr>
        <w:t>ронньому порядку з поверненням у</w:t>
      </w:r>
      <w:r w:rsidR="003E338C" w:rsidRPr="00BF7CEB">
        <w:rPr>
          <w:rFonts w:asciiTheme="minorHAnsi" w:hAnsiTheme="minorHAnsi" w:cstheme="minorHAnsi"/>
          <w:color w:val="333333"/>
          <w:sz w:val="21"/>
          <w:szCs w:val="21"/>
          <w:lang w:val="uk-UA"/>
        </w:rPr>
        <w:t>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14:paraId="246CF6AF" w14:textId="77777777" w:rsidR="00D861EB" w:rsidRPr="00BF7CEB" w:rsidRDefault="00D861EB" w:rsidP="00D861EB">
      <w:pPr>
        <w:jc w:val="both"/>
        <w:rPr>
          <w:rFonts w:asciiTheme="minorHAnsi" w:hAnsiTheme="minorHAnsi" w:cstheme="minorHAnsi"/>
          <w:b/>
          <w:sz w:val="21"/>
          <w:szCs w:val="21"/>
          <w:lang w:val="uk-UA"/>
        </w:rPr>
      </w:pPr>
    </w:p>
    <w:p w14:paraId="246CF6B0" w14:textId="77777777" w:rsidR="005561C8" w:rsidRPr="00BF7CEB" w:rsidRDefault="00767B9A" w:rsidP="00D861EB">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ВИМОГИ ДО ПОДАННЯ ПРОПОЗИЦІЙ</w:t>
      </w:r>
    </w:p>
    <w:p w14:paraId="246CF6B1" w14:textId="4AFB91D3" w:rsidR="0091406D" w:rsidRPr="00BF7CEB" w:rsidRDefault="0091406D" w:rsidP="009140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надаються шляхом направлення тільки на e</w:t>
      </w:r>
      <w:r w:rsidR="008741B5" w:rsidRPr="00BF7CEB">
        <w:rPr>
          <w:rFonts w:asciiTheme="minorHAnsi" w:hAnsiTheme="minorHAnsi" w:cstheme="minorHAnsi"/>
          <w:sz w:val="21"/>
          <w:szCs w:val="21"/>
          <w:lang w:val="uk-UA"/>
        </w:rPr>
        <w:t>-</w:t>
      </w:r>
      <w:proofErr w:type="spellStart"/>
      <w:r w:rsidRPr="00BF7CEB">
        <w:rPr>
          <w:rFonts w:asciiTheme="minorHAnsi" w:hAnsiTheme="minorHAnsi" w:cstheme="minorHAnsi"/>
          <w:sz w:val="21"/>
          <w:szCs w:val="21"/>
          <w:lang w:val="uk-UA"/>
        </w:rPr>
        <w:t>mail</w:t>
      </w:r>
      <w:proofErr w:type="spellEnd"/>
      <w:r w:rsidRPr="00BF7CEB">
        <w:rPr>
          <w:rFonts w:asciiTheme="minorHAnsi" w:hAnsiTheme="minorHAnsi" w:cstheme="minorHAnsi"/>
          <w:sz w:val="21"/>
          <w:szCs w:val="21"/>
          <w:lang w:val="uk-UA"/>
        </w:rPr>
        <w:t xml:space="preserve">: </w:t>
      </w:r>
      <w:r w:rsidRPr="00BF7CEB">
        <w:rPr>
          <w:rFonts w:asciiTheme="minorHAnsi" w:hAnsiTheme="minorHAnsi" w:cstheme="minorHAnsi"/>
          <w:b/>
          <w:color w:val="0070C0"/>
          <w:sz w:val="21"/>
          <w:szCs w:val="21"/>
          <w:lang w:val="uk-UA"/>
        </w:rPr>
        <w:t>tender@rokada.org.ua</w:t>
      </w:r>
      <w:r w:rsidRPr="00BF7CEB">
        <w:rPr>
          <w:rFonts w:asciiTheme="minorHAnsi" w:hAnsiTheme="minorHAnsi" w:cstheme="minorHAnsi"/>
          <w:sz w:val="21"/>
          <w:szCs w:val="21"/>
          <w:lang w:val="uk-UA"/>
        </w:rPr>
        <w:t xml:space="preserve"> або в паперовому вигляді </w:t>
      </w:r>
      <w:r w:rsidR="00260F7F" w:rsidRPr="00BF7CEB">
        <w:rPr>
          <w:rFonts w:asciiTheme="minorHAnsi" w:hAnsiTheme="minorHAnsi" w:cstheme="minorHAnsi"/>
          <w:sz w:val="21"/>
          <w:szCs w:val="21"/>
          <w:lang w:val="uk-UA"/>
        </w:rPr>
        <w:t>за адресою 03065, Київ-065, а/</w:t>
      </w:r>
      <w:r w:rsidRPr="00BF7CEB">
        <w:rPr>
          <w:rFonts w:asciiTheme="minorHAnsi" w:hAnsiTheme="minorHAnsi" w:cstheme="minorHAnsi"/>
          <w:sz w:val="21"/>
          <w:szCs w:val="21"/>
          <w:lang w:val="uk-UA"/>
        </w:rPr>
        <w:t xml:space="preserve">я 108, </w:t>
      </w:r>
      <w:r w:rsidRPr="00BF7CEB">
        <w:rPr>
          <w:rFonts w:asciiTheme="minorHAnsi" w:hAnsiTheme="minorHAnsi" w:cstheme="minorHAnsi"/>
          <w:color w:val="333333"/>
          <w:sz w:val="21"/>
          <w:szCs w:val="21"/>
          <w:lang w:val="uk-UA"/>
        </w:rPr>
        <w:t>БО «БЛАГОДІЙНИЙ ФОНД «РОКАДА».</w:t>
      </w:r>
      <w:r w:rsidRPr="00BF7CEB">
        <w:rPr>
          <w:rFonts w:asciiTheme="minorHAnsi" w:hAnsiTheme="minorHAnsi" w:cstheme="minorHAnsi"/>
          <w:sz w:val="21"/>
          <w:szCs w:val="21"/>
          <w:lang w:val="uk-UA"/>
        </w:rPr>
        <w:t xml:space="preserve"> не пізніше </w:t>
      </w:r>
      <w:r w:rsidR="001F6ECA" w:rsidRPr="001F6ECA">
        <w:rPr>
          <w:rFonts w:asciiTheme="minorHAnsi" w:hAnsiTheme="minorHAnsi" w:cstheme="minorHAnsi"/>
          <w:b/>
          <w:i/>
          <w:sz w:val="21"/>
          <w:szCs w:val="21"/>
          <w:u w:val="single"/>
        </w:rPr>
        <w:t>28</w:t>
      </w:r>
      <w:r w:rsidRPr="00B37164">
        <w:rPr>
          <w:rFonts w:asciiTheme="minorHAnsi" w:hAnsiTheme="minorHAnsi" w:cstheme="minorHAnsi"/>
          <w:b/>
          <w:i/>
          <w:sz w:val="21"/>
          <w:szCs w:val="21"/>
          <w:u w:val="single"/>
          <w:lang w:val="uk-UA"/>
        </w:rPr>
        <w:t>.</w:t>
      </w:r>
      <w:r w:rsidR="00616C71">
        <w:rPr>
          <w:rFonts w:asciiTheme="minorHAnsi" w:hAnsiTheme="minorHAnsi" w:cstheme="minorHAnsi"/>
          <w:b/>
          <w:i/>
          <w:sz w:val="21"/>
          <w:szCs w:val="21"/>
          <w:u w:val="single"/>
          <w:lang w:val="uk-UA"/>
        </w:rPr>
        <w:t>0</w:t>
      </w:r>
      <w:r w:rsidR="001F6ECA" w:rsidRPr="001F6ECA">
        <w:rPr>
          <w:rFonts w:asciiTheme="minorHAnsi" w:hAnsiTheme="minorHAnsi" w:cstheme="minorHAnsi"/>
          <w:b/>
          <w:i/>
          <w:sz w:val="21"/>
          <w:szCs w:val="21"/>
          <w:u w:val="single"/>
        </w:rPr>
        <w:t>6</w:t>
      </w:r>
      <w:r w:rsidRPr="00B37164">
        <w:rPr>
          <w:rFonts w:asciiTheme="minorHAnsi" w:hAnsiTheme="minorHAnsi" w:cstheme="minorHAnsi"/>
          <w:b/>
          <w:i/>
          <w:sz w:val="21"/>
          <w:szCs w:val="21"/>
          <w:u w:val="single"/>
          <w:lang w:val="uk-UA"/>
        </w:rPr>
        <w:t>.202</w:t>
      </w:r>
      <w:r w:rsidR="00616C71">
        <w:rPr>
          <w:rFonts w:asciiTheme="minorHAnsi" w:hAnsiTheme="minorHAnsi" w:cstheme="minorHAnsi"/>
          <w:b/>
          <w:i/>
          <w:sz w:val="21"/>
          <w:szCs w:val="21"/>
          <w:u w:val="single"/>
          <w:lang w:val="uk-UA"/>
        </w:rPr>
        <w:t>3</w:t>
      </w:r>
      <w:r w:rsidRPr="00B37164">
        <w:rPr>
          <w:rFonts w:asciiTheme="minorHAnsi" w:hAnsiTheme="minorHAnsi" w:cstheme="minorHAnsi"/>
          <w:b/>
          <w:i/>
          <w:sz w:val="21"/>
          <w:szCs w:val="21"/>
          <w:u w:val="single"/>
          <w:lang w:val="uk-UA"/>
        </w:rPr>
        <w:t xml:space="preserve"> – </w:t>
      </w:r>
      <w:r w:rsidRPr="00B37164">
        <w:rPr>
          <w:rFonts w:asciiTheme="minorHAnsi" w:hAnsiTheme="minorHAnsi" w:cstheme="minorHAnsi"/>
          <w:b/>
          <w:i/>
          <w:sz w:val="21"/>
          <w:szCs w:val="21"/>
          <w:u w:val="single"/>
        </w:rPr>
        <w:t>23</w:t>
      </w:r>
      <w:r w:rsidRPr="00B37164">
        <w:rPr>
          <w:rFonts w:asciiTheme="minorHAnsi" w:hAnsiTheme="minorHAnsi" w:cstheme="minorHAnsi"/>
          <w:b/>
          <w:i/>
          <w:sz w:val="21"/>
          <w:szCs w:val="21"/>
          <w:u w:val="single"/>
          <w:lang w:val="uk-UA"/>
        </w:rPr>
        <w:t>:</w:t>
      </w:r>
      <w:r w:rsidRPr="00B37164">
        <w:rPr>
          <w:rFonts w:asciiTheme="minorHAnsi" w:hAnsiTheme="minorHAnsi" w:cstheme="minorHAnsi"/>
          <w:b/>
          <w:i/>
          <w:sz w:val="21"/>
          <w:szCs w:val="21"/>
          <w:u w:val="single"/>
        </w:rPr>
        <w:t>59</w:t>
      </w:r>
      <w:r w:rsidRPr="00B37164">
        <w:rPr>
          <w:rFonts w:asciiTheme="minorHAnsi" w:hAnsiTheme="minorHAnsi" w:cstheme="minorHAnsi"/>
          <w:b/>
          <w:i/>
          <w:sz w:val="21"/>
          <w:szCs w:val="21"/>
          <w:u w:val="single"/>
          <w:lang w:val="uk-UA"/>
        </w:rPr>
        <w:t xml:space="preserve"> UTC+2</w:t>
      </w:r>
      <w:r w:rsidRPr="00B37164">
        <w:rPr>
          <w:rFonts w:asciiTheme="minorHAnsi" w:hAnsiTheme="minorHAnsi" w:cstheme="minorHAnsi"/>
          <w:i/>
          <w:sz w:val="21"/>
          <w:szCs w:val="21"/>
          <w:lang w:val="uk-UA"/>
        </w:rPr>
        <w:t>.</w:t>
      </w:r>
    </w:p>
    <w:p w14:paraId="246CF6B2" w14:textId="77777777" w:rsidR="006C3003" w:rsidRPr="00BF7CEB" w:rsidRDefault="006C3003" w:rsidP="006C300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складатися з наступного комплекту документів: </w:t>
      </w:r>
    </w:p>
    <w:p w14:paraId="246CF6B4" w14:textId="4F3516D5"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Фінансової пропозиції </w:t>
      </w:r>
    </w:p>
    <w:p w14:paraId="246CF6B6" w14:textId="77777777" w:rsidR="006C3003" w:rsidRPr="00BF7CEB" w:rsidRDefault="006C3003" w:rsidP="006B57B5">
      <w:pPr>
        <w:pStyle w:val="a4"/>
        <w:numPr>
          <w:ilvl w:val="0"/>
          <w:numId w:val="39"/>
        </w:numPr>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Копії реєстраційних документів юридичної особи </w:t>
      </w:r>
      <w:r w:rsidR="006B57B5" w:rsidRPr="00BF7CEB">
        <w:rPr>
          <w:rFonts w:asciiTheme="minorHAnsi" w:hAnsiTheme="minorHAnsi" w:cstheme="minorHAnsi"/>
          <w:sz w:val="21"/>
          <w:szCs w:val="21"/>
          <w:lang w:val="uk-UA"/>
        </w:rPr>
        <w:t>(Свідоцтво про державну реєстрацію, Витяг з ЄДРПОУ та Свідоцтво платника ПДВ (за наявністю)</w:t>
      </w:r>
    </w:p>
    <w:p w14:paraId="246CF6B9" w14:textId="0AE58E1D" w:rsidR="000D097B" w:rsidRPr="00BF7CE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бути складена українською мовою. </w:t>
      </w:r>
    </w:p>
    <w:p w14:paraId="6CB2C2CB" w14:textId="52C52EC3" w:rsidR="007A389D" w:rsidRDefault="0026385E" w:rsidP="00E019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Форма фінансової пропозиції повин</w:t>
      </w:r>
      <w:r w:rsidR="00095A8C">
        <w:rPr>
          <w:rFonts w:asciiTheme="minorHAnsi" w:hAnsiTheme="minorHAnsi" w:cstheme="minorHAnsi"/>
          <w:sz w:val="21"/>
          <w:szCs w:val="21"/>
          <w:lang w:val="uk-UA"/>
        </w:rPr>
        <w:t>на</w:t>
      </w:r>
      <w:r w:rsidRPr="00BF7CEB">
        <w:rPr>
          <w:rFonts w:asciiTheme="minorHAnsi" w:hAnsiTheme="minorHAnsi" w:cstheme="minorHAnsi"/>
          <w:sz w:val="21"/>
          <w:szCs w:val="21"/>
          <w:lang w:val="uk-UA"/>
        </w:rPr>
        <w:t xml:space="preserve"> бути заповнен</w:t>
      </w:r>
      <w:r w:rsidR="00095A8C">
        <w:rPr>
          <w:rFonts w:asciiTheme="minorHAnsi" w:hAnsiTheme="minorHAnsi" w:cstheme="minorHAnsi"/>
          <w:sz w:val="21"/>
          <w:szCs w:val="21"/>
          <w:lang w:val="uk-UA"/>
        </w:rPr>
        <w:t>а</w:t>
      </w:r>
      <w:r w:rsidR="000221A6" w:rsidRPr="00BF7CEB">
        <w:rPr>
          <w:rFonts w:asciiTheme="minorHAnsi" w:hAnsiTheme="minorHAnsi" w:cstheme="minorHAnsi"/>
          <w:sz w:val="21"/>
          <w:szCs w:val="21"/>
          <w:lang w:val="uk-UA"/>
        </w:rPr>
        <w:t xml:space="preserve"> за встановленою формою</w:t>
      </w:r>
      <w:r w:rsidR="00772A52" w:rsidRPr="00BF7CEB">
        <w:rPr>
          <w:rFonts w:asciiTheme="minorHAnsi" w:hAnsiTheme="minorHAnsi" w:cstheme="minorHAnsi"/>
          <w:sz w:val="21"/>
          <w:szCs w:val="21"/>
          <w:lang w:val="uk-UA"/>
        </w:rPr>
        <w:t xml:space="preserve"> з використанням у</w:t>
      </w:r>
      <w:r w:rsidRPr="00BF7CEB">
        <w:rPr>
          <w:rFonts w:asciiTheme="minorHAnsi" w:hAnsiTheme="minorHAnsi" w:cstheme="minorHAnsi"/>
          <w:sz w:val="21"/>
          <w:szCs w:val="21"/>
          <w:lang w:val="uk-UA"/>
        </w:rPr>
        <w:t>країнської гривні в якості валюти. Дана пропозиція має враховувати всі знижки, податки, комісії та збори, які можуть бути застосовані в ході надання послуг, зазначених у даному Запиті.</w:t>
      </w:r>
    </w:p>
    <w:p w14:paraId="246CF6BE" w14:textId="77777777" w:rsidR="004B59FF" w:rsidRPr="00BF7CEB" w:rsidRDefault="004B59FF" w:rsidP="004B59FF">
      <w:pPr>
        <w:pStyle w:val="a4"/>
        <w:ind w:left="1080"/>
        <w:jc w:val="both"/>
        <w:rPr>
          <w:rFonts w:asciiTheme="minorHAnsi" w:hAnsiTheme="minorHAnsi" w:cstheme="minorHAnsi"/>
          <w:sz w:val="21"/>
          <w:szCs w:val="21"/>
          <w:lang w:val="uk-UA"/>
        </w:rPr>
      </w:pPr>
    </w:p>
    <w:p w14:paraId="246CF6BF" w14:textId="7D383195" w:rsidR="00644335" w:rsidRPr="00BF7CEB" w:rsidRDefault="00C96A58" w:rsidP="00123D6D">
      <w:pPr>
        <w:pStyle w:val="a4"/>
        <w:numPr>
          <w:ilvl w:val="0"/>
          <w:numId w:val="36"/>
        </w:numPr>
        <w:jc w:val="both"/>
        <w:rPr>
          <w:rFonts w:asciiTheme="minorHAnsi" w:hAnsiTheme="minorHAnsi" w:cstheme="minorHAnsi"/>
          <w:b/>
          <w:sz w:val="21"/>
          <w:szCs w:val="21"/>
          <w:lang w:val="uk-UA"/>
        </w:rPr>
      </w:pPr>
      <w:r>
        <w:rPr>
          <w:rFonts w:asciiTheme="minorHAnsi" w:hAnsiTheme="minorHAnsi" w:cstheme="minorHAnsi"/>
          <w:b/>
          <w:sz w:val="21"/>
          <w:szCs w:val="21"/>
          <w:lang w:val="uk-UA"/>
        </w:rPr>
        <w:t>ВИМОГИ ДО ХАРАКТЕР</w:t>
      </w:r>
      <w:r w:rsidR="004363AC">
        <w:rPr>
          <w:rFonts w:asciiTheme="minorHAnsi" w:hAnsiTheme="minorHAnsi" w:cstheme="minorHAnsi"/>
          <w:b/>
          <w:sz w:val="21"/>
          <w:szCs w:val="21"/>
          <w:lang w:val="uk-UA"/>
        </w:rPr>
        <w:t>И</w:t>
      </w:r>
      <w:r>
        <w:rPr>
          <w:rFonts w:asciiTheme="minorHAnsi" w:hAnsiTheme="minorHAnsi" w:cstheme="minorHAnsi"/>
          <w:b/>
          <w:sz w:val="21"/>
          <w:szCs w:val="21"/>
          <w:lang w:val="uk-UA"/>
        </w:rPr>
        <w:t>СТИК ТОВАРУ</w:t>
      </w:r>
    </w:p>
    <w:p w14:paraId="631C2A9F" w14:textId="7DDB25C6" w:rsidR="00ED2714" w:rsidRDefault="000239D3" w:rsidP="00ED2714">
      <w:pPr>
        <w:pStyle w:val="a4"/>
        <w:numPr>
          <w:ilvl w:val="0"/>
          <w:numId w:val="41"/>
        </w:numPr>
        <w:jc w:val="both"/>
        <w:rPr>
          <w:sz w:val="21"/>
          <w:szCs w:val="21"/>
          <w:lang w:val="uk-UA"/>
        </w:rPr>
      </w:pPr>
      <w:r>
        <w:rPr>
          <w:sz w:val="21"/>
          <w:szCs w:val="21"/>
          <w:lang w:val="uk-UA"/>
        </w:rPr>
        <w:t>С</w:t>
      </w:r>
      <w:r w:rsidRPr="000239D3">
        <w:rPr>
          <w:sz w:val="21"/>
          <w:szCs w:val="21"/>
          <w:lang w:val="uk-UA"/>
        </w:rPr>
        <w:t>ертифік</w:t>
      </w:r>
      <w:r>
        <w:rPr>
          <w:sz w:val="21"/>
          <w:szCs w:val="21"/>
          <w:lang w:val="uk-UA"/>
        </w:rPr>
        <w:t>ація будматеріалів</w:t>
      </w:r>
      <w:r w:rsidRPr="000239D3">
        <w:rPr>
          <w:sz w:val="21"/>
          <w:szCs w:val="21"/>
          <w:lang w:val="uk-UA"/>
        </w:rPr>
        <w:t xml:space="preserve">, </w:t>
      </w:r>
      <w:r>
        <w:rPr>
          <w:sz w:val="21"/>
          <w:szCs w:val="21"/>
          <w:lang w:val="uk-UA"/>
        </w:rPr>
        <w:t xml:space="preserve">які </w:t>
      </w:r>
      <w:r w:rsidRPr="000239D3">
        <w:rPr>
          <w:sz w:val="21"/>
          <w:szCs w:val="21"/>
          <w:lang w:val="uk-UA"/>
        </w:rPr>
        <w:t>пройшли експертизи якості</w:t>
      </w:r>
      <w:r>
        <w:rPr>
          <w:sz w:val="21"/>
          <w:szCs w:val="21"/>
          <w:lang w:val="uk-UA"/>
        </w:rPr>
        <w:t xml:space="preserve"> </w:t>
      </w:r>
    </w:p>
    <w:p w14:paraId="33B01CD6" w14:textId="6CFD98EB" w:rsidR="0090639B" w:rsidRDefault="0090639B" w:rsidP="0090639B">
      <w:pPr>
        <w:pStyle w:val="a4"/>
        <w:numPr>
          <w:ilvl w:val="0"/>
          <w:numId w:val="41"/>
        </w:numPr>
        <w:jc w:val="both"/>
        <w:rPr>
          <w:sz w:val="21"/>
          <w:szCs w:val="21"/>
          <w:lang w:val="uk-UA"/>
        </w:rPr>
      </w:pPr>
      <w:r>
        <w:rPr>
          <w:sz w:val="21"/>
          <w:szCs w:val="21"/>
          <w:lang w:val="uk-UA"/>
        </w:rPr>
        <w:t>В</w:t>
      </w:r>
      <w:r w:rsidRPr="000239D3">
        <w:rPr>
          <w:sz w:val="21"/>
          <w:szCs w:val="21"/>
          <w:lang w:val="uk-UA"/>
        </w:rPr>
        <w:t>ідпові</w:t>
      </w:r>
      <w:r>
        <w:rPr>
          <w:sz w:val="21"/>
          <w:szCs w:val="21"/>
          <w:lang w:val="uk-UA"/>
        </w:rPr>
        <w:t>дність</w:t>
      </w:r>
      <w:r w:rsidRPr="000239D3">
        <w:rPr>
          <w:sz w:val="21"/>
          <w:szCs w:val="21"/>
          <w:lang w:val="uk-UA"/>
        </w:rPr>
        <w:t xml:space="preserve"> міжнародним вимогам пожежної та екологічної безпеки</w:t>
      </w:r>
    </w:p>
    <w:p w14:paraId="1287F498" w14:textId="780D51BF" w:rsidR="0090639B" w:rsidRDefault="0090639B" w:rsidP="00ED2714">
      <w:pPr>
        <w:pStyle w:val="a4"/>
        <w:numPr>
          <w:ilvl w:val="0"/>
          <w:numId w:val="41"/>
        </w:numPr>
        <w:jc w:val="both"/>
        <w:rPr>
          <w:sz w:val="21"/>
          <w:szCs w:val="21"/>
          <w:lang w:val="uk-UA"/>
        </w:rPr>
      </w:pPr>
      <w:r>
        <w:rPr>
          <w:sz w:val="21"/>
          <w:szCs w:val="21"/>
          <w:lang w:val="uk-UA"/>
        </w:rPr>
        <w:t>Високі споживчі властивості</w:t>
      </w:r>
    </w:p>
    <w:p w14:paraId="4A9BF0CD" w14:textId="28D36CE0" w:rsidR="00ED2714" w:rsidRDefault="00ED2714" w:rsidP="00ED2714">
      <w:pPr>
        <w:pStyle w:val="a4"/>
        <w:numPr>
          <w:ilvl w:val="0"/>
          <w:numId w:val="41"/>
        </w:numPr>
        <w:jc w:val="both"/>
        <w:rPr>
          <w:sz w:val="21"/>
          <w:szCs w:val="21"/>
          <w:lang w:val="uk-UA"/>
        </w:rPr>
      </w:pPr>
      <w:r>
        <w:rPr>
          <w:sz w:val="21"/>
          <w:szCs w:val="21"/>
          <w:lang w:val="uk-UA"/>
        </w:rPr>
        <w:t>На</w:t>
      </w:r>
      <w:r w:rsidR="0090639B">
        <w:rPr>
          <w:sz w:val="21"/>
          <w:szCs w:val="21"/>
          <w:lang w:val="uk-UA"/>
        </w:rPr>
        <w:t>дійна упаковка</w:t>
      </w:r>
    </w:p>
    <w:p w14:paraId="5B71B68C" w14:textId="77777777" w:rsidR="00ED2714" w:rsidRDefault="00ED2714" w:rsidP="00ED2714">
      <w:pPr>
        <w:pStyle w:val="a4"/>
        <w:numPr>
          <w:ilvl w:val="0"/>
          <w:numId w:val="41"/>
        </w:numPr>
        <w:jc w:val="both"/>
        <w:rPr>
          <w:sz w:val="21"/>
          <w:szCs w:val="21"/>
          <w:lang w:val="uk-UA"/>
        </w:rPr>
      </w:pPr>
      <w:r>
        <w:rPr>
          <w:sz w:val="21"/>
          <w:szCs w:val="21"/>
          <w:lang w:val="uk-UA"/>
        </w:rPr>
        <w:t xml:space="preserve">Надійні та відомі бренди </w:t>
      </w:r>
    </w:p>
    <w:p w14:paraId="5DFF8BE7" w14:textId="77777777" w:rsidR="002014B1" w:rsidRDefault="002014B1" w:rsidP="003D29D1">
      <w:pPr>
        <w:pStyle w:val="a4"/>
        <w:ind w:left="1080"/>
        <w:jc w:val="both"/>
        <w:rPr>
          <w:rFonts w:asciiTheme="minorHAnsi" w:hAnsiTheme="minorHAnsi" w:cstheme="minorHAnsi"/>
          <w:sz w:val="21"/>
          <w:szCs w:val="21"/>
          <w:lang w:val="uk-UA"/>
        </w:rPr>
      </w:pPr>
    </w:p>
    <w:p w14:paraId="352393A8" w14:textId="77777777" w:rsidR="002014B1" w:rsidRPr="00BF7CEB" w:rsidRDefault="002014B1" w:rsidP="002014B1">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ОЦІНКА ПРОПОЗИЦІЙ</w:t>
      </w:r>
    </w:p>
    <w:p w14:paraId="30E45166" w14:textId="0A2CAEBB" w:rsidR="002014B1" w:rsidRPr="00BF7CEB" w:rsidRDefault="002014B1" w:rsidP="002014B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Пропозиція, що відповідає всім вимогам</w:t>
      </w:r>
      <w:r w:rsidR="004363AC">
        <w:rPr>
          <w:rFonts w:asciiTheme="minorHAnsi" w:hAnsiTheme="minorHAnsi" w:cstheme="minorHAnsi"/>
          <w:sz w:val="21"/>
          <w:szCs w:val="21"/>
          <w:lang w:val="uk-UA"/>
        </w:rPr>
        <w:t xml:space="preserve"> до характеристик товару</w:t>
      </w:r>
      <w:r w:rsidRPr="00BF7CEB">
        <w:rPr>
          <w:rFonts w:asciiTheme="minorHAnsi" w:hAnsiTheme="minorHAnsi" w:cstheme="minorHAnsi"/>
          <w:sz w:val="21"/>
          <w:szCs w:val="21"/>
          <w:lang w:val="uk-UA"/>
        </w:rPr>
        <w:t xml:space="preserve"> та має найнижчу ціну, буде визнана найкращою.</w:t>
      </w:r>
    </w:p>
    <w:p w14:paraId="421386D4" w14:textId="2D55D94C" w:rsidR="002014B1" w:rsidRDefault="002014B1" w:rsidP="002014B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Надаючи свою пропозицію, учасник підтверджує відповідність її </w:t>
      </w:r>
      <w:r w:rsidR="00833524" w:rsidRPr="00BF7CEB">
        <w:rPr>
          <w:rFonts w:asciiTheme="minorHAnsi" w:hAnsiTheme="minorHAnsi" w:cstheme="minorHAnsi"/>
          <w:sz w:val="21"/>
          <w:szCs w:val="21"/>
          <w:lang w:val="uk-UA"/>
        </w:rPr>
        <w:t>вимогам</w:t>
      </w:r>
      <w:r w:rsidR="00833524">
        <w:rPr>
          <w:rFonts w:asciiTheme="minorHAnsi" w:hAnsiTheme="minorHAnsi" w:cstheme="minorHAnsi"/>
          <w:sz w:val="21"/>
          <w:szCs w:val="21"/>
          <w:lang w:val="uk-UA"/>
        </w:rPr>
        <w:t xml:space="preserve"> до характеристик товару</w:t>
      </w:r>
      <w:r w:rsidRPr="00BF7CEB">
        <w:rPr>
          <w:rFonts w:asciiTheme="minorHAnsi" w:hAnsiTheme="minorHAnsi" w:cstheme="minorHAnsi"/>
          <w:sz w:val="21"/>
          <w:szCs w:val="21"/>
          <w:lang w:val="uk-UA"/>
        </w:rPr>
        <w:t>, викладеним у цьому Запрошенні.</w:t>
      </w:r>
    </w:p>
    <w:p w14:paraId="10CE7A40" w14:textId="430AC987" w:rsidR="00212BE0" w:rsidRDefault="004830DD" w:rsidP="00212BE0">
      <w:pPr>
        <w:ind w:left="720"/>
        <w:jc w:val="both"/>
        <w:rPr>
          <w:rFonts w:ascii="Calibri" w:hAnsi="Calibri"/>
          <w:sz w:val="21"/>
          <w:szCs w:val="21"/>
          <w:lang w:val="uk-UA"/>
        </w:rPr>
      </w:pPr>
      <w:bookmarkStart w:id="1" w:name="_Hlk137747624"/>
      <w:r w:rsidRPr="004830DD">
        <w:rPr>
          <w:rFonts w:ascii="Calibri" w:hAnsi="Calibri"/>
          <w:b/>
          <w:sz w:val="21"/>
          <w:szCs w:val="21"/>
          <w:lang w:val="uk-UA"/>
        </w:rPr>
        <w:t>Додаток 1.</w:t>
      </w:r>
      <w:r>
        <w:rPr>
          <w:rFonts w:ascii="Calibri" w:hAnsi="Calibri"/>
          <w:sz w:val="21"/>
          <w:szCs w:val="21"/>
          <w:lang w:val="uk-UA"/>
        </w:rPr>
        <w:t xml:space="preserve"> Деталізація запиту на закупівлю будматеріалів.</w:t>
      </w:r>
      <w:bookmarkEnd w:id="1"/>
    </w:p>
    <w:sectPr w:rsidR="00212BE0" w:rsidSect="00CF01B8">
      <w:footerReference w:type="default" r:id="rId10"/>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F6C40" w14:textId="77777777" w:rsidR="008F62B4" w:rsidRDefault="008F62B4" w:rsidP="00FA4D7E">
      <w:r>
        <w:separator/>
      </w:r>
    </w:p>
  </w:endnote>
  <w:endnote w:type="continuationSeparator" w:id="0">
    <w:p w14:paraId="41457E73" w14:textId="77777777" w:rsidR="008F62B4" w:rsidRDefault="008F62B4"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F6CD" w14:textId="77777777" w:rsidR="005F1448" w:rsidRPr="00B9287D" w:rsidRDefault="008F62B4"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246CF6CE" wp14:editId="246CF6CF">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46CF6C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246CF6D0" wp14:editId="246CF6D1">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5284FBF"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F74A5" w14:textId="77777777" w:rsidR="008F62B4" w:rsidRDefault="008F62B4" w:rsidP="00FA4D7E">
      <w:r>
        <w:separator/>
      </w:r>
    </w:p>
  </w:footnote>
  <w:footnote w:type="continuationSeparator" w:id="0">
    <w:p w14:paraId="360FA6E2" w14:textId="77777777" w:rsidR="008F62B4" w:rsidRDefault="008F62B4"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E"/>
    <w:multiLevelType w:val="hybridMultilevel"/>
    <w:tmpl w:val="C71E5658"/>
    <w:lvl w:ilvl="0" w:tplc="E2EE6D84">
      <w:start w:val="1"/>
      <w:numFmt w:val="bullet"/>
      <w:lvlText w:val="o"/>
      <w:lvlJc w:val="left"/>
      <w:pPr>
        <w:ind w:left="1080" w:hanging="360"/>
      </w:pPr>
      <w:rPr>
        <w:rFonts w:ascii="Courier New" w:hAnsi="Courier New" w:cs="Courier New" w:hint="default"/>
        <w:lang w:val="uk-UA"/>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55327D"/>
    <w:multiLevelType w:val="hybridMultilevel"/>
    <w:tmpl w:val="602CF4F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5"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0"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6"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F2054E0"/>
    <w:multiLevelType w:val="hybridMultilevel"/>
    <w:tmpl w:val="E8ACBF96"/>
    <w:lvl w:ilvl="0" w:tplc="F17830DE">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6CA56D4"/>
    <w:multiLevelType w:val="hybridMultilevel"/>
    <w:tmpl w:val="643856B6"/>
    <w:lvl w:ilvl="0" w:tplc="D9902074">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CF1699"/>
    <w:multiLevelType w:val="hybridMultilevel"/>
    <w:tmpl w:val="3C4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BD6E72"/>
    <w:multiLevelType w:val="hybridMultilevel"/>
    <w:tmpl w:val="91E80C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29"/>
  </w:num>
  <w:num w:numId="3">
    <w:abstractNumId w:val="7"/>
  </w:num>
  <w:num w:numId="4">
    <w:abstractNumId w:val="33"/>
  </w:num>
  <w:num w:numId="5">
    <w:abstractNumId w:val="14"/>
  </w:num>
  <w:num w:numId="6">
    <w:abstractNumId w:val="11"/>
  </w:num>
  <w:num w:numId="7">
    <w:abstractNumId w:val="8"/>
  </w:num>
  <w:num w:numId="8">
    <w:abstractNumId w:val="37"/>
  </w:num>
  <w:num w:numId="9">
    <w:abstractNumId w:val="22"/>
  </w:num>
  <w:num w:numId="10">
    <w:abstractNumId w:val="5"/>
  </w:num>
  <w:num w:numId="11">
    <w:abstractNumId w:val="34"/>
  </w:num>
  <w:num w:numId="12">
    <w:abstractNumId w:val="17"/>
  </w:num>
  <w:num w:numId="13">
    <w:abstractNumId w:val="10"/>
  </w:num>
  <w:num w:numId="14">
    <w:abstractNumId w:val="4"/>
  </w:num>
  <w:num w:numId="15">
    <w:abstractNumId w:val="9"/>
  </w:num>
  <w:num w:numId="16">
    <w:abstractNumId w:val="25"/>
  </w:num>
  <w:num w:numId="17">
    <w:abstractNumId w:val="1"/>
  </w:num>
  <w:num w:numId="18">
    <w:abstractNumId w:val="40"/>
  </w:num>
  <w:num w:numId="19">
    <w:abstractNumId w:val="20"/>
  </w:num>
  <w:num w:numId="20">
    <w:abstractNumId w:val="19"/>
  </w:num>
  <w:num w:numId="21">
    <w:abstractNumId w:val="16"/>
  </w:num>
  <w:num w:numId="22">
    <w:abstractNumId w:val="23"/>
  </w:num>
  <w:num w:numId="23">
    <w:abstractNumId w:val="6"/>
  </w:num>
  <w:num w:numId="24">
    <w:abstractNumId w:val="3"/>
  </w:num>
  <w:num w:numId="25">
    <w:abstractNumId w:val="24"/>
  </w:num>
  <w:num w:numId="26">
    <w:abstractNumId w:val="28"/>
  </w:num>
  <w:num w:numId="27">
    <w:abstractNumId w:val="21"/>
  </w:num>
  <w:num w:numId="28">
    <w:abstractNumId w:val="38"/>
  </w:num>
  <w:num w:numId="29">
    <w:abstractNumId w:val="18"/>
  </w:num>
  <w:num w:numId="30">
    <w:abstractNumId w:val="36"/>
  </w:num>
  <w:num w:numId="31">
    <w:abstractNumId w:val="39"/>
  </w:num>
  <w:num w:numId="32">
    <w:abstractNumId w:val="30"/>
  </w:num>
  <w:num w:numId="33">
    <w:abstractNumId w:val="31"/>
  </w:num>
  <w:num w:numId="34">
    <w:abstractNumId w:val="12"/>
  </w:num>
  <w:num w:numId="35">
    <w:abstractNumId w:val="15"/>
  </w:num>
  <w:num w:numId="36">
    <w:abstractNumId w:val="26"/>
  </w:num>
  <w:num w:numId="37">
    <w:abstractNumId w:val="35"/>
  </w:num>
  <w:num w:numId="38">
    <w:abstractNumId w:val="32"/>
  </w:num>
  <w:num w:numId="39">
    <w:abstractNumId w:val="27"/>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TcxMDQ1NjA1szBR0lEKTi0uzszPAykwrAUArT77ACwAAAA="/>
  </w:docVars>
  <w:rsids>
    <w:rsidRoot w:val="00FC69E2"/>
    <w:rsid w:val="00000E68"/>
    <w:rsid w:val="00002F4E"/>
    <w:rsid w:val="000038E4"/>
    <w:rsid w:val="00005A92"/>
    <w:rsid w:val="00014A55"/>
    <w:rsid w:val="00020094"/>
    <w:rsid w:val="00020A1D"/>
    <w:rsid w:val="000221A6"/>
    <w:rsid w:val="000239D3"/>
    <w:rsid w:val="00030ED6"/>
    <w:rsid w:val="00032591"/>
    <w:rsid w:val="00035E95"/>
    <w:rsid w:val="000371EE"/>
    <w:rsid w:val="000401E3"/>
    <w:rsid w:val="00040279"/>
    <w:rsid w:val="000456DE"/>
    <w:rsid w:val="00046986"/>
    <w:rsid w:val="00047579"/>
    <w:rsid w:val="00047698"/>
    <w:rsid w:val="00050D90"/>
    <w:rsid w:val="00051DA2"/>
    <w:rsid w:val="0005249B"/>
    <w:rsid w:val="00053A9C"/>
    <w:rsid w:val="00054998"/>
    <w:rsid w:val="00057AF8"/>
    <w:rsid w:val="00060114"/>
    <w:rsid w:val="00061AFD"/>
    <w:rsid w:val="00062310"/>
    <w:rsid w:val="000649C2"/>
    <w:rsid w:val="00066811"/>
    <w:rsid w:val="00073F50"/>
    <w:rsid w:val="00074E52"/>
    <w:rsid w:val="00083372"/>
    <w:rsid w:val="00084715"/>
    <w:rsid w:val="00084963"/>
    <w:rsid w:val="00086886"/>
    <w:rsid w:val="000869FE"/>
    <w:rsid w:val="000901D9"/>
    <w:rsid w:val="00091382"/>
    <w:rsid w:val="00092B36"/>
    <w:rsid w:val="00095A8C"/>
    <w:rsid w:val="000971EC"/>
    <w:rsid w:val="000A1E67"/>
    <w:rsid w:val="000A3459"/>
    <w:rsid w:val="000A4A96"/>
    <w:rsid w:val="000A7319"/>
    <w:rsid w:val="000B0B0C"/>
    <w:rsid w:val="000B5616"/>
    <w:rsid w:val="000B5A32"/>
    <w:rsid w:val="000C3D40"/>
    <w:rsid w:val="000C4560"/>
    <w:rsid w:val="000C4935"/>
    <w:rsid w:val="000C5127"/>
    <w:rsid w:val="000D097B"/>
    <w:rsid w:val="000D48F4"/>
    <w:rsid w:val="000D55A0"/>
    <w:rsid w:val="000D6EF2"/>
    <w:rsid w:val="000E1141"/>
    <w:rsid w:val="000E3433"/>
    <w:rsid w:val="000E610A"/>
    <w:rsid w:val="000E657F"/>
    <w:rsid w:val="000F0BB5"/>
    <w:rsid w:val="000F2DC8"/>
    <w:rsid w:val="00101562"/>
    <w:rsid w:val="0010189C"/>
    <w:rsid w:val="001024A9"/>
    <w:rsid w:val="00102AEA"/>
    <w:rsid w:val="00111BA8"/>
    <w:rsid w:val="00111CE8"/>
    <w:rsid w:val="00113B7C"/>
    <w:rsid w:val="00115C39"/>
    <w:rsid w:val="001165BD"/>
    <w:rsid w:val="00117B1A"/>
    <w:rsid w:val="00120A4F"/>
    <w:rsid w:val="001238B6"/>
    <w:rsid w:val="00123D6D"/>
    <w:rsid w:val="001308F2"/>
    <w:rsid w:val="0013301A"/>
    <w:rsid w:val="001401D8"/>
    <w:rsid w:val="00140FA3"/>
    <w:rsid w:val="00141759"/>
    <w:rsid w:val="0014306D"/>
    <w:rsid w:val="00151294"/>
    <w:rsid w:val="00156BEF"/>
    <w:rsid w:val="00156C44"/>
    <w:rsid w:val="00157BDE"/>
    <w:rsid w:val="0016347A"/>
    <w:rsid w:val="0016357F"/>
    <w:rsid w:val="00171004"/>
    <w:rsid w:val="00171BAD"/>
    <w:rsid w:val="00173900"/>
    <w:rsid w:val="00177CC1"/>
    <w:rsid w:val="001866CF"/>
    <w:rsid w:val="00193810"/>
    <w:rsid w:val="00193C62"/>
    <w:rsid w:val="00195C35"/>
    <w:rsid w:val="00196B96"/>
    <w:rsid w:val="00196D26"/>
    <w:rsid w:val="001A207D"/>
    <w:rsid w:val="001A48B4"/>
    <w:rsid w:val="001A4B67"/>
    <w:rsid w:val="001A61F8"/>
    <w:rsid w:val="001A6548"/>
    <w:rsid w:val="001B023C"/>
    <w:rsid w:val="001B5BD3"/>
    <w:rsid w:val="001B6544"/>
    <w:rsid w:val="001B7F19"/>
    <w:rsid w:val="001C087F"/>
    <w:rsid w:val="001C41D1"/>
    <w:rsid w:val="001C5429"/>
    <w:rsid w:val="001D4682"/>
    <w:rsid w:val="001D6F72"/>
    <w:rsid w:val="001E0B93"/>
    <w:rsid w:val="001E24CD"/>
    <w:rsid w:val="001E448D"/>
    <w:rsid w:val="001E52B6"/>
    <w:rsid w:val="001E5DC0"/>
    <w:rsid w:val="001E6083"/>
    <w:rsid w:val="001F23A3"/>
    <w:rsid w:val="001F4962"/>
    <w:rsid w:val="001F4DA8"/>
    <w:rsid w:val="001F6D17"/>
    <w:rsid w:val="001F6ECA"/>
    <w:rsid w:val="002014B1"/>
    <w:rsid w:val="00202DA6"/>
    <w:rsid w:val="00212BE0"/>
    <w:rsid w:val="0021581B"/>
    <w:rsid w:val="00215838"/>
    <w:rsid w:val="00221827"/>
    <w:rsid w:val="002261AF"/>
    <w:rsid w:val="00230853"/>
    <w:rsid w:val="00232A95"/>
    <w:rsid w:val="002332FC"/>
    <w:rsid w:val="00234FA9"/>
    <w:rsid w:val="002418F3"/>
    <w:rsid w:val="00243AA2"/>
    <w:rsid w:val="00244545"/>
    <w:rsid w:val="00247F70"/>
    <w:rsid w:val="002565AB"/>
    <w:rsid w:val="00260F7F"/>
    <w:rsid w:val="0026385E"/>
    <w:rsid w:val="00264A31"/>
    <w:rsid w:val="00265924"/>
    <w:rsid w:val="00266A90"/>
    <w:rsid w:val="00267156"/>
    <w:rsid w:val="00267268"/>
    <w:rsid w:val="00276A83"/>
    <w:rsid w:val="002830CD"/>
    <w:rsid w:val="0028385A"/>
    <w:rsid w:val="00284ACD"/>
    <w:rsid w:val="0028614C"/>
    <w:rsid w:val="002906D1"/>
    <w:rsid w:val="00292443"/>
    <w:rsid w:val="00292612"/>
    <w:rsid w:val="002A5D81"/>
    <w:rsid w:val="002B49B3"/>
    <w:rsid w:val="002B5381"/>
    <w:rsid w:val="002B7288"/>
    <w:rsid w:val="002B7666"/>
    <w:rsid w:val="002C0C9B"/>
    <w:rsid w:val="002C2DA8"/>
    <w:rsid w:val="002C38D3"/>
    <w:rsid w:val="002C4F0F"/>
    <w:rsid w:val="002C5CC6"/>
    <w:rsid w:val="002C7E8E"/>
    <w:rsid w:val="002D197F"/>
    <w:rsid w:val="002D2719"/>
    <w:rsid w:val="002D3E9C"/>
    <w:rsid w:val="002D4B30"/>
    <w:rsid w:val="002D603D"/>
    <w:rsid w:val="002E3657"/>
    <w:rsid w:val="002E7749"/>
    <w:rsid w:val="002F0225"/>
    <w:rsid w:val="002F65DB"/>
    <w:rsid w:val="003007CA"/>
    <w:rsid w:val="00301F4D"/>
    <w:rsid w:val="00302232"/>
    <w:rsid w:val="00302623"/>
    <w:rsid w:val="00303935"/>
    <w:rsid w:val="00306688"/>
    <w:rsid w:val="003111BD"/>
    <w:rsid w:val="003140F2"/>
    <w:rsid w:val="00321A97"/>
    <w:rsid w:val="003263A2"/>
    <w:rsid w:val="00330BDF"/>
    <w:rsid w:val="00330CB8"/>
    <w:rsid w:val="0033309E"/>
    <w:rsid w:val="0033524C"/>
    <w:rsid w:val="00336B09"/>
    <w:rsid w:val="00340FC4"/>
    <w:rsid w:val="00341352"/>
    <w:rsid w:val="003452A0"/>
    <w:rsid w:val="0035164E"/>
    <w:rsid w:val="003542C7"/>
    <w:rsid w:val="00357306"/>
    <w:rsid w:val="003606B8"/>
    <w:rsid w:val="00365ECC"/>
    <w:rsid w:val="00366EBF"/>
    <w:rsid w:val="00370FDF"/>
    <w:rsid w:val="00375ED1"/>
    <w:rsid w:val="0037667C"/>
    <w:rsid w:val="00376E56"/>
    <w:rsid w:val="00380CB5"/>
    <w:rsid w:val="00382325"/>
    <w:rsid w:val="0038406E"/>
    <w:rsid w:val="003861DF"/>
    <w:rsid w:val="003903BC"/>
    <w:rsid w:val="0039089E"/>
    <w:rsid w:val="003938EC"/>
    <w:rsid w:val="003A0A1F"/>
    <w:rsid w:val="003A1C6E"/>
    <w:rsid w:val="003A23E8"/>
    <w:rsid w:val="003A75FE"/>
    <w:rsid w:val="003B3578"/>
    <w:rsid w:val="003B6109"/>
    <w:rsid w:val="003C1DDB"/>
    <w:rsid w:val="003C44C7"/>
    <w:rsid w:val="003C73A9"/>
    <w:rsid w:val="003D10D1"/>
    <w:rsid w:val="003D13AB"/>
    <w:rsid w:val="003D29D1"/>
    <w:rsid w:val="003D3E88"/>
    <w:rsid w:val="003D49A5"/>
    <w:rsid w:val="003E0E6C"/>
    <w:rsid w:val="003E3263"/>
    <w:rsid w:val="003E338C"/>
    <w:rsid w:val="003E3D2D"/>
    <w:rsid w:val="003E4341"/>
    <w:rsid w:val="003E77A4"/>
    <w:rsid w:val="003F2DAB"/>
    <w:rsid w:val="003F3A1B"/>
    <w:rsid w:val="003F7979"/>
    <w:rsid w:val="0040162E"/>
    <w:rsid w:val="00403ECE"/>
    <w:rsid w:val="00405629"/>
    <w:rsid w:val="00410442"/>
    <w:rsid w:val="00413613"/>
    <w:rsid w:val="004172BD"/>
    <w:rsid w:val="00423EB7"/>
    <w:rsid w:val="00427DD5"/>
    <w:rsid w:val="004305A9"/>
    <w:rsid w:val="0043284D"/>
    <w:rsid w:val="004350AF"/>
    <w:rsid w:val="0043611C"/>
    <w:rsid w:val="004363AC"/>
    <w:rsid w:val="004403EA"/>
    <w:rsid w:val="00441D33"/>
    <w:rsid w:val="004424E1"/>
    <w:rsid w:val="0044279B"/>
    <w:rsid w:val="004436C6"/>
    <w:rsid w:val="004441EA"/>
    <w:rsid w:val="00445271"/>
    <w:rsid w:val="004501F9"/>
    <w:rsid w:val="00452FB9"/>
    <w:rsid w:val="004544B2"/>
    <w:rsid w:val="0046133E"/>
    <w:rsid w:val="00464F43"/>
    <w:rsid w:val="00467DC1"/>
    <w:rsid w:val="0047365F"/>
    <w:rsid w:val="00474D72"/>
    <w:rsid w:val="004767A1"/>
    <w:rsid w:val="00481C52"/>
    <w:rsid w:val="00481E8F"/>
    <w:rsid w:val="004830DD"/>
    <w:rsid w:val="0048493B"/>
    <w:rsid w:val="00491B35"/>
    <w:rsid w:val="004929D6"/>
    <w:rsid w:val="0049575A"/>
    <w:rsid w:val="00496374"/>
    <w:rsid w:val="004A0113"/>
    <w:rsid w:val="004A4284"/>
    <w:rsid w:val="004B3F87"/>
    <w:rsid w:val="004B59FF"/>
    <w:rsid w:val="004C283D"/>
    <w:rsid w:val="004C3BD2"/>
    <w:rsid w:val="004C7B9A"/>
    <w:rsid w:val="004D07D7"/>
    <w:rsid w:val="004D0E66"/>
    <w:rsid w:val="004D485C"/>
    <w:rsid w:val="004D689F"/>
    <w:rsid w:val="004E3599"/>
    <w:rsid w:val="004E5237"/>
    <w:rsid w:val="004E5A89"/>
    <w:rsid w:val="004E7A11"/>
    <w:rsid w:val="004F4399"/>
    <w:rsid w:val="004F4FF1"/>
    <w:rsid w:val="00502EFB"/>
    <w:rsid w:val="00504674"/>
    <w:rsid w:val="0050595A"/>
    <w:rsid w:val="00506762"/>
    <w:rsid w:val="00510F59"/>
    <w:rsid w:val="0051581B"/>
    <w:rsid w:val="00515A26"/>
    <w:rsid w:val="00526FE6"/>
    <w:rsid w:val="00534474"/>
    <w:rsid w:val="00542270"/>
    <w:rsid w:val="0054675E"/>
    <w:rsid w:val="00555471"/>
    <w:rsid w:val="005561C8"/>
    <w:rsid w:val="005579CA"/>
    <w:rsid w:val="00557B80"/>
    <w:rsid w:val="00561A4C"/>
    <w:rsid w:val="00561CB6"/>
    <w:rsid w:val="00562476"/>
    <w:rsid w:val="00570524"/>
    <w:rsid w:val="00574A24"/>
    <w:rsid w:val="0057713E"/>
    <w:rsid w:val="00577954"/>
    <w:rsid w:val="00581354"/>
    <w:rsid w:val="00583633"/>
    <w:rsid w:val="00594CD3"/>
    <w:rsid w:val="0059577D"/>
    <w:rsid w:val="005A28A7"/>
    <w:rsid w:val="005B1D64"/>
    <w:rsid w:val="005B50AF"/>
    <w:rsid w:val="005B5169"/>
    <w:rsid w:val="005B6369"/>
    <w:rsid w:val="005B6DC6"/>
    <w:rsid w:val="005B6FFC"/>
    <w:rsid w:val="005B7007"/>
    <w:rsid w:val="005B7255"/>
    <w:rsid w:val="005B7FC3"/>
    <w:rsid w:val="005C33C6"/>
    <w:rsid w:val="005C38CA"/>
    <w:rsid w:val="005C4CA3"/>
    <w:rsid w:val="005D01B8"/>
    <w:rsid w:val="005D1D6D"/>
    <w:rsid w:val="005D70CE"/>
    <w:rsid w:val="005D7FA8"/>
    <w:rsid w:val="005E25B0"/>
    <w:rsid w:val="005F1448"/>
    <w:rsid w:val="005F189A"/>
    <w:rsid w:val="005F18B0"/>
    <w:rsid w:val="005F7BB2"/>
    <w:rsid w:val="0060142F"/>
    <w:rsid w:val="0060144A"/>
    <w:rsid w:val="0060296C"/>
    <w:rsid w:val="006111FC"/>
    <w:rsid w:val="006129EB"/>
    <w:rsid w:val="00614C84"/>
    <w:rsid w:val="00616C71"/>
    <w:rsid w:val="00616E8A"/>
    <w:rsid w:val="00617D7C"/>
    <w:rsid w:val="00621C99"/>
    <w:rsid w:val="00622CBE"/>
    <w:rsid w:val="00623AAB"/>
    <w:rsid w:val="0062540F"/>
    <w:rsid w:val="006310BD"/>
    <w:rsid w:val="006321F0"/>
    <w:rsid w:val="0063273E"/>
    <w:rsid w:val="00633C50"/>
    <w:rsid w:val="00633EB3"/>
    <w:rsid w:val="0063617F"/>
    <w:rsid w:val="00637728"/>
    <w:rsid w:val="006435E8"/>
    <w:rsid w:val="00644335"/>
    <w:rsid w:val="00654061"/>
    <w:rsid w:val="00657321"/>
    <w:rsid w:val="0066057B"/>
    <w:rsid w:val="00666358"/>
    <w:rsid w:val="0067544C"/>
    <w:rsid w:val="00677F54"/>
    <w:rsid w:val="006841E1"/>
    <w:rsid w:val="006843EF"/>
    <w:rsid w:val="00685957"/>
    <w:rsid w:val="00691A46"/>
    <w:rsid w:val="006931CD"/>
    <w:rsid w:val="006945B5"/>
    <w:rsid w:val="006A2554"/>
    <w:rsid w:val="006A56E2"/>
    <w:rsid w:val="006B02F8"/>
    <w:rsid w:val="006B57B5"/>
    <w:rsid w:val="006C09CD"/>
    <w:rsid w:val="006C3003"/>
    <w:rsid w:val="006C32C3"/>
    <w:rsid w:val="006C5045"/>
    <w:rsid w:val="006C5C28"/>
    <w:rsid w:val="006D1010"/>
    <w:rsid w:val="006D499E"/>
    <w:rsid w:val="006D6F6C"/>
    <w:rsid w:val="006D7A4F"/>
    <w:rsid w:val="006E1164"/>
    <w:rsid w:val="006E276D"/>
    <w:rsid w:val="006F18F6"/>
    <w:rsid w:val="006F34D4"/>
    <w:rsid w:val="006F4036"/>
    <w:rsid w:val="006F7274"/>
    <w:rsid w:val="006F78F9"/>
    <w:rsid w:val="00700416"/>
    <w:rsid w:val="00711A24"/>
    <w:rsid w:val="00721995"/>
    <w:rsid w:val="007219D5"/>
    <w:rsid w:val="00721C57"/>
    <w:rsid w:val="00722030"/>
    <w:rsid w:val="0072235D"/>
    <w:rsid w:val="00724D4D"/>
    <w:rsid w:val="00730AC7"/>
    <w:rsid w:val="00730EEE"/>
    <w:rsid w:val="00732072"/>
    <w:rsid w:val="00732AC9"/>
    <w:rsid w:val="007354E5"/>
    <w:rsid w:val="00736416"/>
    <w:rsid w:val="00745697"/>
    <w:rsid w:val="00747295"/>
    <w:rsid w:val="00747996"/>
    <w:rsid w:val="007500F1"/>
    <w:rsid w:val="00752679"/>
    <w:rsid w:val="00754ADC"/>
    <w:rsid w:val="00763F3F"/>
    <w:rsid w:val="00764B36"/>
    <w:rsid w:val="00767B9A"/>
    <w:rsid w:val="00772917"/>
    <w:rsid w:val="00772A52"/>
    <w:rsid w:val="007775C1"/>
    <w:rsid w:val="007831E0"/>
    <w:rsid w:val="00785368"/>
    <w:rsid w:val="00791BC5"/>
    <w:rsid w:val="00791F7A"/>
    <w:rsid w:val="00792512"/>
    <w:rsid w:val="0079500F"/>
    <w:rsid w:val="0079696D"/>
    <w:rsid w:val="00797602"/>
    <w:rsid w:val="00797DB7"/>
    <w:rsid w:val="007A1A96"/>
    <w:rsid w:val="007A389D"/>
    <w:rsid w:val="007A487C"/>
    <w:rsid w:val="007A7BCE"/>
    <w:rsid w:val="007B3B46"/>
    <w:rsid w:val="007B60AB"/>
    <w:rsid w:val="007B7564"/>
    <w:rsid w:val="007B7AB3"/>
    <w:rsid w:val="007C0C8A"/>
    <w:rsid w:val="007C5D88"/>
    <w:rsid w:val="007C6E4E"/>
    <w:rsid w:val="007D290D"/>
    <w:rsid w:val="007D2F7D"/>
    <w:rsid w:val="007D3343"/>
    <w:rsid w:val="007D3F6A"/>
    <w:rsid w:val="007E0C42"/>
    <w:rsid w:val="007E2B6C"/>
    <w:rsid w:val="007E5499"/>
    <w:rsid w:val="00803E0C"/>
    <w:rsid w:val="00804133"/>
    <w:rsid w:val="00804AA6"/>
    <w:rsid w:val="00805248"/>
    <w:rsid w:val="00806C95"/>
    <w:rsid w:val="0080727F"/>
    <w:rsid w:val="008147D2"/>
    <w:rsid w:val="0081630B"/>
    <w:rsid w:val="0081634E"/>
    <w:rsid w:val="008178F6"/>
    <w:rsid w:val="00821575"/>
    <w:rsid w:val="0082692C"/>
    <w:rsid w:val="00826BC0"/>
    <w:rsid w:val="0083061F"/>
    <w:rsid w:val="008322C1"/>
    <w:rsid w:val="00833524"/>
    <w:rsid w:val="008446A9"/>
    <w:rsid w:val="00845BDB"/>
    <w:rsid w:val="00850423"/>
    <w:rsid w:val="00851265"/>
    <w:rsid w:val="00851E34"/>
    <w:rsid w:val="008614AE"/>
    <w:rsid w:val="0086233D"/>
    <w:rsid w:val="008624B3"/>
    <w:rsid w:val="00864B36"/>
    <w:rsid w:val="008704A3"/>
    <w:rsid w:val="00870FF6"/>
    <w:rsid w:val="008741B5"/>
    <w:rsid w:val="00882BFE"/>
    <w:rsid w:val="008841C2"/>
    <w:rsid w:val="00884219"/>
    <w:rsid w:val="0088565A"/>
    <w:rsid w:val="0088597D"/>
    <w:rsid w:val="00890216"/>
    <w:rsid w:val="00890F0E"/>
    <w:rsid w:val="008921A0"/>
    <w:rsid w:val="00894CC2"/>
    <w:rsid w:val="00897542"/>
    <w:rsid w:val="008A09BE"/>
    <w:rsid w:val="008A19A0"/>
    <w:rsid w:val="008A6D67"/>
    <w:rsid w:val="008B1D99"/>
    <w:rsid w:val="008B3790"/>
    <w:rsid w:val="008B5E57"/>
    <w:rsid w:val="008B711F"/>
    <w:rsid w:val="008B76FA"/>
    <w:rsid w:val="008C469B"/>
    <w:rsid w:val="008C4A5E"/>
    <w:rsid w:val="008D25B6"/>
    <w:rsid w:val="008D2660"/>
    <w:rsid w:val="008D323B"/>
    <w:rsid w:val="008D5ADD"/>
    <w:rsid w:val="008D6F15"/>
    <w:rsid w:val="008D7825"/>
    <w:rsid w:val="008E343E"/>
    <w:rsid w:val="008E5A2D"/>
    <w:rsid w:val="008E764F"/>
    <w:rsid w:val="008E7A28"/>
    <w:rsid w:val="008F24C6"/>
    <w:rsid w:val="008F62B4"/>
    <w:rsid w:val="008F6DE8"/>
    <w:rsid w:val="008F7182"/>
    <w:rsid w:val="008F7A2C"/>
    <w:rsid w:val="00901549"/>
    <w:rsid w:val="00901AD8"/>
    <w:rsid w:val="0090639B"/>
    <w:rsid w:val="0091365C"/>
    <w:rsid w:val="0091406D"/>
    <w:rsid w:val="0092281E"/>
    <w:rsid w:val="00922E71"/>
    <w:rsid w:val="00924D26"/>
    <w:rsid w:val="00925CF2"/>
    <w:rsid w:val="009364DC"/>
    <w:rsid w:val="0094041A"/>
    <w:rsid w:val="009465B3"/>
    <w:rsid w:val="00951ADC"/>
    <w:rsid w:val="009526A7"/>
    <w:rsid w:val="00953FE5"/>
    <w:rsid w:val="00957AE3"/>
    <w:rsid w:val="009726DB"/>
    <w:rsid w:val="00974C83"/>
    <w:rsid w:val="00974F9E"/>
    <w:rsid w:val="00977DAC"/>
    <w:rsid w:val="0098132C"/>
    <w:rsid w:val="00984807"/>
    <w:rsid w:val="00984FB8"/>
    <w:rsid w:val="009858AF"/>
    <w:rsid w:val="00986E50"/>
    <w:rsid w:val="00992B03"/>
    <w:rsid w:val="009A0842"/>
    <w:rsid w:val="009A1BFB"/>
    <w:rsid w:val="009A1D10"/>
    <w:rsid w:val="009A35CB"/>
    <w:rsid w:val="009A6367"/>
    <w:rsid w:val="009A7505"/>
    <w:rsid w:val="009B1200"/>
    <w:rsid w:val="009B3192"/>
    <w:rsid w:val="009B3520"/>
    <w:rsid w:val="009B4EA0"/>
    <w:rsid w:val="009B6C62"/>
    <w:rsid w:val="009B71A1"/>
    <w:rsid w:val="009C283B"/>
    <w:rsid w:val="009C4EBD"/>
    <w:rsid w:val="009C6107"/>
    <w:rsid w:val="009D3DD7"/>
    <w:rsid w:val="009D5EE8"/>
    <w:rsid w:val="009D6A66"/>
    <w:rsid w:val="009E0233"/>
    <w:rsid w:val="009E1FE1"/>
    <w:rsid w:val="009E2820"/>
    <w:rsid w:val="009E5196"/>
    <w:rsid w:val="009F16D1"/>
    <w:rsid w:val="009F290F"/>
    <w:rsid w:val="009F2B94"/>
    <w:rsid w:val="009F39E4"/>
    <w:rsid w:val="009F50F2"/>
    <w:rsid w:val="00A02886"/>
    <w:rsid w:val="00A02AD2"/>
    <w:rsid w:val="00A05CC4"/>
    <w:rsid w:val="00A06048"/>
    <w:rsid w:val="00A07048"/>
    <w:rsid w:val="00A11183"/>
    <w:rsid w:val="00A13A54"/>
    <w:rsid w:val="00A15C71"/>
    <w:rsid w:val="00A20A26"/>
    <w:rsid w:val="00A21793"/>
    <w:rsid w:val="00A236CC"/>
    <w:rsid w:val="00A27392"/>
    <w:rsid w:val="00A31BA3"/>
    <w:rsid w:val="00A32315"/>
    <w:rsid w:val="00A33D04"/>
    <w:rsid w:val="00A418C0"/>
    <w:rsid w:val="00A4267C"/>
    <w:rsid w:val="00A44029"/>
    <w:rsid w:val="00A4690F"/>
    <w:rsid w:val="00A52D14"/>
    <w:rsid w:val="00A545E1"/>
    <w:rsid w:val="00A55C81"/>
    <w:rsid w:val="00A564A0"/>
    <w:rsid w:val="00A6022C"/>
    <w:rsid w:val="00A60F82"/>
    <w:rsid w:val="00A656FD"/>
    <w:rsid w:val="00A748E8"/>
    <w:rsid w:val="00A7517F"/>
    <w:rsid w:val="00A8022E"/>
    <w:rsid w:val="00A803F3"/>
    <w:rsid w:val="00A81E1E"/>
    <w:rsid w:val="00A81E29"/>
    <w:rsid w:val="00A83BD8"/>
    <w:rsid w:val="00A9092D"/>
    <w:rsid w:val="00A92E82"/>
    <w:rsid w:val="00AA0A1B"/>
    <w:rsid w:val="00AA206E"/>
    <w:rsid w:val="00AA7080"/>
    <w:rsid w:val="00AC2D9D"/>
    <w:rsid w:val="00AC4D2A"/>
    <w:rsid w:val="00AD3244"/>
    <w:rsid w:val="00AD3299"/>
    <w:rsid w:val="00AD440B"/>
    <w:rsid w:val="00AD4CBB"/>
    <w:rsid w:val="00AD677D"/>
    <w:rsid w:val="00AE1E2E"/>
    <w:rsid w:val="00AE3929"/>
    <w:rsid w:val="00AE4A57"/>
    <w:rsid w:val="00AE7431"/>
    <w:rsid w:val="00AF2BAE"/>
    <w:rsid w:val="00AF5108"/>
    <w:rsid w:val="00AF5E5A"/>
    <w:rsid w:val="00B07976"/>
    <w:rsid w:val="00B13711"/>
    <w:rsid w:val="00B171D1"/>
    <w:rsid w:val="00B21D70"/>
    <w:rsid w:val="00B25D4C"/>
    <w:rsid w:val="00B315AE"/>
    <w:rsid w:val="00B3618A"/>
    <w:rsid w:val="00B36DC6"/>
    <w:rsid w:val="00B37164"/>
    <w:rsid w:val="00B43BCA"/>
    <w:rsid w:val="00B473DE"/>
    <w:rsid w:val="00B54625"/>
    <w:rsid w:val="00B54720"/>
    <w:rsid w:val="00B57B1A"/>
    <w:rsid w:val="00B62FBC"/>
    <w:rsid w:val="00B653A8"/>
    <w:rsid w:val="00B760DC"/>
    <w:rsid w:val="00B85278"/>
    <w:rsid w:val="00B87371"/>
    <w:rsid w:val="00B91FA5"/>
    <w:rsid w:val="00B9287D"/>
    <w:rsid w:val="00B93E2A"/>
    <w:rsid w:val="00B956A5"/>
    <w:rsid w:val="00B97E33"/>
    <w:rsid w:val="00BA40F6"/>
    <w:rsid w:val="00BA5817"/>
    <w:rsid w:val="00BA6F23"/>
    <w:rsid w:val="00BB2CA7"/>
    <w:rsid w:val="00BB6240"/>
    <w:rsid w:val="00BB7458"/>
    <w:rsid w:val="00BC4F97"/>
    <w:rsid w:val="00BE0354"/>
    <w:rsid w:val="00BE585B"/>
    <w:rsid w:val="00BE70CC"/>
    <w:rsid w:val="00BF199D"/>
    <w:rsid w:val="00BF4A3B"/>
    <w:rsid w:val="00BF71FC"/>
    <w:rsid w:val="00BF7CEB"/>
    <w:rsid w:val="00C001F0"/>
    <w:rsid w:val="00C046A3"/>
    <w:rsid w:val="00C0500A"/>
    <w:rsid w:val="00C06559"/>
    <w:rsid w:val="00C072EB"/>
    <w:rsid w:val="00C10A81"/>
    <w:rsid w:val="00C111DB"/>
    <w:rsid w:val="00C11A7B"/>
    <w:rsid w:val="00C13A59"/>
    <w:rsid w:val="00C16C0A"/>
    <w:rsid w:val="00C216A5"/>
    <w:rsid w:val="00C24605"/>
    <w:rsid w:val="00C2497E"/>
    <w:rsid w:val="00C332E8"/>
    <w:rsid w:val="00C35B45"/>
    <w:rsid w:val="00C368C0"/>
    <w:rsid w:val="00C40433"/>
    <w:rsid w:val="00C404B5"/>
    <w:rsid w:val="00C43218"/>
    <w:rsid w:val="00C4522D"/>
    <w:rsid w:val="00C52614"/>
    <w:rsid w:val="00C5436E"/>
    <w:rsid w:val="00C5706B"/>
    <w:rsid w:val="00C57C60"/>
    <w:rsid w:val="00C57D37"/>
    <w:rsid w:val="00C633ED"/>
    <w:rsid w:val="00C74DED"/>
    <w:rsid w:val="00C81ADF"/>
    <w:rsid w:val="00C8388A"/>
    <w:rsid w:val="00C87537"/>
    <w:rsid w:val="00C91080"/>
    <w:rsid w:val="00C93476"/>
    <w:rsid w:val="00C954E5"/>
    <w:rsid w:val="00C9661C"/>
    <w:rsid w:val="00C96A58"/>
    <w:rsid w:val="00CB1335"/>
    <w:rsid w:val="00CB2EB3"/>
    <w:rsid w:val="00CB776E"/>
    <w:rsid w:val="00CC0BEC"/>
    <w:rsid w:val="00CC1E0E"/>
    <w:rsid w:val="00CC29A7"/>
    <w:rsid w:val="00CC3F29"/>
    <w:rsid w:val="00CC68C8"/>
    <w:rsid w:val="00CD1D69"/>
    <w:rsid w:val="00CD233D"/>
    <w:rsid w:val="00CD2CAC"/>
    <w:rsid w:val="00CD2CCC"/>
    <w:rsid w:val="00CD40DD"/>
    <w:rsid w:val="00CE1363"/>
    <w:rsid w:val="00CE2A16"/>
    <w:rsid w:val="00CE4A5E"/>
    <w:rsid w:val="00CE7811"/>
    <w:rsid w:val="00CE7A4D"/>
    <w:rsid w:val="00CF01B8"/>
    <w:rsid w:val="00CF029B"/>
    <w:rsid w:val="00CF07FB"/>
    <w:rsid w:val="00CF1B8D"/>
    <w:rsid w:val="00CF79A8"/>
    <w:rsid w:val="00D02471"/>
    <w:rsid w:val="00D07117"/>
    <w:rsid w:val="00D10663"/>
    <w:rsid w:val="00D13019"/>
    <w:rsid w:val="00D1485E"/>
    <w:rsid w:val="00D20AA4"/>
    <w:rsid w:val="00D2203E"/>
    <w:rsid w:val="00D27C4E"/>
    <w:rsid w:val="00D27F9C"/>
    <w:rsid w:val="00D30061"/>
    <w:rsid w:val="00D3076E"/>
    <w:rsid w:val="00D31AA3"/>
    <w:rsid w:val="00D366A3"/>
    <w:rsid w:val="00D37F76"/>
    <w:rsid w:val="00D4488B"/>
    <w:rsid w:val="00D455B8"/>
    <w:rsid w:val="00D46BF7"/>
    <w:rsid w:val="00D474D5"/>
    <w:rsid w:val="00D53574"/>
    <w:rsid w:val="00D56FAB"/>
    <w:rsid w:val="00D611F8"/>
    <w:rsid w:val="00D62142"/>
    <w:rsid w:val="00D64117"/>
    <w:rsid w:val="00D70919"/>
    <w:rsid w:val="00D768BB"/>
    <w:rsid w:val="00D77254"/>
    <w:rsid w:val="00D82476"/>
    <w:rsid w:val="00D846D9"/>
    <w:rsid w:val="00D861EB"/>
    <w:rsid w:val="00D90808"/>
    <w:rsid w:val="00D979FB"/>
    <w:rsid w:val="00DB1DE9"/>
    <w:rsid w:val="00DB7F13"/>
    <w:rsid w:val="00DC0EC8"/>
    <w:rsid w:val="00DC1E24"/>
    <w:rsid w:val="00DC321C"/>
    <w:rsid w:val="00DC749A"/>
    <w:rsid w:val="00DD6C39"/>
    <w:rsid w:val="00DE2C9F"/>
    <w:rsid w:val="00DE4038"/>
    <w:rsid w:val="00DE7AE3"/>
    <w:rsid w:val="00DF069C"/>
    <w:rsid w:val="00DF2F88"/>
    <w:rsid w:val="00DF6FE6"/>
    <w:rsid w:val="00E019C8"/>
    <w:rsid w:val="00E05164"/>
    <w:rsid w:val="00E11512"/>
    <w:rsid w:val="00E20162"/>
    <w:rsid w:val="00E23999"/>
    <w:rsid w:val="00E24DA0"/>
    <w:rsid w:val="00E31586"/>
    <w:rsid w:val="00E31E0A"/>
    <w:rsid w:val="00E355AC"/>
    <w:rsid w:val="00E35ADB"/>
    <w:rsid w:val="00E360E8"/>
    <w:rsid w:val="00E4262E"/>
    <w:rsid w:val="00E42A33"/>
    <w:rsid w:val="00E438BA"/>
    <w:rsid w:val="00E451E0"/>
    <w:rsid w:val="00E455C2"/>
    <w:rsid w:val="00E46333"/>
    <w:rsid w:val="00E505ED"/>
    <w:rsid w:val="00E52BCD"/>
    <w:rsid w:val="00E53FB8"/>
    <w:rsid w:val="00E55799"/>
    <w:rsid w:val="00E56EC2"/>
    <w:rsid w:val="00E63396"/>
    <w:rsid w:val="00E64063"/>
    <w:rsid w:val="00E6669B"/>
    <w:rsid w:val="00E7135A"/>
    <w:rsid w:val="00E719CC"/>
    <w:rsid w:val="00E76612"/>
    <w:rsid w:val="00E766DB"/>
    <w:rsid w:val="00E77FC4"/>
    <w:rsid w:val="00E83D61"/>
    <w:rsid w:val="00E866F3"/>
    <w:rsid w:val="00E86E80"/>
    <w:rsid w:val="00E90A99"/>
    <w:rsid w:val="00E90EBB"/>
    <w:rsid w:val="00E92C12"/>
    <w:rsid w:val="00E94735"/>
    <w:rsid w:val="00E97840"/>
    <w:rsid w:val="00E97E65"/>
    <w:rsid w:val="00E97E9F"/>
    <w:rsid w:val="00EA15A7"/>
    <w:rsid w:val="00EA5680"/>
    <w:rsid w:val="00EA5BC8"/>
    <w:rsid w:val="00EA65A6"/>
    <w:rsid w:val="00EB18E0"/>
    <w:rsid w:val="00EB2810"/>
    <w:rsid w:val="00EB41C4"/>
    <w:rsid w:val="00EB7A0A"/>
    <w:rsid w:val="00EB7ED5"/>
    <w:rsid w:val="00EC6A7D"/>
    <w:rsid w:val="00ED0C6F"/>
    <w:rsid w:val="00ED1984"/>
    <w:rsid w:val="00ED238D"/>
    <w:rsid w:val="00ED2714"/>
    <w:rsid w:val="00ED458F"/>
    <w:rsid w:val="00EE115A"/>
    <w:rsid w:val="00EE2E29"/>
    <w:rsid w:val="00EE40FC"/>
    <w:rsid w:val="00EE4351"/>
    <w:rsid w:val="00EE45F6"/>
    <w:rsid w:val="00EF0EC3"/>
    <w:rsid w:val="00EF1163"/>
    <w:rsid w:val="00EF2A61"/>
    <w:rsid w:val="00EF2B13"/>
    <w:rsid w:val="00EF628F"/>
    <w:rsid w:val="00EF645C"/>
    <w:rsid w:val="00F04095"/>
    <w:rsid w:val="00F04662"/>
    <w:rsid w:val="00F04FFB"/>
    <w:rsid w:val="00F11C3F"/>
    <w:rsid w:val="00F156DD"/>
    <w:rsid w:val="00F22C2C"/>
    <w:rsid w:val="00F24725"/>
    <w:rsid w:val="00F249CC"/>
    <w:rsid w:val="00F262B7"/>
    <w:rsid w:val="00F371A3"/>
    <w:rsid w:val="00F4175E"/>
    <w:rsid w:val="00F4391C"/>
    <w:rsid w:val="00F44D36"/>
    <w:rsid w:val="00F4793B"/>
    <w:rsid w:val="00F54354"/>
    <w:rsid w:val="00F60FD8"/>
    <w:rsid w:val="00F61154"/>
    <w:rsid w:val="00F63B33"/>
    <w:rsid w:val="00F64414"/>
    <w:rsid w:val="00F70C07"/>
    <w:rsid w:val="00F7448B"/>
    <w:rsid w:val="00F758B1"/>
    <w:rsid w:val="00F75B65"/>
    <w:rsid w:val="00F80E13"/>
    <w:rsid w:val="00F86348"/>
    <w:rsid w:val="00F87DB0"/>
    <w:rsid w:val="00F918D1"/>
    <w:rsid w:val="00F936DD"/>
    <w:rsid w:val="00F946CC"/>
    <w:rsid w:val="00F972DD"/>
    <w:rsid w:val="00FA4D7E"/>
    <w:rsid w:val="00FA7120"/>
    <w:rsid w:val="00FB2B3D"/>
    <w:rsid w:val="00FB78DA"/>
    <w:rsid w:val="00FC079B"/>
    <w:rsid w:val="00FC140A"/>
    <w:rsid w:val="00FC2856"/>
    <w:rsid w:val="00FC2B24"/>
    <w:rsid w:val="00FC69E2"/>
    <w:rsid w:val="00FD212E"/>
    <w:rsid w:val="00FD780E"/>
    <w:rsid w:val="00FE7C5C"/>
    <w:rsid w:val="00FE7F63"/>
    <w:rsid w:val="00FF13FD"/>
    <w:rsid w:val="00FF2E73"/>
    <w:rsid w:val="00FF37D7"/>
    <w:rsid w:val="00FF4B1D"/>
    <w:rsid w:val="00FF4B36"/>
    <w:rsid w:val="00FF6743"/>
    <w:rsid w:val="00FF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46CF684"/>
  <w15:docId w15:val="{A91D11DD-5853-43EC-9DA9-664C9BA1D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38B0A-AA35-4A96-AC7F-B6536D42F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304</TotalTime>
  <Pages>2</Pages>
  <Words>735</Words>
  <Characters>4190</Characters>
  <Application>Microsoft Office Word</Application>
  <DocSecurity>0</DocSecurity>
  <Lines>34</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111</cp:revision>
  <cp:lastPrinted>2020-01-22T13:06:00Z</cp:lastPrinted>
  <dcterms:created xsi:type="dcterms:W3CDTF">2020-10-27T10:53:00Z</dcterms:created>
  <dcterms:modified xsi:type="dcterms:W3CDTF">2023-06-19T07:26:00Z</dcterms:modified>
</cp:coreProperties>
</file>