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561259">
        <w:rPr>
          <w:b/>
          <w:color w:val="006600"/>
          <w:sz w:val="20"/>
          <w:szCs w:val="20"/>
          <w:lang w:val="uk-UA" w:eastAsia="en-US"/>
        </w:rPr>
        <w:t>№288</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AC23F9">
        <w:rPr>
          <w:rFonts w:asciiTheme="minorHAnsi" w:hAnsiTheme="minorHAnsi"/>
          <w:b/>
          <w:sz w:val="20"/>
          <w:szCs w:val="20"/>
          <w:shd w:val="clear" w:color="auto" w:fill="FFFFFF"/>
          <w:lang w:val="uk-UA"/>
        </w:rPr>
        <w:t>26</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AC23F9">
        <w:rPr>
          <w:rFonts w:asciiTheme="minorHAnsi" w:hAnsiTheme="minorHAnsi"/>
          <w:b/>
          <w:sz w:val="20"/>
          <w:szCs w:val="20"/>
          <w:shd w:val="clear" w:color="auto" w:fill="FFFFFF"/>
          <w:lang w:val="uk-UA"/>
        </w:rPr>
        <w:t>9</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95567">
        <w:rPr>
          <w:rFonts w:asciiTheme="minorHAnsi" w:hAnsiTheme="minorHAnsi"/>
          <w:b/>
          <w:sz w:val="21"/>
          <w:szCs w:val="21"/>
          <w:shd w:val="clear" w:color="auto" w:fill="FFFFFF"/>
        </w:rPr>
        <w:t>19</w:t>
      </w:r>
      <w:r w:rsidR="0060144A">
        <w:rPr>
          <w:rFonts w:asciiTheme="minorHAnsi" w:hAnsiTheme="minorHAnsi"/>
          <w:b/>
          <w:sz w:val="21"/>
          <w:szCs w:val="21"/>
          <w:shd w:val="clear" w:color="auto" w:fill="FFFFFF"/>
          <w:lang w:val="uk-UA"/>
        </w:rPr>
        <w:t>_</w:t>
      </w:r>
      <w:r w:rsidR="00D95567">
        <w:rPr>
          <w:rFonts w:asciiTheme="minorHAnsi" w:hAnsiTheme="minorHAnsi"/>
          <w:b/>
          <w:sz w:val="21"/>
          <w:szCs w:val="21"/>
          <w:shd w:val="clear" w:color="auto" w:fill="FFFFFF"/>
          <w:lang w:val="uk-UA"/>
        </w:rPr>
        <w:t>09</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ЛУГ</w:t>
      </w:r>
      <w:r w:rsidR="00D95567">
        <w:rPr>
          <w:rFonts w:asciiTheme="minorHAnsi" w:hAnsiTheme="minorHAnsi"/>
          <w:b/>
          <w:sz w:val="21"/>
          <w:szCs w:val="21"/>
          <w:shd w:val="clear" w:color="auto" w:fill="FFFFFF"/>
          <w:lang w:val="uk-UA"/>
        </w:rPr>
        <w:t>У СТРАХУВАННЯ КАСКО</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D95567">
        <w:rPr>
          <w:rFonts w:asciiTheme="minorHAnsi" w:hAnsiTheme="minorHAnsi"/>
          <w:b/>
          <w:i/>
          <w:sz w:val="21"/>
          <w:szCs w:val="21"/>
          <w:u w:val="single"/>
          <w:lang w:val="uk-UA"/>
        </w:rPr>
        <w:t>02</w:t>
      </w:r>
      <w:r w:rsidRPr="00C82545">
        <w:rPr>
          <w:rFonts w:asciiTheme="minorHAnsi" w:hAnsiTheme="minorHAnsi"/>
          <w:b/>
          <w:i/>
          <w:sz w:val="21"/>
          <w:szCs w:val="21"/>
          <w:u w:val="single"/>
          <w:lang w:val="uk-UA"/>
        </w:rPr>
        <w:t>.</w:t>
      </w:r>
      <w:r w:rsidR="00D95567">
        <w:rPr>
          <w:rFonts w:asciiTheme="minorHAnsi" w:hAnsiTheme="minorHAnsi"/>
          <w:b/>
          <w:i/>
          <w:sz w:val="21"/>
          <w:szCs w:val="21"/>
          <w:u w:val="single"/>
          <w:lang w:val="uk-UA"/>
        </w:rPr>
        <w:t>10</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послуг</w:t>
      </w:r>
      <w:r w:rsidR="003727DE">
        <w:rPr>
          <w:rFonts w:asciiTheme="minorHAnsi" w:hAnsiTheme="minorHAnsi"/>
          <w:sz w:val="21"/>
          <w:szCs w:val="21"/>
          <w:lang w:val="uk-UA"/>
        </w:rPr>
        <w:t>у</w:t>
      </w:r>
      <w:r w:rsidR="00BD4A49">
        <w:rPr>
          <w:rFonts w:asciiTheme="minorHAnsi" w:hAnsiTheme="minorHAnsi"/>
          <w:sz w:val="21"/>
          <w:szCs w:val="21"/>
          <w:lang w:val="uk-UA"/>
        </w:rPr>
        <w:t xml:space="preserve"> </w:t>
      </w:r>
      <w:r w:rsidR="003727DE">
        <w:rPr>
          <w:rFonts w:asciiTheme="minorHAnsi" w:hAnsiTheme="minorHAnsi"/>
          <w:sz w:val="21"/>
          <w:szCs w:val="21"/>
          <w:lang w:val="uk-UA"/>
        </w:rPr>
        <w:t xml:space="preserve">страхування Каско 8 нових автомобілів </w:t>
      </w:r>
      <w:r w:rsidR="003727DE">
        <w:rPr>
          <w:rFonts w:asciiTheme="minorHAnsi" w:hAnsiTheme="minorHAnsi"/>
          <w:sz w:val="21"/>
          <w:szCs w:val="21"/>
          <w:lang w:val="en-US"/>
        </w:rPr>
        <w:t>Toyota</w:t>
      </w:r>
      <w:r w:rsidR="003727DE" w:rsidRPr="003727DE">
        <w:rPr>
          <w:rFonts w:asciiTheme="minorHAnsi" w:hAnsiTheme="minorHAnsi"/>
          <w:sz w:val="21"/>
          <w:szCs w:val="21"/>
          <w:lang w:val="uk-UA"/>
        </w:rPr>
        <w:t xml:space="preserve"> </w:t>
      </w:r>
      <w:proofErr w:type="spellStart"/>
      <w:r w:rsidR="003727DE">
        <w:rPr>
          <w:rFonts w:asciiTheme="minorHAnsi" w:hAnsiTheme="minorHAnsi"/>
          <w:sz w:val="21"/>
          <w:szCs w:val="21"/>
          <w:lang w:val="en-US"/>
        </w:rPr>
        <w:t>Rav</w:t>
      </w:r>
      <w:proofErr w:type="spellEnd"/>
      <w:r w:rsidR="003727DE" w:rsidRPr="003727DE">
        <w:rPr>
          <w:rFonts w:asciiTheme="minorHAnsi" w:hAnsiTheme="minorHAnsi"/>
          <w:sz w:val="21"/>
          <w:szCs w:val="21"/>
          <w:lang w:val="uk-UA"/>
        </w:rPr>
        <w:t xml:space="preserve"> 4</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3336AB">
        <w:rPr>
          <w:rFonts w:asciiTheme="minorHAnsi" w:hAnsiTheme="minorHAnsi"/>
          <w:sz w:val="21"/>
          <w:szCs w:val="21"/>
          <w:lang w:val="uk-UA"/>
        </w:rPr>
        <w:t xml:space="preserve"> №288</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921E09">
        <w:rPr>
          <w:rFonts w:asciiTheme="minorHAnsi" w:hAnsiTheme="minorHAnsi"/>
          <w:b/>
          <w:sz w:val="21"/>
          <w:szCs w:val="21"/>
          <w:lang w:val="uk-UA"/>
        </w:rPr>
        <w:t xml:space="preserve"> 1</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921E09">
        <w:rPr>
          <w:rFonts w:asciiTheme="minorHAnsi" w:hAnsiTheme="minorHAnsi" w:cs="Tahoma"/>
          <w:b/>
          <w:color w:val="333333"/>
          <w:szCs w:val="18"/>
          <w:lang w:val="uk-UA"/>
        </w:rPr>
        <w:t>Додатку 1</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921E09">
        <w:rPr>
          <w:rFonts w:asciiTheme="minorHAnsi" w:hAnsiTheme="minorHAnsi" w:cs="Tahoma"/>
          <w:b/>
          <w:color w:val="333333"/>
          <w:szCs w:val="18"/>
          <w:lang w:val="uk-UA"/>
        </w:rPr>
        <w:t>1</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0D1AC4" w:rsidRPr="000D1AC4">
        <w:rPr>
          <w:rFonts w:asciiTheme="minorHAnsi" w:hAnsiTheme="minorHAnsi"/>
          <w:b/>
          <w:i/>
          <w:sz w:val="21"/>
          <w:szCs w:val="21"/>
          <w:u w:val="single"/>
        </w:rPr>
        <w:t>02</w:t>
      </w:r>
      <w:r w:rsidR="00A97EE4" w:rsidRPr="000160E3">
        <w:rPr>
          <w:rFonts w:asciiTheme="minorHAnsi" w:hAnsiTheme="minorHAnsi"/>
          <w:b/>
          <w:i/>
          <w:sz w:val="21"/>
          <w:szCs w:val="21"/>
          <w:u w:val="single"/>
          <w:lang w:val="uk-UA"/>
        </w:rPr>
        <w:t>.</w:t>
      </w:r>
      <w:r w:rsidR="000D1AC4" w:rsidRPr="000D1AC4">
        <w:rPr>
          <w:rFonts w:asciiTheme="minorHAnsi" w:hAnsiTheme="minorHAnsi"/>
          <w:b/>
          <w:i/>
          <w:sz w:val="21"/>
          <w:szCs w:val="21"/>
          <w:u w:val="single"/>
        </w:rPr>
        <w:t>10</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6B3705" w:rsidRDefault="000D1AC4" w:rsidP="00D8177D">
      <w:pPr>
        <w:pStyle w:val="a4"/>
        <w:numPr>
          <w:ilvl w:val="0"/>
          <w:numId w:val="37"/>
        </w:numPr>
        <w:jc w:val="both"/>
        <w:rPr>
          <w:rFonts w:asciiTheme="minorHAnsi" w:hAnsiTheme="minorHAnsi"/>
        </w:rPr>
      </w:pPr>
      <w:r>
        <w:rPr>
          <w:rFonts w:asciiTheme="minorHAnsi" w:hAnsiTheme="minorHAnsi"/>
          <w:lang w:val="uk-UA"/>
        </w:rPr>
        <w:t>Франшиза 0 %</w:t>
      </w:r>
      <w:r w:rsidR="00D8177D" w:rsidRPr="006B3705">
        <w:rPr>
          <w:rFonts w:asciiTheme="minorHAnsi" w:hAnsiTheme="minorHAnsi"/>
          <w:lang w:val="uk-UA"/>
        </w:rPr>
        <w:t>.</w:t>
      </w:r>
    </w:p>
    <w:p w:rsidR="00D8177D" w:rsidRPr="00B171B2" w:rsidRDefault="00B171B2" w:rsidP="00D8177D">
      <w:pPr>
        <w:pStyle w:val="a4"/>
        <w:numPr>
          <w:ilvl w:val="0"/>
          <w:numId w:val="37"/>
        </w:numPr>
        <w:jc w:val="both"/>
        <w:rPr>
          <w:rFonts w:asciiTheme="minorHAnsi" w:hAnsiTheme="minorHAnsi"/>
        </w:rPr>
      </w:pPr>
      <w:r w:rsidRPr="00B171B2">
        <w:rPr>
          <w:rFonts w:asciiTheme="minorHAnsi" w:hAnsiTheme="minorHAnsi"/>
          <w:lang w:val="uk-UA"/>
        </w:rPr>
        <w:t>Надійна репутація на ринку страхових послуг</w:t>
      </w:r>
      <w:r w:rsidR="00322F8C">
        <w:rPr>
          <w:rFonts w:asciiTheme="minorHAnsi" w:hAnsiTheme="minorHAnsi"/>
          <w:lang w:val="uk-UA"/>
        </w:rPr>
        <w:t xml:space="preserve"> та стабільність</w:t>
      </w:r>
      <w:r w:rsidR="00D8177D" w:rsidRPr="006B3705">
        <w:rPr>
          <w:rFonts w:asciiTheme="minorHAnsi" w:hAnsiTheme="minorHAnsi"/>
          <w:lang w:val="uk-UA"/>
        </w:rPr>
        <w:t>.</w:t>
      </w:r>
    </w:p>
    <w:p w:rsidR="00B171B2" w:rsidRPr="00B171B2" w:rsidRDefault="00322F8C" w:rsidP="00D8177D">
      <w:pPr>
        <w:pStyle w:val="a4"/>
        <w:numPr>
          <w:ilvl w:val="0"/>
          <w:numId w:val="37"/>
        </w:numPr>
        <w:jc w:val="both"/>
        <w:rPr>
          <w:rFonts w:asciiTheme="minorHAnsi" w:hAnsiTheme="minorHAnsi"/>
          <w:lang w:val="uk-UA"/>
        </w:rPr>
      </w:pPr>
      <w:r>
        <w:rPr>
          <w:rFonts w:asciiTheme="minorHAnsi" w:hAnsiTheme="minorHAnsi"/>
          <w:lang w:val="uk-UA"/>
        </w:rPr>
        <w:t>П</w:t>
      </w:r>
      <w:r w:rsidRPr="00322F8C">
        <w:rPr>
          <w:rFonts w:asciiTheme="minorHAnsi" w:hAnsiTheme="minorHAnsi"/>
          <w:lang w:val="uk-UA"/>
        </w:rPr>
        <w:t>ідрозділи на всій території України.</w:t>
      </w:r>
    </w:p>
    <w:p w:rsidR="00D8177D" w:rsidRPr="006B3705" w:rsidRDefault="00B171B2" w:rsidP="00D8177D">
      <w:pPr>
        <w:pStyle w:val="a4"/>
        <w:numPr>
          <w:ilvl w:val="0"/>
          <w:numId w:val="37"/>
        </w:numPr>
        <w:jc w:val="both"/>
        <w:rPr>
          <w:rFonts w:asciiTheme="minorHAnsi" w:hAnsiTheme="minorHAnsi"/>
          <w:b/>
          <w:u w:val="single"/>
        </w:rPr>
      </w:pPr>
      <w:r w:rsidRPr="00B171B2">
        <w:rPr>
          <w:rFonts w:asciiTheme="minorHAnsi" w:hAnsiTheme="minorHAnsi"/>
          <w:lang w:val="uk-UA"/>
        </w:rPr>
        <w:t>Багаторічний досвід страхування на українському ринку</w:t>
      </w:r>
      <w:r w:rsidR="00D8177D" w:rsidRPr="006B3705">
        <w:rPr>
          <w:rFonts w:asciiTheme="minorHAnsi" w:hAnsiTheme="minorHAnsi"/>
          <w:lang w:val="uk-UA"/>
        </w:rPr>
        <w:t>.</w:t>
      </w:r>
    </w:p>
    <w:p w:rsidR="00D8177D" w:rsidRPr="00253BF5" w:rsidRDefault="009263F3" w:rsidP="00D8177D">
      <w:pPr>
        <w:pStyle w:val="a4"/>
        <w:numPr>
          <w:ilvl w:val="0"/>
          <w:numId w:val="37"/>
        </w:numPr>
        <w:jc w:val="both"/>
        <w:rPr>
          <w:rFonts w:asciiTheme="minorHAnsi" w:hAnsiTheme="minorHAnsi"/>
          <w:lang w:val="uk-UA"/>
        </w:rPr>
      </w:pPr>
      <w:r w:rsidRPr="009263F3">
        <w:rPr>
          <w:rFonts w:asciiTheme="minorHAnsi" w:hAnsiTheme="minorHAnsi"/>
          <w:lang w:val="uk-UA"/>
        </w:rPr>
        <w:t>Усі програми страхування мають бути засновані на якісному перестраховому покритті.</w:t>
      </w:r>
    </w:p>
    <w:p w:rsidR="00D8177D" w:rsidRPr="006F5811" w:rsidRDefault="00C44B93" w:rsidP="00D8177D">
      <w:pPr>
        <w:pStyle w:val="a4"/>
        <w:numPr>
          <w:ilvl w:val="0"/>
          <w:numId w:val="37"/>
        </w:numPr>
        <w:jc w:val="both"/>
        <w:rPr>
          <w:rFonts w:asciiTheme="minorHAnsi" w:hAnsiTheme="minorHAnsi"/>
          <w:b/>
          <w:u w:val="single"/>
          <w:lang w:val="uk-UA"/>
        </w:rPr>
      </w:pPr>
      <w:r w:rsidRPr="00C44B93">
        <w:rPr>
          <w:rFonts w:asciiTheme="minorHAnsi" w:hAnsiTheme="minorHAnsi"/>
          <w:lang w:val="uk-UA"/>
        </w:rPr>
        <w:t>Врегулювання збитків та процедура виплати мають бути організовані максимально зручно, просто та ефективно.</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пропозиція якого відповідає умовам конкурсу і за результатами оцінки має мінімальну</w:t>
      </w:r>
      <w:r w:rsidR="00D96A78">
        <w:rPr>
          <w:rFonts w:asciiTheme="minorHAnsi" w:hAnsiTheme="minorHAnsi"/>
          <w:sz w:val="21"/>
          <w:szCs w:val="21"/>
          <w:lang w:val="uk-UA"/>
        </w:rPr>
        <w:t xml:space="preserve"> </w:t>
      </w:r>
      <w:bookmarkStart w:id="0" w:name="_GoBack"/>
      <w:bookmarkEnd w:id="0"/>
      <w:r>
        <w:rPr>
          <w:rFonts w:asciiTheme="minorHAnsi" w:hAnsiTheme="minorHAnsi"/>
          <w:sz w:val="21"/>
          <w:szCs w:val="21"/>
          <w:lang w:val="uk-UA"/>
        </w:rPr>
        <w:t xml:space="preserve">вартість </w:t>
      </w:r>
      <w:r w:rsidR="001F3FD6">
        <w:rPr>
          <w:rFonts w:asciiTheme="minorHAnsi" w:hAnsiTheme="minorHAnsi"/>
          <w:sz w:val="21"/>
          <w:szCs w:val="21"/>
          <w:lang w:val="uk-UA"/>
        </w:rPr>
        <w:t>страхування Каско</w:t>
      </w:r>
      <w:r w:rsidR="00A62A34">
        <w:rPr>
          <w:rFonts w:asciiTheme="minorHAnsi" w:hAnsiTheme="minorHAnsi"/>
          <w:sz w:val="21"/>
          <w:szCs w:val="21"/>
          <w:lang w:val="uk-UA"/>
        </w:rPr>
        <w:t xml:space="preserve"> за 1 </w:t>
      </w:r>
      <w:r w:rsidR="000D1AC4">
        <w:rPr>
          <w:rFonts w:asciiTheme="minorHAnsi" w:hAnsiTheme="minorHAnsi"/>
          <w:sz w:val="21"/>
          <w:szCs w:val="21"/>
          <w:lang w:val="uk-UA"/>
        </w:rPr>
        <w:t>автомобіль</w:t>
      </w:r>
      <w:r w:rsidR="00A62A34">
        <w:rPr>
          <w:rFonts w:asciiTheme="minorHAnsi" w:hAnsiTheme="minorHAnsi"/>
          <w:sz w:val="21"/>
          <w:szCs w:val="21"/>
          <w:lang w:val="uk-UA"/>
        </w:rPr>
        <w:t>,</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B8F" w:rsidRDefault="00E72B8F" w:rsidP="00FA4D7E">
      <w:r>
        <w:separator/>
      </w:r>
    </w:p>
  </w:endnote>
  <w:endnote w:type="continuationSeparator" w:id="0">
    <w:p w:rsidR="00E72B8F" w:rsidRDefault="00E72B8F"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E72B8F"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42E9FAB"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B8F" w:rsidRDefault="00E72B8F" w:rsidP="00FA4D7E">
      <w:r>
        <w:separator/>
      </w:r>
    </w:p>
  </w:footnote>
  <w:footnote w:type="continuationSeparator" w:id="0">
    <w:p w:rsidR="00E72B8F" w:rsidRDefault="00E72B8F"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374B3"/>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1AC4"/>
    <w:rsid w:val="000D2016"/>
    <w:rsid w:val="000D48F4"/>
    <w:rsid w:val="000E657F"/>
    <w:rsid w:val="000F2DC8"/>
    <w:rsid w:val="000F6B18"/>
    <w:rsid w:val="00101854"/>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77384"/>
    <w:rsid w:val="00191A66"/>
    <w:rsid w:val="00193810"/>
    <w:rsid w:val="00195D38"/>
    <w:rsid w:val="00196D26"/>
    <w:rsid w:val="00197C79"/>
    <w:rsid w:val="001A6548"/>
    <w:rsid w:val="001B0A91"/>
    <w:rsid w:val="001B6544"/>
    <w:rsid w:val="001C087F"/>
    <w:rsid w:val="001D423B"/>
    <w:rsid w:val="001E448D"/>
    <w:rsid w:val="001E5DC0"/>
    <w:rsid w:val="001E6083"/>
    <w:rsid w:val="001F3FD6"/>
    <w:rsid w:val="001F4DA8"/>
    <w:rsid w:val="001F6D17"/>
    <w:rsid w:val="00202DA6"/>
    <w:rsid w:val="00215838"/>
    <w:rsid w:val="00221827"/>
    <w:rsid w:val="00222D0A"/>
    <w:rsid w:val="0022631D"/>
    <w:rsid w:val="00227D9F"/>
    <w:rsid w:val="00227FFC"/>
    <w:rsid w:val="00230212"/>
    <w:rsid w:val="00253BF5"/>
    <w:rsid w:val="00264B7F"/>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4EA0"/>
    <w:rsid w:val="003177E1"/>
    <w:rsid w:val="00322F8C"/>
    <w:rsid w:val="00330BDF"/>
    <w:rsid w:val="003336AB"/>
    <w:rsid w:val="00340FC4"/>
    <w:rsid w:val="00341352"/>
    <w:rsid w:val="003452A0"/>
    <w:rsid w:val="0035164E"/>
    <w:rsid w:val="00355139"/>
    <w:rsid w:val="00357306"/>
    <w:rsid w:val="00360526"/>
    <w:rsid w:val="00366EBF"/>
    <w:rsid w:val="003710D3"/>
    <w:rsid w:val="003727DE"/>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0FBA"/>
    <w:rsid w:val="0044279B"/>
    <w:rsid w:val="004441D1"/>
    <w:rsid w:val="00452FB9"/>
    <w:rsid w:val="004549B1"/>
    <w:rsid w:val="0046133E"/>
    <w:rsid w:val="00463954"/>
    <w:rsid w:val="00465DE1"/>
    <w:rsid w:val="00471491"/>
    <w:rsid w:val="0047365F"/>
    <w:rsid w:val="004767A1"/>
    <w:rsid w:val="00481C52"/>
    <w:rsid w:val="004842BE"/>
    <w:rsid w:val="0048493B"/>
    <w:rsid w:val="0049055A"/>
    <w:rsid w:val="004A5731"/>
    <w:rsid w:val="004A59E0"/>
    <w:rsid w:val="004B2B21"/>
    <w:rsid w:val="004C283D"/>
    <w:rsid w:val="004C3BD2"/>
    <w:rsid w:val="004C5D4F"/>
    <w:rsid w:val="004C7215"/>
    <w:rsid w:val="004C7B9A"/>
    <w:rsid w:val="004D07D7"/>
    <w:rsid w:val="004D0E66"/>
    <w:rsid w:val="004D6076"/>
    <w:rsid w:val="004D689F"/>
    <w:rsid w:val="004E1C91"/>
    <w:rsid w:val="004E2958"/>
    <w:rsid w:val="004E5A89"/>
    <w:rsid w:val="004E7A11"/>
    <w:rsid w:val="00502EFB"/>
    <w:rsid w:val="00504674"/>
    <w:rsid w:val="00526FE6"/>
    <w:rsid w:val="00536E23"/>
    <w:rsid w:val="0054675E"/>
    <w:rsid w:val="00555471"/>
    <w:rsid w:val="00561259"/>
    <w:rsid w:val="00562476"/>
    <w:rsid w:val="005645BE"/>
    <w:rsid w:val="00570524"/>
    <w:rsid w:val="00574A24"/>
    <w:rsid w:val="00576523"/>
    <w:rsid w:val="0057713E"/>
    <w:rsid w:val="00581354"/>
    <w:rsid w:val="0058140B"/>
    <w:rsid w:val="00586B3E"/>
    <w:rsid w:val="0059221B"/>
    <w:rsid w:val="00593E67"/>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C8A"/>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263F3"/>
    <w:rsid w:val="00933EF2"/>
    <w:rsid w:val="009364DC"/>
    <w:rsid w:val="0094041A"/>
    <w:rsid w:val="009465B3"/>
    <w:rsid w:val="009526A7"/>
    <w:rsid w:val="00953FE5"/>
    <w:rsid w:val="00957AE3"/>
    <w:rsid w:val="00977DAC"/>
    <w:rsid w:val="00984807"/>
    <w:rsid w:val="00984FB8"/>
    <w:rsid w:val="00985A59"/>
    <w:rsid w:val="00992B03"/>
    <w:rsid w:val="00994D26"/>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83B9A"/>
    <w:rsid w:val="00A91B97"/>
    <w:rsid w:val="00A92E82"/>
    <w:rsid w:val="00A97EE4"/>
    <w:rsid w:val="00AA0A1B"/>
    <w:rsid w:val="00AA7416"/>
    <w:rsid w:val="00AB588A"/>
    <w:rsid w:val="00AC23F9"/>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171B2"/>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4B93"/>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177D"/>
    <w:rsid w:val="00D82476"/>
    <w:rsid w:val="00D846D9"/>
    <w:rsid w:val="00D95567"/>
    <w:rsid w:val="00D96A78"/>
    <w:rsid w:val="00D979FB"/>
    <w:rsid w:val="00DB1DE9"/>
    <w:rsid w:val="00DB23F6"/>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2B8F"/>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4A1F4AAC"/>
  <w15:docId w15:val="{1B5F2CBB-BE06-4BA8-9FE8-2AE2661E0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692D2-E65E-4686-A6AB-6D708FE43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390</TotalTime>
  <Pages>2</Pages>
  <Words>582</Words>
  <Characters>3320</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164</cp:revision>
  <cp:lastPrinted>2019-01-08T14:20:00Z</cp:lastPrinted>
  <dcterms:created xsi:type="dcterms:W3CDTF">2020-01-08T06:34:00Z</dcterms:created>
  <dcterms:modified xsi:type="dcterms:W3CDTF">2022-09-26T10:49:00Z</dcterms:modified>
</cp:coreProperties>
</file>