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93E2A" w:rsidRPr="00276A83" w:rsidRDefault="00410442" w:rsidP="00901AD8">
      <w:pPr>
        <w:rPr>
          <w:rFonts w:ascii="Courier New" w:eastAsia="Batang" w:hAnsi="Courier New" w:cs="Courier New"/>
          <w:sz w:val="20"/>
          <w:szCs w:val="20"/>
          <w:lang w:val="uk-UA"/>
        </w:rPr>
      </w:pPr>
      <w:r>
        <w:rPr>
          <w:rFonts w:ascii="Courier New" w:eastAsia="Batang" w:hAnsi="Courier New" w:cs="Courier New"/>
          <w:noProof/>
          <w:sz w:val="20"/>
          <w:szCs w:val="20"/>
        </w:rPr>
        <mc:AlternateContent>
          <mc:Choice Requires="wpg">
            <w:drawing>
              <wp:anchor distT="0" distB="0" distL="114300" distR="114300" simplePos="0" relativeHeight="251658240" behindDoc="0" locked="0" layoutInCell="1" allowOverlap="1">
                <wp:simplePos x="0" y="0"/>
                <wp:positionH relativeFrom="column">
                  <wp:posOffset>-228219</wp:posOffset>
                </wp:positionH>
                <wp:positionV relativeFrom="paragraph">
                  <wp:posOffset>-65684</wp:posOffset>
                </wp:positionV>
                <wp:extent cx="6515100" cy="1550822"/>
                <wp:effectExtent l="0" t="0" r="0" b="30480"/>
                <wp:wrapNone/>
                <wp:docPr id="1"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515100" cy="1550822"/>
                          <a:chOff x="774" y="356"/>
                          <a:chExt cx="10260" cy="2160"/>
                        </a:xfrm>
                      </wpg:grpSpPr>
                      <pic:pic xmlns:pic="http://schemas.openxmlformats.org/drawingml/2006/picture">
                        <pic:nvPicPr>
                          <pic:cNvPr id="2" name="Picture 46" descr="Rok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4989" y="356"/>
                            <a:ext cx="1928" cy="1688"/>
                          </a:xfrm>
                          <a:prstGeom prst="rect">
                            <a:avLst/>
                          </a:prstGeom>
                          <a:noFill/>
                          <a:extLst>
                            <a:ext uri="{909E8E84-426E-40DD-AFC4-6F175D3DCCD1}">
                              <a14:hiddenFill xmlns:a14="http://schemas.microsoft.com/office/drawing/2010/main">
                                <a:solidFill>
                                  <a:srgbClr val="FFFFFF"/>
                                </a:solidFill>
                              </a14:hiddenFill>
                            </a:ext>
                          </a:extLst>
                        </pic:spPr>
                      </pic:pic>
                      <wpg:grpSp>
                        <wpg:cNvPr id="3" name="Group 47"/>
                        <wpg:cNvGrpSpPr>
                          <a:grpSpLocks/>
                        </wpg:cNvGrpSpPr>
                        <wpg:grpSpPr bwMode="auto">
                          <a:xfrm>
                            <a:off x="1657" y="596"/>
                            <a:ext cx="8756" cy="872"/>
                            <a:chOff x="1657" y="987"/>
                            <a:chExt cx="8756" cy="872"/>
                          </a:xfrm>
                        </wpg:grpSpPr>
                        <wpg:grpSp>
                          <wpg:cNvPr id="4" name="Group 48"/>
                          <wpg:cNvGrpSpPr>
                            <a:grpSpLocks/>
                          </wpg:cNvGrpSpPr>
                          <wpg:grpSpPr bwMode="auto">
                            <a:xfrm>
                              <a:off x="1657" y="1271"/>
                              <a:ext cx="8494" cy="588"/>
                              <a:chOff x="1657" y="1271"/>
                              <a:chExt cx="8494" cy="588"/>
                            </a:xfrm>
                          </wpg:grpSpPr>
                          <wps:wsp>
                            <wps:cNvPr id="5" name="WordArt 49"/>
                            <wps:cNvSpPr txBox="1">
                              <a:spLocks noChangeArrowheads="1" noChangeShapeType="1" noTextEdit="1"/>
                            </wps:cNvSpPr>
                            <wps:spPr bwMode="auto">
                              <a:xfrm>
                                <a:off x="1657" y="1271"/>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wps:txbx>
                            <wps:bodyPr wrap="square" numCol="1" fromWordArt="1">
                              <a:prstTxWarp prst="textPlain">
                                <a:avLst>
                                  <a:gd name="adj" fmla="val 50000"/>
                                </a:avLst>
                              </a:prstTxWarp>
                              <a:noAutofit/>
                            </wps:bodyPr>
                          </wps:wsp>
                          <wps:wsp>
                            <wps:cNvPr id="6" name="WordArt 50"/>
                            <wps:cNvSpPr txBox="1">
                              <a:spLocks noChangeArrowheads="1" noChangeShapeType="1" noTextEdit="1"/>
                            </wps:cNvSpPr>
                            <wps:spPr bwMode="auto">
                              <a:xfrm>
                                <a:off x="7254" y="1283"/>
                                <a:ext cx="2897" cy="576"/>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wps:txbx>
                            <wps:bodyPr wrap="square" numCol="1" fromWordArt="1">
                              <a:prstTxWarp prst="textPlain">
                                <a:avLst>
                                  <a:gd name="adj" fmla="val 50000"/>
                                </a:avLst>
                              </a:prstTxWarp>
                              <a:noAutofit/>
                            </wps:bodyPr>
                          </wps:wsp>
                        </wpg:grpSp>
                        <wpg:grpSp>
                          <wpg:cNvPr id="7" name="Group 51"/>
                          <wpg:cNvGrpSpPr>
                            <a:grpSpLocks/>
                          </wpg:cNvGrpSpPr>
                          <wpg:grpSpPr bwMode="auto">
                            <a:xfrm>
                              <a:off x="1674" y="987"/>
                              <a:ext cx="8739" cy="392"/>
                              <a:chOff x="1674" y="987"/>
                              <a:chExt cx="8739" cy="392"/>
                            </a:xfrm>
                          </wpg:grpSpPr>
                          <wps:wsp>
                            <wps:cNvPr id="8" name="WordArt 52"/>
                            <wps:cNvSpPr txBox="1">
                              <a:spLocks noChangeArrowheads="1" noChangeShapeType="1" noTextEdit="1"/>
                            </wps:cNvSpPr>
                            <wps:spPr bwMode="auto">
                              <a:xfrm>
                                <a:off x="1674" y="1031"/>
                                <a:ext cx="2880" cy="348"/>
                              </a:xfrm>
                              <a:prstGeom prst="rect">
                                <a:avLst/>
                              </a:prstGeom>
                              <a:extLst>
                                <a:ext uri="{AF507438-7753-43E0-B8FC-AC1667EBCBE1}">
                                  <a14:hiddenEffects xmlns:a14="http://schemas.microsoft.com/office/drawing/2010/main">
                                    <a:effectLst/>
                                  </a14:hiddenEffects>
                                </a:ext>
                              </a:extLst>
                            </wps:spPr>
                            <wps:txb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wps:txbx>
                            <wps:bodyPr wrap="square" numCol="1" fromWordArt="1">
                              <a:prstTxWarp prst="textPlain">
                                <a:avLst>
                                  <a:gd name="adj" fmla="val 50000"/>
                                </a:avLst>
                              </a:prstTxWarp>
                              <a:noAutofit/>
                            </wps:bodyPr>
                          </wps:wsp>
                          <wps:wsp>
                            <wps:cNvPr id="9" name="WordArt 53"/>
                            <wps:cNvSpPr txBox="1">
                              <a:spLocks noChangeArrowheads="1" noChangeShapeType="1" noTextEdit="1"/>
                            </wps:cNvSpPr>
                            <wps:spPr bwMode="auto">
                              <a:xfrm>
                                <a:off x="6917" y="987"/>
                                <a:ext cx="3496" cy="329"/>
                              </a:xfrm>
                              <a:prstGeom prst="rect">
                                <a:avLst/>
                              </a:prstGeom>
                              <a:extLst>
                                <a:ext uri="{AF507438-7753-43E0-B8FC-AC1667EBCBE1}">
                                  <a14:hiddenEffects xmlns:a14="http://schemas.microsoft.com/office/drawing/2010/main">
                                    <a:effectLst/>
                                  </a14:hiddenEffects>
                                </a:ext>
                              </a:extLst>
                            </wps:spPr>
                            <wps:txb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wps:txbx>
                            <wps:bodyPr wrap="square" numCol="1" fromWordArt="1">
                              <a:prstTxWarp prst="textPlain">
                                <a:avLst>
                                  <a:gd name="adj" fmla="val 50000"/>
                                </a:avLst>
                              </a:prstTxWarp>
                              <a:noAutofit/>
                            </wps:bodyPr>
                          </wps:wsp>
                        </wpg:grpSp>
                      </wpg:grpSp>
                      <wps:wsp>
                        <wps:cNvPr id="10" name="Text Box 54"/>
                        <wps:cNvSpPr txBox="1">
                          <a:spLocks noChangeArrowheads="1"/>
                        </wps:cNvSpPr>
                        <wps:spPr bwMode="auto">
                          <a:xfrm>
                            <a:off x="77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wps:txbx>
                        <wps:bodyPr rot="0" vert="horz" wrap="square" lIns="0" tIns="0" rIns="0" bIns="0" anchor="t" anchorCtr="0" upright="1">
                          <a:noAutofit/>
                        </wps:bodyPr>
                      </wps:wsp>
                      <wps:wsp>
                        <wps:cNvPr id="11" name="Text Box 55"/>
                        <wps:cNvSpPr txBox="1">
                          <a:spLocks noChangeArrowheads="1"/>
                        </wps:cNvSpPr>
                        <wps:spPr bwMode="auto">
                          <a:xfrm>
                            <a:off x="6894" y="1435"/>
                            <a:ext cx="4140" cy="721"/>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wps:txbx>
                        <wps:bodyPr rot="0" vert="horz" wrap="square" lIns="0" tIns="0" rIns="0" bIns="0" anchor="t" anchorCtr="0" upright="1">
                          <a:noAutofit/>
                        </wps:bodyPr>
                      </wps:wsp>
                      <wps:wsp>
                        <wps:cNvPr id="12" name="Line 56"/>
                        <wps:cNvCnPr>
                          <a:cxnSpLocks noChangeShapeType="1"/>
                        </wps:cNvCnPr>
                        <wps:spPr bwMode="auto">
                          <a:xfrm>
                            <a:off x="1134" y="2516"/>
                            <a:ext cx="9720" cy="0"/>
                          </a:xfrm>
                          <a:prstGeom prst="line">
                            <a:avLst/>
                          </a:prstGeom>
                          <a:noFill/>
                          <a:ln w="57150" cmpd="thinThick">
                            <a:solidFill>
                              <a:srgbClr val="005A00"/>
                            </a:solidFill>
                            <a:round/>
                            <a:headEnd/>
                            <a:tailEnd/>
                          </a:ln>
                          <a:extLst>
                            <a:ext uri="{909E8E84-426E-40DD-AFC4-6F175D3DCCD1}">
                              <a14:hiddenFill xmlns:a14="http://schemas.microsoft.com/office/drawing/2010/main">
                                <a:noFill/>
                              </a14:hiddenFill>
                            </a:ext>
                          </a:extLst>
                        </wps:spPr>
                        <wps:bodyPr/>
                      </wps:wsp>
                      <wps:wsp>
                        <wps:cNvPr id="13" name="Text Box 57"/>
                        <wps:cNvSpPr txBox="1">
                          <a:spLocks noChangeArrowheads="1"/>
                        </wps:cNvSpPr>
                        <wps:spPr bwMode="auto">
                          <a:xfrm>
                            <a:off x="1134" y="2156"/>
                            <a:ext cx="9720" cy="2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45" o:spid="_x0000_s1026" style="position:absolute;margin-left:-17.95pt;margin-top:-5.15pt;width:513pt;height:122.1pt;z-index:251658240" coordorigin="774,356" coordsize="10260,2160"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AYfhblcBwAAwiUAAA4AAABkcnMvZTJvRG9jLnhtbOxaWW/bRhB+L9D/&#10;QPCdEZfiKVgObB1BgbQ1Ehd5XpGUxIbkskvKklv0v3dmD1KiZPhIYjipDVhakrvL2Tm+uXT2dlfk&#10;xk3K64yVY5O8sU0jLWOWZOVqbP5xPbdC06gbWiY0Z2U6Nm/T2nx7/vNPZ9tqlDpszfIk5QZsUtaj&#10;bTU2101TjQaDOl6nBa3fsCot4eGS8YI2cMlXg4TTLexe5APHtv3BlvGk4ixO6xruTuVD81zsv1ym&#10;cfP7clmnjZGPTaCtEZ9cfC7wc3B+RkcrTqt1Fisy6BOoKGhWwkvbraa0ocaGZ0dbFVnMWc2WzZuY&#10;FQO2XGZxKs4ApyF27zTvONtU4iyr0XZVtWwC1vb49ORt499urriRJSA70yhpASISbzVcD3mzrVYj&#10;mPKOVx+rKy4PCMP3LP5cw+NB/zler+RkY7H9lSWwH900TPBmt+QFbgGnNnZCBLetCNJdY8Rw0/eI&#10;R2yQVAzPiOfZoeNIIcVrkCSuCwLXNODp0PP1k5laTWzHV2sdAiMkkY7kewWtirbzsyqLR/CvWAqj&#10;I5ber3qwqtnw1FSbFA/ao6D886ayQPoVbbJFlmfNrdBkYBESVd5cZTGyGi866ThaOvAUX2q4vmkk&#10;aR2DLn9gnwkeVa+Q6ymeTwjKKNlkTctVelFXYBBS1PoW52y7TmlS423k1+Eu4vKApkWeVfMsz1GS&#10;OFanBzp6OnmCgVLfpyzeFGnZSAPmaQ6MYGW9zqraNPgoLRYp6CP/JSFCbUA13tcNvg6VRBjVP054&#10;YduRc2lNPHtiuXYwsy4iN7ACexa4thuSCZn8i6uJO9rUKbCB5tMqU7TC3SNqT1qQwhppm8LGjRsq&#10;kERqFhAkNEyTCMqGLEFaax5/AGbDPBg3PG3iNQ6XwDl1Hya3DwSbO86iDGowuHttyI3C6NAYkEdo&#10;SCRyAHqFFflheGAJoBm8bt6lrDBwAKwGQgWr6Q1wWh5NT0GiS4YCF0fRJ90XRmRHs3AWupbr+DMQ&#10;xnRqXcwnruXPSeBNh9PJZEq0MNZZkqQlbvflshCsZXmWaHWs+WoxybmU0Vz8qYPX3bQB6kRHhpaf&#10;/haqJsSBAlD2APKQWCjwo4VFhZxDbZsKOQN8aR8Z0TV8LeQkvhcIqXuRgkAt9TAAUBRSD4M+brar&#10;olBQSEfxeqa05WjdHbDZ4nt7QMUDgOQD7yE07ll4QJxAAJfUSFT90I2AHFR9T2o+nlQ5j5YJ3bI9&#10;LvQX3skFCFZqjXzbCrCzh30n0QRDlVNu/uOaVinYH2y0h/ie5ugnWHbBG8ONpF6JSeiOjWZ3ydDU&#10;he3W0it3YH+A7O1t8bLr2wocM3p8dg2qM0sy4RXQ8hUR0t3jxYNw6ARbtUo6YQTKKqQRCG1tmfpo&#10;HIItjzzBxdyzA3cYWkHgDS13OLOty3A+sS4mxPeD2eXkctYDn5kIC+uvgz+p2EyjZoss6h0aVPS3&#10;BBfNVSnxZrfYCbyoRwuW3IJYtxCOjs36rw3F4KLcFBMGPgekteSsUNqgpY4wfb37RHmlsLwBJl3l&#10;OhwVgI44uUqUfdLkT9ioyCHKBVdmeDb8KZBUk0E+3a4S/i8ghFtmwjMg8ZJOpSxgCPIg39wiANkk&#10;xmiL8ATlexr7giwicDwZphInHCKDO3x6tYh+2HRsESol+e4No8s6pMc8GUAAPu47T0/4s2/rPFUO&#10;1YYCGq3DYAgBJaL1MDoOIPqr9lxnf12L8h0HMJxCSX9zoIDAtwcU4igvEyiIr7hK7GEvkHHCUGWz&#10;Q/cLQ/gf1nUKoGjF++pBVSHsdEwJpt0zDOGaXqZh+BGRWc4RSA1dyHskSDkiKG7B5jWkRFliSCns&#10;opXu92sXnfsQ8aYqLz6TIyEAv9JgME0yINsyIKpTQQkU5x6bhcHKJyZYuuhJ3KEozHbRpEtc5SQC&#10;R1bwdMXz0cawV+fJSxn5q8IPGJi8c8qP/CD1n4OSFnFc+9KJrLkfBpY7dz0rCuzQskl0Gfk21Amm&#10;88OS1vusTL88pTS2YzPyHE9m9F3RCuuJe7UtTNratG2vtkVHRdZAPyXPCiiDtJPoCCu8szIRaUhD&#10;s1yO90phSL7OUvX3XdmqgJbWDBS0cAYlBFBE6AXBYM3432Yvkc1/KaFQAlMaPeB6sNADWsawdGw2&#10;piGHkwauYM2m4tlqLaoULyklJW3XpAMI1Th5Upnm6QDhh1j0wqbJK0JgJ63tyB2Yx4EVPbpC/IoQ&#10;2E4DF/AghGjt4P+NEG3nTngI2bNUAfeklD3VeFeqnurpMu0eKsgluP5hdVkylKjgeKTXKogCR8UN&#10;uv6n+7O69aMqijm4BuGP7u8O5SU6MC8gUJkz4qJKAMnXWXkNzfXP97o0D1p6qhJ5YLPQBFee6y4v&#10;9kJjkzac2vOzslV1vxVJm9GCf74aK2mbWZ1DU/2sZ3ZopFVdohv9GINjg6dTXccTKPP0/K+VkQ5w&#10;2xuvIe9ryCvKlW02LQAUofelOjSRK8MPhYR7Vj9qwl8i7V/DeP+nV+f/AQAA//8DAFBLAwQUAAYA&#10;CAAAACEAWGCzG7oAAAAiAQAAGQAAAGRycy9fcmVscy9lMm9Eb2MueG1sLnJlbHOEj8sKwjAQRfeC&#10;/xBmb9O6EJGmbkRwK/UDhmSaRpsHSRT79wbcKAgu517uOUy7f9qJPSgm452ApqqBkZNeGacFXPrj&#10;agssZXQKJ+9IwEwJ9t1y0Z5pwlxGaTQhsUJxScCYc9hxnuRIFlPlA7nSDD5azOWMmgeUN9TE13W9&#10;4fGTAd0Xk52UgHhSDbB+DsX8n+2HwUg6eHm35PIPBTe2uAsQo6YswJIy+A6b6hpIA+9a/vVZ9wIA&#10;AP//AwBQSwMEFAAGAAgAAAAhAEGd/ULiAAAACwEAAA8AAABkcnMvZG93bnJldi54bWxMj8FqwzAM&#10;hu+DvYNRYbfWcU3HksYppWw7lcHawdjNjdUkNJZD7Cbp2887rTcJffz6/nwz2ZYN2PvGkQKxSIAh&#10;lc40VCn4Or7NX4D5oMno1hEquKGHTfH4kOvMuJE+cTiEisUQ8plWUIfQZZz7skar/cJ1SPF2dr3V&#10;Ia59xU2vxxhuW75MkmdudUPxQ6073NVYXg5Xq+B91ONWitdhfznvbj/H1cf3XqBST7NpuwYWcAr/&#10;MPzpR3UootPJXcl41iqYy1Ua0TiIRAKLRJomAthJwVLKFHiR8/sOxS8AAAD//wMAUEsDBAoAAAAA&#10;AAAAIQAyjemIR4gAAEeIAAAVAAAAZHJzL21lZGlhL2ltYWdlMS5qcGVn/9j/4AAQSkZJRgABAgEA&#10;SABIAAD/7QAsUGhvdG9zaG9wIDMuMAA4QklNA+0AAAAAABAASAAAAAEAAQBIAAAAAQAB/+FVKWh0&#10;dHA6Ly9ucy5hZG9iZS5jb20veGFwLzEuMC8APD94cGFja2V0IGJlZ2luPSfvu78nIGlkPSdXNU0w&#10;TXBDZWhpSHpyZVN6TlRjemtjOWQnPz48eDp4bXBtZXRhIHhtbG5zOng9J2Fkb2JlOm5zOm1ldGEv&#10;JyB4OnhtcHRrPSdYTVAgdG9vbGtpdCAzLjAtMjksIGZyYW1ld29yayAxLjYnPgo8cmRmOlJERiB4&#10;bWxuczpyZGY9J2h0dHA6Ly93d3cudzMub3JnLzE5OTkvMDIvMjItcmRmLXN5bnRheC1ucyMnIHht&#10;bG5zOmlYPSdodHRwOi8vbnMuYWRvYmUuY29tL2lYLzEuMC8nPgoKIDxyZGY6RGVzY3JpcHRpb24g&#10;cmRmOmFib3V0PScnCiAgeG1sbnM6cGRmPSdodHRwOi8vbnMuYWRvYmUuY29tL3BkZi8xLjMvJz4K&#10;IDwvcmRmOkRlc2NyaXB0aW9uPgoKIDxyZGY6RGVzY3JpcHRpb24gcmRmOmFib3V0PScnCiAgeG1s&#10;bnM6dGlmZj0naHR0cDovL25zLmFkb2JlLmNvbS90aWZmLzEuMC8nPgogPC9yZGY6RGVzY3JpcHRp&#10;b24+CgogPHJkZjpEZXNjcmlwdGlvbiByZGY6YWJvdXQ9JycKICB4bWxuczp4YXA9J2h0dHA6Ly9u&#10;cy5hZG9iZS5jb20veGFwLzEuMC8nCiAgeG1sbnM6eGFwR0ltZz0naHR0cDovL25zLmFkb2JlLmNv&#10;bS94YXAvMS4wL2cvaW1nLyc+CiAgPHhhcDpDcmVhdGVEYXRlPjIwMDQtMDYtMTZUMTI6MTA6MDla&#10;PC94YXA6Q3JlYXRlRGF0ZT4KICA8eGFwOk1vZGlmeURhdGU+MjAwNC0wNi0xNlQxMjoxMDoxNFo8&#10;L3hhcDpNb2RpZnlEYXRlPgogIDx4YXA6Q3JlYXRvclRvb2w+SWxsdXN0cmF0b3I8L3hhcDpDcmVh&#10;dG9yVG9vbD4KICA8eGFwOlRodW1ibmFpbHM+CiAgIDxyZGY6QWx0PgogICAgPHJkZjpsaSByZGY6&#10;cGFyc2VUeXBlPSdSZXNvdXJjZSc+CiAgICAgPHhhcEdJbWc6Zm9ybWF0PkpQRUc8L3hhcEdJbWc6&#10;Zm9ybWF0PgogICAgIDx4YXBHSW1nOndpZHRoPjI1NjwveGFwR0ltZzp3aWR0aD4KICAgICA8eGFw&#10;R0ltZzpoZWlnaHQ+MjI4PC94YXBHSW1nOmhlaWdodD4KICAgICA8eGFwR0ltZzppbWFnZT4vOWov&#10;NEFBUVNrWkpSZ0FCQWdFQVNBQklBQUQvN1FBc1VHaHZkRzl6YUc5d0lETXVNQUE0UWtsTkErMEFB&#10;QUFBQUJBQVNBQUFBQUVBJiN4QTtBUUJJQUFBQUFRQUIvKzRBRGtGa2IySmxBR1RBQUFBQUFmL2JB&#10;SVFBQmdRRUJBVUVCZ1VGQmdrR0JRWUpDd2dHQmdnTERBb0tDd29LJiN4QTtEQkFNREF3TURBd1FE&#10;QTRQRUE4T0RCTVRGQlFURXh3Ykd4c2NIeDhmSHg4Zkh4OGZId0VIQndjTkRBMFlFQkFZR2hVUkZS&#10;b2ZIeDhmJiN4QTtIeDhmSHg4Zkh4OGZIeDhmSHg4Zkh4OGZIeDhmSHg4Zkh4OGZIeDhmSHg4Zkh4&#10;OGZIeDhmSHg4Zkh4OGYvOEFBRVFnQTVBRUFBd0VSJiN4QTtBQUlSQVFNUkFmL0VBYUlBQUFBSEFR&#10;RUJBUUVBQUFBQUFBQUFBQVFGQXdJR0FRQUhDQWtLQ3dFQUFnSURBUUVCQVFFQUFBQUFBQUFBJiN4&#10;QTtBUUFDQXdRRkJnY0lDUW9MRUFBQ0FRTURBZ1FDQmdjREJBSUdBbk1CQWdNUkJBQUZJUkl4UVZF&#10;R0UyRWljWUVVTXBHaEJ4V3hRaVBCJiN4QTtVdEhoTXhaaThDUnlndkVsUXpSVGtxS3lZM1BDTlVR&#10;bms2T3pOaGRVWkhURDB1SUlKb01KQ2hnWmhKUkZScVMwVnROVktCcnk0L1BFJiN4QTsxT1QwWlhX&#10;RmxhVzF4ZFhsOVdaMmhwYW10c2JXNXZZM1IxZG5kNGVYcDdmSDErZjNPRWhZYUhpSW1LaTR5Tmpv&#10;K0NrNVNWbHBlWW1aJiN4QTtxYm5KMmVuNUtqcEtXbXA2aXBxcXVzcmE2dm9SQUFJQ0FRSURCUVVF&#10;QlFZRUNBTURiUUVBQWhFREJDRVNNVUVGVVJOaElnWnhnWkV5JiN4QTtvYkh3Rk1IUjRTTkNGVkpp&#10;Y3ZFekpEUkRnaGFTVXlXaVk3TENCM1BTTmVKRWd4ZFVrd2dKQ2hnWkpqWkZHaWRrZEZVMzhxT3p3&#10;eWdwJiN4QTswK1B6aEpTa3RNVFU1UFJsZFlXVnBiWEYxZVgxUmxabWRvYVdwcmJHMXViMlIxZG5k&#10;NGVYcDdmSDErZjNPRWhZYUhpSW1LaTR5TmpvJiN4QTsrRGxKV1dsNWlabXB1Y25aNmZrcU9rcGFh&#10;bnFLbXFxNnl0cnErdi9hQUF3REFRQUNFUU1SQUQ4QTlVNHE3RlhZcTdGWFlxN0ZYWXE3JiN4QTtG&#10;WFlxN0ZYWXE3RlhZcTdGWFlxN0ZYWXE3RlhZcTdGWFlxN0ZYWXFzbGxqaWllV1Zna2NhbG5kdGdG&#10;QXFTZmxnbElBV2VRUVRTRjBmJiN4QTtWSWRWMDZLL2dCRU0vTXgxNmxWY3FEOU5LNVRwODR5d0V4&#10;eU4vZXhoUGlGaEc1ZXpkaXJzVmRpcnNWZGlyc1ZkaXJzVmRpcnNWZGlyJiN4QTtzVmRpcnNWZGly&#10;c1ZkaXJzVlU1cmlDRWZ2SEMrM2Y3czErdTdWMDJsRjVwaVBsMStRM1p4Z1pjZ2c1TlloSDkyaGIz&#10;T3cvam5KYXIyJiN4QTsrMDhkc1dPVS9mVVIray9ZM3gwcDZsUk9zemRvMUh6cWMxRS9iL1VFK25I&#10;QWUreitwc0dsSGUwTlptN3hyK09DUHQvcUwzeHcrMzlaJiN4QTtYOHFPOVdqMW1NLzNrWlgzQnIv&#10;VE5wcHZiL0Nkc3VPVWY2cEV2djRXQjBwNkZGdzNkdk4vZHVDZjVUc2Z1T2Rab08yOUpxOXNVd1pk&#10;JiN4QTszS1h5TGp5eHlqekN0bTFZT3hWMkt1eFYyS3ZJZnp1ODlORlpIeTNwa3RMaTdkYmU0a1U3&#10;OG5JSEFFZnlyVm0rZ2VPYVhYYW9UbWNZJiN4QTsrbUc4dmgvRCt0MStyei93ajRzOC9MNVF2azdU&#10;RkFvQkd3QTl2VWJNcnNyL0FCZVB4Kzh1VHB2N3NNaXpZTjdzVmRpcnNWZGlyc1ZkJiN4QTtpcnNW&#10;ZGlyc1ZkaXJzVmRpcnNWZGlyc1ZkaXExM1ZGTE1RRkhVbktzK2VHS0JuTWlNUnpKU0FUeVN1NjFW&#10;MkpXRDRWL243bjVlR2VZJiN4QTs5dGUyMlRJVERTK2lIODcrSSs3K2I5L3VjM0hwZ041SmVTU2Fr&#10;MUo2azV3YzV5bVRLUnNucVhKQWF5Q1hZcTdGWFlxN3BoQklOaFVkJiN4QTthNnBMSFJaZjNpZVA3&#10;UXpzdXh2YkxQcHlJWi8zdVA4QTJRK1BYNC9OeHNtbkI1YkZOb3BZNVVEeG5rcHoxWFI2M0ZxY1l5&#10;WXBjVVQrJiN4QTtOKzR1RktKQm9yOHltTHNWWWY1OTg2eDZMYW15czNEYXJPdTFOL1JVL3R0Ny93&#10;QW8rbjU2anRUdEVZUndSK3MvWTR1cDFIQUtIMVBuJiN4QTtpQ1o5WTgxUzNKSmUxMHdNaU9kK1U4&#10;bXp0VTlmOXJOSmtIaGFjRCtQSnVmZCtQMHVwTDZlOG14bVB5cnBhbnZibzI0cDlvY3Y0NTB2JiN4&#10;QTtaMGF3UTl6dXNBOUE5eWM1bXR6c1ZkaXJzVmRpcnNWZGlyc1ZkaXJzVmRpcnNWZGlyc1ZkaXJz&#10;Vld1Nm9wWmpSVkZTY3F6NTRZWUdjJiN4QTt6d3hpTEpTQlpvSkhlM3IzRCtFUSt5djhUbmludEI3&#10;UVpOZmtvZW5ESDZZL3BQbjkzMzdIRmlFUjVvYk9kYm5ZcTdGWFlxN0ZYWXE3JiN4QTtGWFlxcld0&#10;MUpieWNsTlZQMmw3RVp0K3grMmMyaHk4Y0Q2VDlVZWtoK3Z1TFhreGlRM1Q2R1pKb3hJaHFwejIv&#10;UWE3RnFzUXk0emNaJiN4QTtmWjVIemRiS0ppYUxGZk92bnUxMEtJMnRxVm4xVnh0SDFXSUg5cDZk&#10;L0JjeGUwZTB4aEhESGVmM09IcU5TSWJENm5ndm03WEx4WVpKJiN4QTtTN1Q2cHFEK25DU2FzMGo3&#10;RnZvcityT2QwbUk1c25GUGtONUYxSkpKc3J0RDBwTk0wNk8xVThwUHRUUC9BRE9mdEgrQXlyVjZq&#10;eGNoJiN4QTtsMDZlNUQ2YTBxMytyYVhaMjlLZWpCSEhUL1VRRCtHZHZwNDhPT0k3b2o3bmZ3RlJB&#10;UmVYTW5ZcTdGWFlxN0ZYWXE3RlhZcTdGWFlxJiN4QTs3RlhZcTdGWFlxN0ZYWXFsR3EzWmQvUVEv&#10;Q3YyL2MvMlo1VjdhOXRuTGsvTFFQb2g5WG5MdS96ZnY5em5hYkhRNGlsK2NFNVRzVmRpJiN4QTty&#10;c1ZkaXJzVmRpcnNWYkFKTkFLazlCa293TWpRRmtvUlMya2NNTFhOL0t0dGJJS3V6a0x0N2s5TTdU&#10;c2oyT3laUDNtcVBoWXU3K0kvJiN4QTs4VDhkL0p4Y3VxakViTU84MGZtZkdrYldQbDRjUjlscjFo&#10;VGIvaXRUL3dBU2I3dStkams3UXg0Y1l3NlljTUIxL1Yrczd1ajFHdUorJiN4QTtuNXZONXBtWXZO&#10;TTVMR3J5U09hazl5ekU1cGR5ZThsMXhLVWFkYVBlWG42YnVsSVZsS2FYQzJ4V0UvN3VJN0dYOW12&#10;N1B6VTVzdFJMJiN4QTt3Y2ZoRDZqdkw5WDQvU21xREk5RXN6ZTZ6WTJsS2llZU5HSCtTV0hMOE13&#10;Y0dQanlSajNrSnh4dVFENkp6MEYzenNWZGlyc1ZkaXJzJiN4QTtWZGlyc1ZkaXJzVmRpcnNWZGly&#10;c1ZkaXJzVlVybVlRd1BKM0EyK2ZiTmIydnJ4cE5MUE4xaU52ZWRoOXJQSEhpa0F4NGtra25jbnFj&#10;JiN4QTs4QmxJeUpKM0pkbzFrVXV4VjJLdHFyTWFLQ3hQUURjNVppeFR5UzRZQXlrZWdGbEJOSzdX&#10;Y2tjWmx1SFMzaUhXU1Znb0gzNTB1bTlrJiN4QTtOYmtIRk1SeFI3NW12c0ZuNTAwVDFNSTlVcHV2&#10;TkhsQzBOSmRVV1ovNWJkR2svNFpRVi9ITmxEMlUwc1A3elB4SHVoSDlKdHc1OXFRJiN4QTtDV1Rm&#10;bVA1V2pOSWJhOG1JN3Q2YUEvaVQrR1hqc0xzMlArclM5NWlQdURqeTdYN2dnNVB6UjA1ZjduUjJm&#10;clF5WEZQbHNxSExZZG05JiN4QTtuUi95Smw3NXkvUlRWTHRlWFFJSzUvTlhXaXBXeXRiYXpCL2JD&#10;bVJ4OUxIai93QUxteXc2dU9BVmh4NDhmbUk3L054c25hR1NURjlUJiN4QTsxdlZ0VWs5VFVMcVM0&#10;STNVT2ZoSCtxb29vK2daUm0xRThodVpKY09lU1V1WlFXVXNFTVlvcjZWbzVnVzArRS92MEczcnlB&#10;N1ExNjhCJiN4QTsxa0kvMWRxa2pMd3lHSWNaK3JvUDAvcS9zWlJybVVXN3M3bDJOV1kxUGI4Qm1M&#10;S1JKc29KdGx2NVc2ZDlhODBwT1JWTE9ONVQ0Y2lPJiN4QTtDLzhBRXEvUm0wN0d4Y1djSCthTC9R&#10;NU9qamM3N25zK2RpN2QyS3V4VjJLdXhWMkt1eFYyS3V4VjJLdXhWMkt1eFYyS3V4VjJLcGRyJiN4&#10;QTtNbEk0NC81aVNmby8yODgvOXY4QVZjT0hIaUg4VWpML0FFdi9BRWw5amxhV081S1U1NWE1enNW&#10;YkFKTkJ1VDBHU2pFeU5EY2xDaHEyJiN4QTtyYUxvY1lmVkovMzdDc2RsRjhVckQzSDdJK2Vkdm9m&#10;WmJIaWlKNnlSQlA4QWs0OC84NDlQeHU2L1U5b1Joc0dHYXIrYVdxU2hvdEpnJiN4QTtqMCtFN0NT&#10;Z2tsSStiRGlQdStuT2h4NnlPR1BCcDRSeFI4dVo5NWRObTE4NThtSTN1bzM5OUw2dDdjU1hFbjgw&#10;ckZpUGxYcG1Ka3l5JiN4QTttYmtTVDV1RktabHpLSHlERjJLdXhWMktxVnpkVzF0RVpiaVZZb3gx&#10;ZHlBUHh5Y01jcEdvaXlxRGd1YmpVa0VsdWp3NmM5ZU4wd0tQJiN4QTtMVC9mUU80WC9LKzd4eStl&#10;SVl2cTNuM2RCNy8xSlI2SWthQkVBVkZGRlVkQU14aVNUWlF1d0s5ZC9LYlNUYmFITnFEclNTK2sr&#10;RC9qJiN4QTtIRlZSL3dBTVd6cSt3OEhEak16L0FCSDdBN1hSUXFOOTdPYzNibU94VjJLdXhWMkt1&#10;eFYyS3V4VjJLdXhWMkt1eFYyS3V4VjJLdXhWJiN4QTtLTlpQK2tJUEJLL2VUbmsvdDlNblZ3ajNZ&#10;NytjcGZxYzdTajBsTDg0VnluWXFsSG1qek91Z1dTaUNqNnBkQS9Wd2R4RkgwTXBIalhaJiN4QTtS&#10;bmRlenVqanA4WDVtUXZMUDZQNkk1R1h2SjJIemRSMmpyT0Qwam04cnVMbWU1bmVlNGthV2FROHBK&#10;SE5XSlBjazV0SlNNalozTHp4JiN4QTtKSnNxZVJRN0ZYWXF0a2xqaVF5U3VxSXU3T3hBQStaT0dN&#10;U1RRVklyL3dBN2FIYTFWSkd1WkIrekNLai9BSUkwWDdzejhYWm1XZk1jJiN4QTtQdlZJWi9PK3Qz&#10;ODZXdWwyM0NXVmdrU0lwbW1aanNBb3BTcDhPT2JDUFptTEhIaXlIWWMrZy9IeFRFRW1oelpkcEhr&#10;ZUhUV1RVdk43JiN4QTsvcFBXYWNvTkZaeThVUGcxMHluYzkvU1Uvd0NzZTJZc3Uwb0FWaUZSNmRM&#10;OCs4RC9BR1I1N0NqTEpsampqK3JlZmQwSHYvVW1keGN6JiN4QTtYRXBsbE5XT3dBQVZRQjBWVldn&#10;VURzQnRtcmxJeU5seGlTVlBJb1JtajZaY2FwcWR2WVc0L2VYRGhhOWVJNnN4OWxHK1c0TUp5VEVC&#10;JiN4QTt6TE9FRElnQjlCMlZuQlpXY05wQXZHR0JGampIc29wbmZZc1loRVJISU85akVBVUZmSnBk&#10;aXJzVmRpcnNWZGlyc1ZkaXJzVmRpcnNWJiN4QTtkaXJzVmRpcnNWZGlxVDZ3UDlKUS93Q1FQMW5Q&#10;SmZiMkovT1FQKzFqL2RTYy9TL1Q4VUJuRHVTNHNxZ3N4NHFOMlk5QUIzeXpGak01JiN4QTtpSTV5&#10;TmZORWpRc3ZIOWQxV1RWTlZ1TDE5aEkxSWwvbGpYNFVYNkZHZWttdGdQcEFBSHVHdyt4NHpOa001&#10;bVI2b0RBMU94VkFhbnJtJiN4QTttYWF0YnVjSzlLckVQaWMvN0VmeHpJd2FYSmwra0t4TFV2ekJ1&#10;cEtwcDhJaFR0TEpSbitoZnNqOGMzR0hzaUkzbWJWak41cUY5ZXZ6JiN4QTt1cDNtYnR5SklIeUhR&#10;ZlJtMHg0WVFGUkZLeVB5dCtYR3U2N0VMMlRqcHVqRDdlcDNWVlFqL2lwUHRTbnc0N2UrYS9YOXJZ&#10;dE42VDZzJiN4QTtoNVFIUDlnOHk1T0xUU2tPSSttSGVmeHU5RjBxMjBQeTNDMEhsNkVpNWRlRStz&#10;VGdHNWNIcUkrMFMreTcrT2N6bXk1dFJMaXpIWWNvJiN4QTtENlI3L3dDZEx6T3c2Qm5MVVJnT0hG&#10;L3B1cC9Vb2tra2ttcE81SnlUaHV4VjJLdlhQeXk4cU5wOW1kV3ZFcGVYYTBnUmh1a0ozcjgzJiN4&#10;QTsvVm5WZGphTGdqNGt2cWx5OTM3WGFhVER3amlQTXM2emVPYTdGWFlxN0ZYWXE3RlhZcTdGWFlx&#10;N0ZYWXE3RlhZcTdGWFlxN0ZYWXFsJiN4QTttc3B0Rko0VlUvckdlYy84RURUZW5GbEhRbUorTzQr&#10;NHVYcFR6Q1Y1NW01cVYrYUxnd2VYNzZRR2hNUlFIL1hJVC9qYk0vc3VIRnFJJiN4QTtEenY1YnVK&#10;cnBjT0dSOHZ2MmVTWjNyeUxzVlluNXI4M0cwWnJIVDJCdVJ0Tk4xQ2Y1Sy81WDZzMitnN1A0L1hQ&#10;NmVnNzFZSEpKSkk3JiN4QTtTU01YZGpWbVkxSlB1VG5RQUFDZ3JKdkszNWJlYS9NYUM0dGJVVzJt&#10;ZFgxUzhQbzJ5Z2JFaDJGWHA0SUNjcDFHcXg0WThVendqNy9jJiN4QTtPWlBrTjIvRnA1ejVEYnY2&#10;UFFkSjhvZVIvTFJXUUovaVBWazMrc1hLOExLTnY4aURmMUtlTGtqdUtaemVxN1d6WnZUaS9kdzd6&#10;OVI5JiN4QTt3NVIrTm55RGRlTEZ5OWN2OWorMUY2aHFsOXFFb2t1NVRJVjJSZWlxUEJWR3d6VzRz&#10;TVlYWE04enpKOTU1bHg4dWFXUTNJb1hMV3AyJiN4QTtLdXhWNkw1Qy9MNXBKVTFQV1krTWEwZTNz&#10;bkc3ZUR5RHN2Z3A2L0xydk95K3p4S2Q1T2d2aCs0bnlPOWQ5ZHpzTk5wRDlVbnFPZFU3JiN4QTtG&#10;Mkt1eFYyS3V4VjJLdXhWMkt1eFYyS3V4VjJLdXhWMkt1eFYyS3V4VjJLcUY3RDYxczZEN1EzWDVq&#10;Tko3UmRuL205SE9BK29EaWo3JiN4QTt4K3ZsOFd6RlBoa0N4L1BDSGFKSDUyLzVSaTkvNTVmOG5V&#10;elo5ai80ekg0LzdrdUQybC9jUytIM2g1Wm5jdktKTDVyMXY5RjZjZlNOJiN4QTtMdWVxUWUzOHov&#10;N0g5ZVoyZzB2aXozK2tjMVNEeWQrV21zK1pJVzFPNG5UU3RDVnFTNnJkMW83VjNXQlB0VFA3RGJ4&#10;T2RObHl3eHg0JiN4QTtwR28vamszWThKa0xPMGU5NkZwbWgvbDc1Y28ybWFhZGIxQk9tbzZvQTBR&#10;YnhqdFI4SHk1MUl6UTZqdGVjdHNZNFIzbmMvTDZSOGVKJiN4QTt0OFRGRDZSeEh6NUt1cWE1cXVx&#10;T0d2YmhwUVBzUjlFVURvRlFVVVpxQ0xseFM5VXU4N24renk1Tk9UUE9mTW9IQzFPeFZkSEhKSTZ4&#10;JiN4QTt4cVhkalJVVUVrbndBR0VDMGdNbzBuOHQvTWw4QkpQR3RoYm5jeVhKNHRUMlFmRjk5TXo0&#10;ZG01T0hpbldPSGZJMDVPUFJ6bDBwbW1pJiN4QTsrVXZMK2hsWlkxK3Y2Z3ZTNWxId0lmRkU2ZnJQ&#10;dm1uMXZ0QnBkSUswL3dDK3kvemo5RWZjT3Y0M2R4cHV6UkhlVEx0T1J4QjZzaHJKJiN4QTtLZVJK&#10;OE8yZFI3SzZmSU5ONDJVazVjNTR5VDNjby9adVBlMjV5TG9jZ2lzNlpwZGlyc1ZkaXJzVmRpcnNW&#10;ZGlyc1ZkaXJzVmRpcnNWJiN4QTtkaXJzVmRpcnNWZGlyc1ZTVFVyWDBadWFqOTNKdVBZOXhualB0&#10;YjJNZEpxUEVpUDNXVGNlUjZqOUk4dmM3SEJrNGhYVUpCNW5oTTNsJiN4QTsrL1Fia1JGLytBK0wr&#10;R2FIczJmRHFJSHorL1poclkzaGtQSjVIbmZQSU1kMHpScmJ6TjVtdTlRMVBsL2gzUmlzVWlLZUp1&#10;SmFuamJvJiN4QTt3N3V3WXN3NklQR21kSHB6SFRZT0tYTTcvcURaamlPWjVCbHVvNm5jWHpwekN4&#10;VzhDaU8xdFloeGhoalhaVWpRYktBTTBlZlVTeXk0JiN4QTtwZjJJbmtNanVoTW9ZT3hWRjZicE9w&#10;YW5PSUxDM2U0bFBVSU5oN3MzUlI3bkxjV0dlUTFFV1dVSUdSb0JuT2tmbFNFVlo5ZHV4Q3ZYJiN4&#10;QTs2ckJ1eDlpNS93Q05RZm5tZmswZUhUUjQ5VmtFQjNkVCtQSUYyR0hzK1V1YkxiQzIwYlNVOVBT&#10;YktPQTBvWnlPVWgrYkdySDc4NTdWJiN4QTsrMk9QRjZkSGpBL3B5NS9BZnJQd2R2aDBFWXJwWjVw&#10;VFdSeXg5K24zWnh1dDdSejZxWEZtbVpuejVmQWNoOEhPakFSNUw3SzJOeE9GJiN4QTsvWUc3bjJ6&#10;UDluK3laYTdVaUg4QTNrZkw5dkpobHljSXRQd0FCUWRCbnVzWWdDaHlEckc4S3V4VjJLdXhWMkt1&#10;eFYyS3V4VjJLdXhWJiN4QTsyS3V4VjJLdXhWMkt1eFYyS3V4VjJLb1I3UDFiaWQ1S2NKSTQ0MDMz&#10;cWhkdVh0OXZNRHRIczdIcThVc1dRZW1YMkh2REtFakUyRWx2JiN4QTtySXFKTGVZVlNSU3BQWXF3&#10;cG5pSGFYWnViUVorQ1kzQnVKNlNIUWo4Yk94RWhPUHZlRWEzSyttMnQ2N2lrdHFIRlA4QUxXb0Ev&#10;d0NDJiN4QTt6dTlJQmxsR3VVcStUeHNvbUpJUFJWdGJFYVZwZHBvNmlqV2lscnM5M3U1S0dkaVIx&#10;NGtDTUgrVlJtWjJqcVBFeVVQcGpzeXlIcDNOJiN4QTs1Z05hTDAzU2RSMU80RnZZVzczRXA2aEJz&#10;QjRzeDJVZTV5M0ZobmtQREVXV1VJR1JvQjZGb2Y1Vld0dXEzT3YzQWVtLzFXSWtMOG1mJiN4QTs3&#10;UitTMCtlYlk5bjRkTkR4TlZNUmorUGlmY0hZNGRCWjMzWmJIY1dsbEFMWFRMZExhQmVnVlFQcG9P&#10;L3VjNWp0TDIwNFI0ZWpqd1IvJiN4QTtuRWIvQUFINlRmdWR6aDBnaU4wTTd1N0ZuWXN4N25mT0Z6&#10;NmpKbW1aNUpHVWoxTzdtQUFjbHVVcFh4UlBLNFJCVmptVm85SGsxT1VZJiN4QTs4WTRwUy9IeVl5&#10;a0FMS2UybHNsdkZ3RzdIZG04VG51SFluWStQUVlCamp2STd5bDNuOVhjNjNKa01qYXZtNGEzWXE3&#10;RlhZcTdGWFlxJiN4QTs3RlhZcTdGWFlxN0ZYWXE3RlhZcTdGWFlxN0ZYWXE3RlhZcTdGVk9lM2lu&#10;VGhJS2pzZTRQdG12N1M3TXc2ekY0ZVVXT2g2Zzk0L0h2JiN4QTtad21ZbXc4TS9NblJHc1BOY0Vi&#10;QlRiM2N5WGk4aFZXRUFhZGtiL1dlQ2grZWN0cDlCUFFuZ2tlTGdpZUU5NDVCMU9zSDcweTc5MGpq&#10;JiN4QTtqbG1sV09OV2tsa05GUlFXWmlld0EzSnpEQUpOQndnTFovNVovS3E1bkMzT3VNYmVIcUxS&#10;Q1BVUCt1MjRYNWRmbG04MG5Zc3Blckw2JiN4QTtSM2RmMk9kaDBSTzhtZVFuUzlKdHhhYVhicEVp&#10;OWtGQlh4WTlXUHVjMW5hdnRacDlHRGkwb0U1OS93RENQai9FZnhidWNHa29kd1FjJiN4QTtzMHNy&#10;Y3BHTEg5WHl6elhYZG9adFZQanl5TXBmZDdoMGMrTUJFVUZtWWJKMktxOXRaelhCK0FVWHU1Nlp1&#10;dXlld2RUcnBmdXhVT3NqJiN4QTs5UDdUNUJxeVpSSG1uTnJhUlc2VVRkajlwajFPZXdkajlpWWRC&#10;ajRjZThqOVVqelA2aDVPQmt5R1IzVjgzRFc3RlhZcTdGWFlxN0ZYJiN4QTtZcTdGWFlxN0ZYWXE3&#10;RlhZcTdGVXExenpWNWIwR0wxTloxTzJzQVJ5VlpwRlYySFQ0RXJ5Yi9ZakltUUhOaktjWTh5d0hV&#10;Lytja2Z5JiN4QTszczNLVzdYbW9VL2J0b09LL3dESmRvVCtHUThZT05MV1FIbWxTZjhBT1VubEF1&#10;QStrNmdxVitJcUlTUVBZR1FmcnlQamVUSDg5SHVMJiN4QTtJTkUvNXlCL0xUVkhXT1M5bDAyVnlB&#10;cTMwUlFWUGpKR1pJMStsaGtobURaSFY0ejFwNkhiWE50ZFFKY1cwcVQyOG81UnpSc0hSbFBkJiN4&#10;QTtXV29JeXdHM0pCdFZ3cTdGWFlxN0ZXS2VlL0p6K1lvN0pvR1NPNXRwR0hxeVYyaWtBNWtVNm40&#10;UlFack8wdEZMT0J3bWoraHh0Umc0JiN4QTt3S1IzbHZ5ZG8rZ3hnMjhmcTNaRkpMdVRkejQ4ZjVS&#10;N0Q2YTVibyt6OGVBYmJ5Ny9BTWNtZUxCR0hMbW1GOUJlemZER3lpUCtXcEJQJiN4QTt6em5mYVBz&#10;M3RIVmVuRE9Bdy96YklrZmVhK3l3SE93emhIbnpTNDZiZWovZGRma1IvWE9BbjdKZG94L3lWKzZV&#10;ZjF1VU04Tzl3MDY5JiN4QTtQKzYveEg5Y0VmWlB0RW12Q1A4QXBvLzhVdmp3NzFXUFNMbHZ0c3FE&#10;N3ptMDAzc0pySi8za29RSHZzL1p0OXJBNnFQUkdRNlZiUjBMJiN4QTsxa2IzNmZkblc5bit4ZWp3&#10;RVN5WGxsL1Mrbi9TL3JKYUo2bVI1Ykl3QUFVQW9CMEdkYkdJaUtBb0J4MjhrcnNWUW1xNnBaYVZw&#10;bDFxJiN4QTtWOUlJck96aWFhZVE5a1FWTkIzUGdPK0FtaGFKU0FGbDhqL21EK2NQbXJ6YmV6SWx6&#10;SnAraThpTGZUNEdLQXAyTXhVL3ZHSTYxMjhCJiN4QTttSktaazZmTnFaVFBjR0YyR3A2bHAxeXQx&#10;cDkxTmFYS0dxelFPMGJnL3dDc3BCeUxRSkVjbjB0K1NINXlUK1pqL2g3WDNVNjNHaGUwJiN4QTt1&#10;Z0F2MWxFRldEQWJlb28zMkc0MzdITWpIa3ZZdTAwMnA0OWp6ZXc1YzVqc1ZkaXJzVmRpcnNWZGlx&#10;VytZZk1lamVYZEtsMVRXTGxiJiN4QTtXemgyTHR1V1k5RVJSdXpIc0JnbElBYnNaekVSWmZPSG52&#10;OEE1eUw4eTZ1OGxwNWNCMGJUcWtDZlkzY2krSmZjUi9KTi93REt6R2xsJiN4QTtKZFpsMWtqdEhZ&#10;UEtXYlVkVHZTekdhOXZyaHFrbmxMTEl4LzRKbU9WdUp1VDNsbG1tZmt4K1oyb3FIaDBDZUpUM3VU&#10;SGJFZjdHWm8yJiN4QTsvREpDQlBSdWpwc2g2SWZYZnluL0FERTBPTnByL1E3ajBFQlpwb09Od2lx&#10;UDJtTUprNGovQUZxWW1KSE5FdFBPUE1NU3lMU3pMOHVQJiN4QTt6UDE3eVZxYVBCSTl4cEVqajY3&#10;cGpOKzdkVHNXUUhaSktkR0gwMUdTaklodnc1ekErVDdEMHJWTExWZE10ZFNzWkJMWjNrU3pRU0R1&#10;JiN4QTtqaW9xT3g4UjJ6TEJzVzdtTWdSWVJlRkxzVmRpcnNWZGlyc1ZkaXJzVmRpcnNWZGlyc1Zk&#10;aXJ5ei9uSkc5dUxmOHRuaWliaWwzZVFRJiN4QTt6anhRY3BhZjhGR3VVNXVUaTZ3MWpmTi9rVFFZ&#10;TmY4QU9Ha2FQY0VyYjNseWlUa0hpZlRCNU9BZkVxQ0JsQUZsMW1HSEZJQjlOZWZ2JiN4QTt5Uzhw&#10;NjM1Y2UzMGJUYmZUTld0WXlkUG50MFdJT3lqYU9ialRtcjBweWJjZGZHdVJQRUsyZHBsMDBaUjJG&#10;RjhyNlpxR282RnJkdmZ3JiN4QTtWaHY5T25XUlZZRUVTUk51ckQ2S0Vaak9waVRFMzFEN2swVFZy&#10;YldOSHN0VnRUVzN2b0k3aVBlcEFrVU5RMDdpdERtYkUyTGQ3R1ZpJiN4QTswYmhaT3hWMkt1eFYy&#10;S3V4Vjh6Zjg1TzNXc1NlYnRQdEpCSitpNDdSV3RGb2ZUYVozWVNFSG9Yb3FqNVV6RnluZDFtdUo0&#10;Z09pbitXJiN4QTtIL09QOS9yME1XcitaV2swL1MzK0tDekE0M002L3dBeDVEOTJoN2JWUHNLSEdH&#10;TWxHRFNHVzh1VDZHOHUrVWZMWGx5MityNkpwME5rJiN4QTtsS004YS92SC93QmVRMWQvOWtjeUl3&#10;QTVPeGhqakhrRTN5VE41SitlUDV1RHl6WnRvR2l5L3dDNSs3VDk5TXAvM2xoY2ZhcU9rcmZzJiN4&#10;QTsrQStMd3JUbHlWc0hFMVdvNEJRNXZDL0lQNWFlWXZQVW1vUFlNc2FXY1prZTVucnhrbmJkSXVY&#10;OHo5U2UzZktJeEo1T3Z4WUpaTHBpJiN4QTtsN1pYZGpkeldkM0UwRjFidTBVOExpakk2R2pLUjdI&#10;QTFFRUdpK29QK2NhTlZtdS9JRTFuS3hiOUhYc3NVTmVnamtWSlFCL3MzZk1qJiN4QTtDZG5hNktW&#10;d3J1TDFyTG5MZGlyc1ZkaXJzVmRpcnNWZGlyc1ZkaXJzVmRpcnNWWUYrZUhsK1hXL3kzMU9PQkM5&#10;eFpjTDJGUUtrK2dhJiN4QTt5VS81NUY4cnlpdzQrcGh4UUw1SzBMV0xuUmRhc2RXdGFmV0xDZU80&#10;akI2RXhzRzRuMk5LSE1WMUVKY0pCZmNIbHp6QnAzbUhSTFRXJiN4QTtOT2ZuYVhrWWtTdjJsUFJr&#10;YW5Sa2FxbjN6TmpLeGJ2WVRFaFlmSy81KytYbDBmOEFNZTlraVRoYjZvaVg4WTdjcGFyTDk4cU0z&#10;MDVpJiN4QTs1QlVuVTZ1SERQM3ZiZjhBbkhiVjN2OEE4dExhRnpWdE51WjdTdnRVVEw5d21BeTdD&#10;ZG5PMGNyeCs1NmJscmxPeFYyS3V4VjJLdXhWJiN4QTsyS3V4VjJLc08vTkw4d3JUeVQ1YmU5UEdU&#10;VTdtc1dtV3gvYmxwdTdEcndqclZ2b0hmSVpKMEduUG1FSTMxZktPZzZKNWk4OStiVnRZJiN4QTtX&#10;YTUxTFVaV211N3FUZFVVbXNrMGhIUlZyK29EZWd6RkFKTHFJUmxrbDVsOWkrVWZLdWxlVk5BdHRH&#10;MDFlTUVBckpLZG1sa1AyNVhQJiN4QTtpMzREYm9NeTR4b082eDR4QVVIeUorYXV0MmV0L21GcmVw&#10;V1JWcldTY1J3dW4yWEVDTEQ2ZzhlZnA4cSsrWWtqWmRQcUpDVXlROTcvJiN4QTtBT2NhdEhuc3ZJ&#10;RXQ3TXBYOUpYa2swQVBReFJxc1FQL0FBYU5sK0ViVzdEUlJxRjk3MXJMbkxkaXJzVmRpcnNWZGly&#10;c1ZkaXJzVmRpJiN4QTtyc1ZkaXJzVmFJQkJCRlFkaURpcjVOL09qOHFibnlscTc2bnAwTFA1Y3ZY&#10;TFFzb0pGczdHcGhlblFWUHdIdU51b3pFbkRoTHFOVHArJiN4QTtBMlBwVWZ5Zi9ObTU4bGFnYk8r&#10;NXorWHJ4d2JtRWJ0QzUyOWFNZkw3Uzl4N2pHRStGR20xSEFhUDBzeC81eVdPbTZycHZsanpIcGt5&#10;JiN4QTtYTnJjQ2VGYm1NMURvd1I0L2xUNDlqa3NwQm9odjF0RUNRVFAvbkZhNlp0Sjh3V3RmaGl1&#10;TGVVQ3ZlVkhVN2Y4OHNsZzZzdEFkaUh1JiN4QTt1WHVlN0ZYWXE3RlhZcTdGWFlxN0ZWRzh2TGF5&#10;dEpyeTZrV0cxdGthV2VWdGxSRUhKbVB5QXdFMGdtdDN4bitZM25YVVBQUG02VzlSJiN4QTtYTnZ5&#10;RnRwVm1BU3l4Y3FJT0lyOGNoUEp2YzA2VXpEbEt6YnBjMlU1SmZjOTU4ZzZWNU8vS2p5ejZ2bVBV&#10;YmExMTIrVlpkUTVPSG1BJiN4QTs2ckRGR25KMlZLNzhSdWQrbE11aFVlZk4yR0tNY01mVWQzbjM1&#10;bi84NUJYV3UyczJqZVdZNUxIVFpnVXViMlQ0YmlaVHNWVUtUNmFIJiN4QTt2dlVqdzNHUW5rdlp4&#10;cytyNHRvOG1HL2xoK1dlcWVkOVlFU0JvTkh0bVU2amZVMlZldnB4MTJNakRwNGRUa1l4c3RPREFj&#10;aDhuMkhwJiN4QTsybjJlbldGdllXVVFndExXTllZSWw2S2lDZ0daWUZPNUFBRkJFNFV1eFYyS3BU&#10;NW44ejZQNVowYWZWOVhtOUcwZ29OaHlkM2JaVVJlJiN4QTs3Ti9udGtaU0FGbGhPWWlMS1dlUi93&#10;QXlQSy9uU0s0ZlJaWlBWdE9QMWkzblQwNUZEMTRucXlrSGllaHdRbUpNY1dhTStUS2NtMnNVJiN4&#10;QTs4NWZtZjVOOG8wajFlOS8wd2prdGpBUFZuSU80SlViS0QyTGtaQ1dRQnF5WjR3NWxmNUgvQURI&#10;OHIrZElKNU5HbWYxYlVyOVl0cDA5JiN4QTtPVlEzMldwVmdWTkR1RGpDWWt1TE5HZkpsR1RiWFlx&#10;N0ZYWXE3RlhZcW9YdGpaMzFwTFozc0NYTnJPcFNhQ1ZRNk9wNmhsT3h3RVdnJiN4QTtnSFl2bno4&#10;d3YrY2JiMkNXWFVQSnJmV0xZa3Mya3pQU1ZPOUlwR05ISHN4cjd0bVBQRVJ5ZGRtMFhXUHllTmFo&#10;K250T2lrMExVQmNXJiN4QTtzY00zclBwODRaQWszRXJ6OU51aEttbGUrVk9GTGlIcEwwYjhoUHpI&#10;OHVlVHJ6VllOY01zVVdxbTJFVnpHbk9PUDBQVjVHUUE4NkgxJiN4QTtSOWxUbG1PWWp6Y25TWm93&#10;SnZxK3BZSjRiaUdPZUIxbGhsVVBGSWhES3lzS3F5a2RRUm1VSGJLbUt1eFYyS3V4VjJLdXhWNFIr&#10;Zkg1JiN4QTt1ZVpOQzEySHk5NWZuTmkwVVN6M2wyRlJuZHBOMGpYbUdBVUtLazlTVDdiNCtTWnVn&#10;NEdxMUVvbW92SHRaL003ejlyTmxMWTZsclZ4JiN4QTtQWnpMeG1nK0ZGZFFRMUdDS3RkeGxSa1M0&#10;VXM4NUNpV05SU3l3eUxMRTdSeW9hbzZFcXdJN2dqcGdhZ1ZXMXRML1VMdGJlMWhsdTd5JiN4QTtZ&#10;L0JGRXJTU08zc3ExWTRwQUpMMlB5RC9BTTQzNnhmdkhlK2JIT25XV3pDd2pJYTVrSFdqc0tyRVB2&#10;YjJHV3h4RTgzTnhhSW5lVDZJJiN4QTswYlJkSzBYVG9kTjBxMlMwc1lCU0tHTVVBOFNTZDJKN2s3&#10;bk1nQURrN0dNUkVVRWk4Ny9tVjVVOG0yNGZWcm5sZHV2S0RUNEFIdUpCJiN4QTswcUZxQXEvNVRF&#10;REl5bUF3eTVvdzV2SHJuL25LalZqZE1iWFFZRnRLL0Nrc3p0SVY5MlZWV3AvMWR2ZktmR0xoSFhu&#10;dWVrZmxsK2MyJiN4QTtpZWVKcGJFV3o2YnE4U0dVMmp1SkVrakJBTFJ5QUpVclhjRlFmbnZTMkdT&#10;M0t3YWtaTnVSZWg1WTVENWQvd0NjanZPamF0NXFUeS9iJiN4QTtTVnNOR0ZKbEhScnR4Vno3OEZJ&#10;VDJQTE1YTEt5NnJXNWJsdzl6THYrY1hQTDAwR2w2dnI4dFJIZVNKYTJ5MUlCRUZXa2FuUS9FNEFQ&#10;JiN4QTtzY25oSFZ1ME1LQktaZm5IK2Q4UGw0VGFCNWRrV2JYZnNYVjJBR2p0YTlWSFpwZmJvdmZm&#10;YkhKazZCbnFkVnc3UjV2bWE2dXJtN3VaJiN4QTtibTZsZWU1bVl2Tk5JeFozWmpVc3pIY2s1UTZv&#10;bTl5OXYvNXhiMGpVdjB4cStybUpsMDBXd3RSTWRsYVpwRmZpdmlWVmQvQ284Y3R3JiN4QTtqZTNQ&#10;ME1UWlBSOUdaa3V5VXJtNXRyV0I3aTVsU0MzaUhLU2FSZ2lLbzdzelVBR0FtbEpwNS9xdjUvZmxs&#10;cDl3WUJxTDNyS1NIYTFoJiN4QTtlUkFSL2xrS3JmTlNSbFp6QnhwYXZHT3FjK1VQelI4bGViWlRi&#10;NlJmZzNxZ3NiS1pURk54SFVxcmJOL3NTYWQ4bEhJQzJZODhaOGl5JiN4QTt6SnRyc1ZTcnpKNW8w&#10;THkxcGo2bHJWMmxwYXFlS2xxbG5ZOUVSQlZtYjJBeU1wQWMyRTVpSXN2Rzc3L25LcXlTOEsyUGw2&#10;U2V5Qk5KJiN4QTtacmxZcEdIandXT1ZWLzRJNVY0M2s0UjE0dllNVy9PTDgwZkszbmp5eHBqV0VF&#10;bHRxMXRjazNFTXlMeldJeG43TXExRElXSThQY1pYJiN4QTtPZkUxNm5QSEpFVnpVZnlXL0tYeS93&#10;Q2VOUDFHNzFhNHU0RFp6SkZHTFZvMERCbDVHdnFSeWJqRGpoeEkwMm5qTUVsOVFXRmxiMkZqJiN4&#10;QTtiV05zcFcydFlrZ2hVa2toSTFDcUtuYzdETWtDaFR0QUtGSmY1ajgzK1dmTGR1TGpYTlJoc1Vi&#10;ZEZrTlpILzFJMTVPMyt4WEJLUUhOJiN4QTtqUEpHUE1zSUgvT1JuNVpldDZmMW02Q2NxZXQ5WGZo&#10;U3YydjVxZjdHdVYrTUdqODVqNzNvR2lhN28rdWFmSHFPa1hjZDdaUzFDelJHJiN4QTtvcU9xa0hk&#10;V0hjRVZ5MFNCNU9SR1FrTENQd3NuWXE3RlhsWDU3K1YvSUVtaFMrWlBNQ1N4Nmpib0xleWt0WkJI&#10;TE5JYW1PRWgxZENLJiN4QTsxSlBHb1d1VTVZam00bXFoQ3VLVDVWUkdkZ2lBczdFQlZBcVNUMEFH&#10;WTdxWDAzNVgvd0NjYXZKOEZsYVQ2NjkxZTM3Um8xM2JlcUk0JiN4QTtCSVZCZEY5TlZrb0dxSzg4&#10;dmpoSFYya05GRURkNmZvUGxYeTU1ZmdNR2k2ZEJZb1JSekNnRHQvcnY5dHY5a2N0akVEazVjWVJq&#10;eUNhJiN4QTs1Sms4ei9PUDgzWVBKbG1OTzAzalA1aXUwNVJJMjZXOFpxQk00N212MlY3OVR0MXF5&#10;WksySE54dFJxT0FVT2I1VTFIVWIvVXIyYSt2JiN4QTs1M3VyeTRZdk5QS3haMlkrSk9ZenFKU0pO&#10;bHUrMHJVN0FRbStzNTdRWENDVzM5ZU40L1VqT3dkT1FISmZjWXFZa2MwMThoK2FuOHFlJiN4QTti&#10;TlAxNVlUY0N6Wi9VZ0RCQzZTUnRHd3FRM1ovRERFMGJaNHNuQklGOUIzSC9PVFBrTmRPZWEzdDc1&#10;NzNnVEhhUEVpL3ZLSGlHY09WJiN4QTtDMTZrVjI3WmY0d2RpZGJDbnpXaWFscnV0QkY1WE9wNnBj&#10;MC95cEo3aC84QWpabXpIZFp2SStaZTkvbUIrWTFoK1h2bGExOGhlVjVoJiN4QTtMckZ0YmlDNnZV&#10;MkZ1V0ZaSEZEL0FIMGpNV3Areld2aGwwcDBPRU93elpoamp3UjV2RVBMUGxMekw1cjFJMm1qMmts&#10;NWNFOHA1ZWlJJiN4QTtHUDI1WkcrRmErNTN5b0MrVGdReHltZG52Zmt2L25HalE3RVIzWG1pNU9w&#10;M1EzTmxBV2p0Z2ZCbTJray80WDVITG80ZTkyR0xSQWZWJiN4QTt1OWtzYkd5c0xTS3pzb0k3YTBn&#10;WGpEQkNvUkVYd1ZWb0Jsd0ZPYUFCc0hrMzVwL241YStXYjA2UjVlaWgxSFZZWHBmU3pjbXQ0YWRZ&#10;JiN4QTsvZ1pDMG5qUnFMN25ZVlR5MXNIRXo2c1FORGN2Qy9QWDVsK2FmT2w1ejFLZjA3TkQvbzJt&#10;d1ZXQlBBOGYyMi95bTM4S0RiS0pTSjV1JiN4QTtCbHp5bWQwajFQeTlyMmxRMjgycDZkY1dNVjJD&#10;MXM5eEU4UWtBcFVyeUFyMUdCcmxDUTVoUzBuVkwzU2RUdGRTc1pERmQyY2l6UXlEJiN4QTtzeUd2&#10;M0h1TVVSa1ltdys3ZFB2RnZiQzJ2RVVxdHpFa3lxZHlCSW9ZRDhjellteGJ2d2JDQzh6K1k5TTh0&#10;NkZkNnpxVDhMVzBUa1FQJiN4QTt0T3gyUkZIZG1iWVlKU29XaWN4RVdYeHQ1NTg4YTE1eDF1VFU5&#10;U2tvbTYybG9wUHB3UlYyUlIveEp1NXpFSkpObDBtWEtabXlvNmY1JiN4QTtIODRhanBUNnRZNlBk&#10;M09uSlVtNWppWmxJWDdSWHV3Rk55TUZGUmlrUllHeVI0dGI2dC81eHYwZDdIOHVWdTNGRzFPN211&#10;VlBmZ2xJJiN4QTtCK01KSStlWk9FYk8yMGNhaDcwTCtjUDUzeGVXR2swUFFDayt2VXBjVHNBOGRy&#10;VWJWSFJwZS9FN0R2NFlNbVd0Z2pVYW5nMkhOODVMJiN4QTtGNW44MWF3N29sMXJPcTNCTHlGVmVl&#10;VWdkelNwQ2o3aG1PNjMxVFBlVXV1clc1dExtVzF1b21ndVlHTWMwTWdLdWpxYUZXQjNCQnhZJiN4&#10;QTtFVnNYcjMvT012bUM3dGZOOTFvdklteTFHMmVReDloTkFRVmYvZ0N3UDBlR1dZalJjM1F6UEZU&#10;NmR6S2RvN0ZYWXErUnZ6eTgvUDVwJiN4QTs4M1NXdHRKeTBmU0dlM3RBRDhMeUEwbG0yNjhtV2kv&#10;NUlIam1KT1ZsMCtxeThVcTZCRGZrZjVZR3YvbUpwNnlweXROT3JmM0lJcUtRJiN4QTtFZW1EWHhs&#10;WksrMkNFYktOTERpbVBKOWhabU81ZGlxQzFyVmJmU05IdnRVdWY3aXhna3VKUU5pVmlRdVFQYzAy&#10;d1NOQzBTbFF0OE9hJiN4QTsvcm1vYTdyTjVxK29QNmwzZXl0TEtkNkN2UlZyV2lxUGhVZGhtRVM2&#10;R2N6STJYdTM1Qi9sRmFDenQvTit2UUNhYWFrbWtXa2dxcUorJiN4QTt6Y01wNnMzV1B3SHhkYVV1&#10;eFF2Y3V3MG1uRmNSK0REditjaHZPV24rWVBOMEZocHpDYTMwWkh0M3VGM0R6dXdNZ1h4Q2NRdGZH&#10;dVF5JiN4QTtTc3RHc3lDVXFIUmxmbDMvQUp4cXM5UThtV2MycDNrK25lWXJpczdrS0pFaVJ3T0VM&#10;eE1VSlpSdWZpRzVJN1pPT0t3M1EwUU1kOXBQJiN4QTtPdnpOL0t1ZnlHdGlMblU0cjZXL2FUMG9v&#10;NDJRcWtRV3JOVmoxTDBHVnlnWXVObjAvaDF1eFBSTmF2dEYxQmRSc0dFZDdFcnJCT1JVJiN4QTt4&#10;czZsQzZWMjVBTWVKN0hmcmtXbUV6RTJGQ2EzMUI0UDBqUEhLME04cko5YmNNVmVVQU00NW43VGZF&#10;QzIvZkZCQjV2YS93RG5IYjh5JiN4QTt0SjBxT2Z5dHE4c2RuSGNTbTRzTHg2SXJTT0FyUlNQMHFl&#10;SUtGdmNWK3lNdHhUcll1ZG84d0hwTDN6VnZNV2hhUGFmVzlVMUMzc3JmJiN4QTtqeUVrMGlxR0gr&#10;U0NhdDdBWmVaQU93bE1EY2w0RCthSC9PUTAyb1JUYVA1UUwyOW85VW4xWmdVbGtVN0VRcWQ0MVA4&#10;QU1maStXVVR5JiN4QTszc0hYNTlaZTBmbThPSkpOVHVUMU9WT0E5cy9JclR2eSswclRManpmNWwx&#10;S3lXK2hrS1dWclBJaGVCVXBXVVExTHRJeFB3MFdvQTI2JiN4QTs1Wmo0ZVpjN1N4Z0J4U0lTRDg1&#10;L3piSG5XNmgwN1RVYUxRYkdReVJHVFo1NXFGZlZaZjJRcWtoQjEzTmV0QUp6NG12VTZqajJISjVs&#10;JiN4QTtrSEZmYzNselVMRlBKK2xYejNFYVdZc2JkemNPd1dNTDZTN2xpUUJtWEEra08rZ1J3Z3Zu&#10;Ny9uSWI4eU5MOHd6MkdpNkhlcmQ2ZFpsJiN4QTs1N3lXSWt4dk9mZ1FBa0FOd1d1NjFIeFpSbG5a&#10;MmRkck13bFFCWU4rVjNrei9GL25PejBtU29zbHJjWDdMc1JCRlRrQWUzTWtKWDN5JiN4QTtNWTJh&#10;YU1HUGpsVDdBMVhWTkU4cjZCSmVYVEpaYVZwMElBVlFBQWlDaVJ4cnRVblpWVVpsRWlJZHpLUWlM&#10;UElQaWVHMXV2TVhtVVcyJiN4QTtuMjRXNDFXN0l0N2RkbFV6U1ZDK3lyWDdzd3c2T3VLVzNWOVQr&#10;ZnRlaC9MVDhzSWJmVENQclVNVVdtNll4QS92U2hyTXc4UXFzLzhBJiN4QTtyZlBNbVI0WTBIYlpa&#10;K0ZqMjl6NUxYMXIyK0hyVGZ2cm1YOTdjVE50eWtiNG5rZHZjMUpPWXpwK1pmVGNQbS84cmZ5cjhx&#10;cFphVGRRJiN4QTthcHFiUmd1dG02U1RYTXdIMjVwVTVyR3RlZ0oySDJRY3ZFb3hHMjVkcjRtUEZH&#10;aHVYemg1bDh3YWg1aTEyOTFyVVdEWGQ3SjZrbkhaJiN4QTtWQUFWRVd0VHhSUUZIc01wSnQxYzVt&#10;UnNzNC81eDRuaGkvTSt5RWpoRExCY0pIVTA1TjZaTkI3MEJ5V1A2ZzVHalA3eDlPK1l2Ti9sJiN4&#10;QTtueTNiZldOYjFHR3lRaXFJN1ZrZi9ValdydjhBN0Vaa3ltQnpkcFBKR1BNdklOVS81eWFlZlY0&#10;Ykh5dm9UM3lTU0NOR3VHS3l6TXhBJiN4QTtDeHhSaHVOVDBxVDhzcE9ZOUhEbHJkNmlMZXVlZHJp&#10;L3R2SjJ0M0duS1d2b3JHNGUyQy9hRGlKaUN2aVIxQXk2Zkl1WmtKRVRYT253JiN4QTsxbUc2RjlO&#10;Lzg0MCtUNTlNOHVYZm1DN2lNYytzTXEyZ1liL1ZvcTBmL25vN0g2QUQzeS9ESHE3VFJZNmpaNnZa&#10;Y3ZjMTJLc2UvTUhSJiN4QTs3dldmSkd0YVpaMSt0M05wSXNDanF6Z2NsVC9aa2NjaGtGaHJ5eDRv&#10;a0I4Uk9qbzdJNmxYVWxXVmhRZ2pZZ2c1aU9pWmxMK2Ivbnh2JiN4QTtLOXY1YWp2L0FLdnAxdkNM&#10;WU5Db1Nab1ZIRlkybCsxUUw4UHcwMjY1TGlOVTMvbVo4UERiMFA4QUl2OEFKcWFhZTI4MmVZb09G&#10;dEdSJiN4QTtMcFZoSUtOSXczV2VRSG9nNm9QMnV2U25LZVBIZTVjblM2YitLVDZKekpkaStiZitj&#10;cGJTN0htUFJyd28zMU43Tm9VazM0K3Frck00JiN4QTs4SzhYWE1iTnpkYnJnYkJZdCtWdjVPYTE1&#10;eHVvN3k3VjdIeTZockxlTUtOTUFkMGdCNms5T2YyUjduYkl3Z1pOT0RUR2U1K2w3eitZJiN4QTsz&#10;NVdXT3QvbDhubDdRNEk3U1hUQ3Mya3hENFU1b0NHUm1QOEF2eFdOV0orMXVjdW5qMjJkaG13Q1VP&#10;RWRIeVZxV21haHBsNUpaYWhiJiN4QTtTV2wzQ2VNa0V5bEhCK1J6R2RQS0pCb29yUWZMUG1EWDdz&#10;V21qV0UxOU9TQVJDaEtyWHU3L1pRZTdFREVDMHd4eWx5RDNYeVQvd0E0JiN4QTszeDJ0aFBlK1pY&#10;anV0VWVGeFo2ZWhyQkZJeUVJMHIvdHNHUFFmQ1A4ckxoaE5idXd4YU9oY3ViNS92OEFUNzdUcnlX&#10;eXZvSHRydUJpJiN4QTtrMEVxbFdWaHNRUWNwZGRLSkJvbzdRUEtYbVh6RGNMYjZOcHM5NjdHaGFO&#10;RDZhOXF2SWFJZzkySXhBdGxESEtYSVBvMzhzUHlFMG5RJiN4QTtiWTMzbVdPTFV0WG5RcDZCSEsz&#10;dDFjVUtyWDdiMDZ2Mi9aOFRrUXhkN3NzR2xFZDVibDgvK2ZQSk9yZVVmTUZ6cHQ3QzYyNGtZMk4w&#10;JiN4QTtRZUUwTmZnWlc2RThmdERzZHNvSW8wNi9OaU1KVVVKb21nZWFmTVVrZW42UlozV29CRytH&#10;T01NMFVaYnV6SDRJL21TTUFGc1l3bExZJiN4QTticG41NS9MWHpKNUxGZ2RZV01pL2pMcThKTG9q&#10;cWZpaVpxQWN3S0hiYmZhdUdVU09iUExnbENyUVBrM3pucmZsRFdQMHJvN290eTBUJiN4QTtRU0xL&#10;dk5IamNnbFdGUiswb1BYdGlDUnlZNHNwZ2JDcjVwODgrYnZPRjFHZFl2WkxzaHFXOW9nQ3hLemJm&#10;QkVnQTVIcFdsY1RJbm11JiN4QTtUTEtmTjd4K1JQNVEzSGw5UjVsMTZMMDlZbVFyWldiRDRyYU54&#10;Um1md2tjYlUvWlhZN2tnWFlzZGJsMkdsMC9ENmp6WGY4NU42THFkJiN4QTs5NVYwNjl0SVduZzAr&#10;NVpydmdDeFJKRW9ISUg3SUlvVDc0NWh5S2RiRW1JcDh5QUVrQUNwT3dBeWgxVE8vSS81TWVkUE5O&#10;eEczMVI5JiN4QTtNMHNrZXBxTjJoUmVQY3hSdHhhUStGTnZFakpSZ1M1R0xUU241QjdENS84QXlQ&#10;MG1QOHR4cHZsaXk1NnJwcmk2U1VnRzR1aUFWbFZtJiN4QTs3bGxOVlh4QUF5MldLaHM1dVhURGdx&#10;UE1QbVowdUxXY282dkJjUk5RcVFVZEdIdHNRUmxEcXR3elR5bitVbm43emRjQ2VPMGt0N1dRJiN4&#10;QTs4cE5UditVY1pCN3J5QmVUL1lnKzVHU2pBbmszNDlQT2I2TS9MbjhuL0xYa3RCY3hqNi9yVExT&#10;VFVabEFLZzlWaFRjUmo3eWZHbTJaJiN4QTtFTVlEczhPbmpEM3M4eXh2WXZOK1dINWV6MzV2NWZM&#10;OWsxMFc1c3hpSEV0NG1QN0I5NmpJZUhIdWFqaGhkMEdUSWlJaW9paFVVQlZWJiN4QTtSUUFEWUFB&#10;Wk50WFlxN0ZYWXE4Lzg2ZmtoNUk4MVhqNmhQRkxwK295RW1hNnMyVlBVWS90U0l5dWhQaVFBVDNP&#10;Vnl4QXVQbDAwSm0rJiN4QTtxbDVWL0liOHYvTDkwbDU5WGwxTzdqSU1jbCt5eUtqRHVzYXFrZnk1&#10;QTB3REVBakhwWVIzNXZSY3RjbDJLcU4xWjJsM0Y2TjNCSGNRJiN4QTtrZytuS3F1dFIwTkdCR0Fn&#10;SG1naTFWVlZWQ3FBRkFvQU5nQU1LVzhWUTkzcDJuM3FoYnkyaXVWWGRSTWl5QWZMa0RnTVFlYUNB&#10;VlNDJiN4QTtDQ0NKWW9JMWlpWFpZMFVLbytRRzJJRkpWTUtxVTFwYXprR2VGSlN2MmVhaHFWOEtq&#10;QVFDdEtnQUFBQW9Cc0FNS3Q0cXNsaWlsUXh5JiN4QTtvc2lIcWpBRUdtL1E0a0s2S0tLSkJIRWl4&#10;b09pS0FBSzc5QmlBcUIxN3kvbzJ2NmJKcG1zV2lYbGxMdTBUMTJZZEdWaFJsWWRpcHJnJiN4QTts&#10;RUhteGxBU0ZGNWUvd0R6akI1RWE2TWkzMnBKQWR4QXNrT3hyMlpvaWFmajc1VjRJY1g4akR6Wm41&#10;Ui9LcnlQNVZkWjlMMDlXdlY2JiN4QTtYMXdUTk1PM3dzMnlmN0FESnh4Z04yUEJDSElNdXliYzdG&#10;VkZMTzBqbE1zY0VhU210WkZWUTIvWGNDdUNnaWxiQ2wyS3FVbHJiU1NyJiN4QTtMSkNqeXBUaEl5&#10;Z3NLR29vVHYxd1VGcFZ3cTdGWFlxN0ZYWXE3RlhZcTdGWFlxN0ZYWXE3RlhZcTdGWFlxN0ZYWXE3&#10;RlhZcTdGWFlxJiN4QTs3RlhZcTdGWFlxN0ZYWXE3RlhZcTdGWFlxN0ZYWXE3RlhZcTdGWFlxN0ZY&#10;WXE3RlhZcTdGWFlxN0ZYWXE3RlhZcTdGWFlxN0ZYWXE3JiN4QTtGWFlxN0ZYWXE3RlhZcTdGWFlx&#10;N0ZYWXE3RlhZcTdGWFlxN0ZYWXE3RlhZcTdGWFlxN0ZYWXE3RlhZcTdGWFlxN0ZYWXE3RlhZcTdG&#10;JiN4QTtYWXE3RlhZcTdGWFlxN0ZYWXE3RlhZcTdGWFlxN0ZYWXE3RlhZcTdGWFlxN0ZYWXE3RlhZ&#10;cTdGWFlxN0ZYWXE3RlhZcTdGWFlxN0ZYJiN4QTtZcTdGWFlxN0ZYWXE3RlhZcTdGWFlxN0ZYWXE3&#10;RlhZcTdGWFlxN0ZYWXE3RlhZcTdGWFlxN0ZYWXE3RlhZcTdGWFlxN0ZYWXE3RlhZJiN4QTtxN0ZY&#10;WXE3RlhZcTdGWFlxN0ZYWXE3RlhZcTdGWFlxN0ZYWXE3RlhZcTdGWFlxN0ZYLy9aPC94YXBHSW1n&#10;OmltYWdlPgogICAgPC9yZGY6bGk+CiAgIDwvcmRmOkFsdD4KICA8L3hhcDpUaHVtYm5haWxzPgog&#10;PC9yZGY6RGVzY3JpcHRpb24+CgogPHJkZjpEZXNjcmlwdGlvbiByZGY6YWJvdXQ9JycKICB4bWxu&#10;czpkYz0naHR0cDovL3B1cmwub3JnL2RjL2VsZW1lbnRzLzEuMS8nPgogIDxkYzpmb3JtYXQ+aW1h&#10;Z2UvanBlZzwvZGM6Zm9ybWF0PgogPC9yZGY6RGVzY3JpcHRpb24+Cgo8L3JkZjpSREY+CjwveDp4&#10;bXBtZXRhPgo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Dw/eHBhY2tldCBlbmQ9J3cnPz7/7gAOQWRvYmUAZMAAAAAB/9sAhAACAgICAgICAgICAwIC&#10;AgMEAwICAwQFBAQEBAQFBgUFBQUFBQYGBwcIBwcGCQkKCgkJDAwMDAwMDAwMDAwMDAwMAQMDAwUE&#10;BQkGBgkNCwkLDQ8ODg4ODw8MDAwMDA8PDAwMDAwMDwwMDAwMDAwMDAwMDAwMDAwMDAwMDAwMDAwM&#10;DAz/wAARCACqAMIDAREAAhEBAxEB/8QAxgABAAICAgMBAAAAAAAAAAAAAAcIBgkEBQIDCgEBAQAC&#10;AwEBAQEAAAAAAAAAAAAEBQIDBgcBCAkQAAEDAwMCAwYDBAUHDQAAAAECAwQABQYREgchCDFBE1Fh&#10;IjIUCXFCFYGRUjOhYnIjQ7HBgmM0FhfRorLCc5NUJTVVNhhYEQABAwIDBQQHBgMEBwkAAAABAAID&#10;EQQhMQVBUWESBnGBIhPwkaHB0TIHseFCUmIUcoIj8bIVCJKiwtLiU5MzQ2ODwyQ0VBb/2gAMAwEA&#10;AhEDEQA/AN/VESiJREoiURKIlESiJREoiURKIlESiJREoiUReKlJQlS1qCEIBUtajoAB1JJNfCQB&#10;Uoo+445Gs/JkDILxYCHbTaL7Ks0SYDqJH0iGt7o9xWtQHuAqs0vVGag2RzB4Wv5RxHK13N2Hmw4K&#10;JaXbbkOc3IOp25YqQ6tFLSiJREoiURKIlESiJREoiURKIlESiLjyZUeG0XpLqWW0/mV5n2AeJP4V&#10;Ua3r1jotsbm+lbFGNp2nc0DFzv0tBPBbI4nSHlaKlYXOzBZKkW9gJT4B93qT+CR4ftNfmXqn/MbK&#10;5zotIgDW5eZLiTxbG00bw5nO4tCuYNIGch7h8Vjj17uz5JXOdTr5Nn0x+5GleM6n9UOptRJMt9KO&#10;DHeUOykXJ7VYMsoWZNHfj9q4v187/wAa/wD94r/lqi//AFms/wD3J/8Aqv8A95bfIj/KPUFzGL7d&#10;mCCmc4sexw+p/wBLWuj0v6rdT6e4Fl7I8bpD5oP/AFOY+ohaX2ML82juw+xZLAzBKilu4MbNehkN&#10;akftSev7j+yvbelP8xjHubFrEHL/AOLFUjtdGau7S1x4MVdPpFMYz3H4rM2X2ZLaXmHEutL+VaTq&#10;K/Sumara6nbtuLSRskTsnNNR9xG0HEHAqmexzDRwoV7anrFKIqB953cL/ufi12wTEZQdv1ySmBcZ&#10;DKgSH5PwNQkaeKlE7nR5IBT+Y6cL1DrAnm/w+I4ZzOH4WDFze05HdWm005vWtR5QYWHH8R93xUnd&#10;mdpVZOFIFuUSsxri+hT56l1SGWELcJPiVLSSal9FzedZvkpTmlcR2YU9WSlaCP8A2/8AMfcrXV16&#10;ukoiURKIlESiJREoiURKIlESiJRF11zuTFrjl947lK6MsjxWr2fh7TXG9cdbWXSlgbq5NXHCNg+a&#10;R+4bmjNzsmjeSGmRbWzp3co7zuUVT7hJuL5fkubj+RsfKgexIr8CdV9X6j1NeG6vX1P4WjBkbfys&#10;bsG8/M7NxJXUwW7IW8rQuFXMLclESiJREoi7K23SVa3vUYVubV/NYPyrH+Y++u16J681HpS7861d&#10;WM/PGT4JBx3OH4XjEcW1aY9zasnbR2ewqVYE5i4xkSY6tUq6LSfFKvNJ94r999KdU2fUunsvbR1W&#10;uwc0/Mx4+ZjuIr3ghwwIXLTwOheWuVZeeOfI2GsSsTxGSiTlr6C3NuDZC0W0HodfEF4jwT+XxV5A&#10;0/VfVrbFpt7c1lOZ2M/4uGzM7lzuqaqIQY4z49/5fvWo5b0jPuR3Zz7q5VjwZ5ZVJcUV/V3l7q4p&#10;Sj8xZ8yTqFf2q8+kcbGwPMf61xia5iP/AIz6x2LjySTUrdD22QDB4fxlak7XJ7k2UsafxSnUJOup&#10;11SgGvUuiovL0qLjzH/WPuC7jRmctq3jU+1TtXVq0SiJREoiURKIlESiJREoiURKIvFakoSpayEo&#10;QCpSj4ADqTWqeeOCN0shDWNBcScgAKkngAvoBJoFEN3uK7nMcfJIaT8Mds/lQPD9p8TX86fqH1nN&#10;1Vq0l04kRDwxN/LGDhh+Z3zO4mmQC620txBGG7dvausrhlJSiJREoiURextl15W1lpbqv4UJKj/R&#10;Uyz065vX8lvE+R25jS4+poKxc9rcSaLzuKrTjsT9Ty+9RMatw6hUtwJec0/K011Uo+4An3V65019&#10;F9RuuWfVnCzt9vPTznDcyPMHZ46EZ8jslU32t29s2pcK+z7+5Vm5I7l1vRJGN8YMO2i3L1RJyZ4b&#10;ZbwPQlhH+Fr/ABK+L2BBFe5Q6rZaHZDT9Fj8qIZvP/aPORcTvP5jjTBoaAAvOtU6ikuCRH6/gNn2&#10;qkmRTLo+j9Ls7mt/vIcLUxzVaYrIID814nyb3jTX5nFIQNSqqzSrRs8hlmP9Jnied+5va44LmgC4&#10;r32GxW/HLXGtFsbKI0YdXFnVx1xXVbrivNSz1J/d0qLqF6+8ndK7bkNw2AdgXwrdTx9Zjj2DYjZV&#10;p2PW60RGpI00/vg0kunTy1WTX6G0e2/bWcMRzaxoPbTH2r0S0j8uFjdwCzCrFSEoiURKIlESiJRE&#10;oiURKIlESiLGsplmNbC0g6LlqDf+j4q/yaftrxP69dQu0zp428Zo+5eI+PIPFJ6wAw8Hqy0uLnlq&#10;dmKjGvwuulSiLkxocmWVBhorS2Nzrh0ShAHUlSjoAPxNdB0/0tqevzeVYQOkIzIwY3i95o1veRXY&#10;tU07IRV5osAyPlXjHEVOM3HIzf7i10Xa7CkSSD7FSFFLIIPQjdqPZXsGm/SDT7OjtWvOZ22K2HN3&#10;GZ45eBAb2FctfdXW8ODPEfX93tUK3juhlBSkYvhFuhNjomTdnXZzih/FsQWUJPu6iuwtdI6esABa&#10;6dE4j8UxdOTx5XHkHYG04Ll7nrC6k+TD04UUezO4fleUf7m/x7a3rqGodvhoA/BSmVK/51WjNVfF&#10;TyY4YwPyRRt+xtVUya9evzkKxmby/wAoT0KbkZ3eUoUNFIYlLjggnXTRkora7qDUHN5fOeBuB5R/&#10;q0UR+o3L85HetYFLmzLg+uVPlvTZLn8yQ+4pxxX4qUSTVVJK+R3M8kneTUqI5xcak1K6adcWIXpt&#10;kF+XI1EOC31ddI010HkBqNyj8KfMis4YHSVOQGZOQ9NgzOxYrztzD0ZqSuStLk64OJcmup8AlsEM&#10;sIJAPptbladOqlKUfm0G6e7LoxCzCMGtPzH8zuO7cMFlzGlFJfF2MqzDkHFLB6fqMS57bk9Pl9NH&#10;/vn/AN7aFAe+peg2P72+ih2Fwr/CMXewFSbGHzp2s4+wYlbg6/Ri9CSiJREoiURKIlESiJREoiUR&#10;KIlEWAZm4S/BZ16IbWvT+0QP+rX5F/zK3pdeWVvXBsb30/jcG/8Ap+lVfaO3wuPELC6/MquVxLjd&#10;LVY7dOvd8lfRWi1tetOfA1WRqEpbbT+Za1EJSPafZXX9FdMf4/fiKRxZAwc8rxm1gIFG/reSGMG8&#10;1I5WlQdSv2WUJlfs+1Ub5H5kybPXnYLTy7HibaiIWOxVlKFI16KkqGheWdBru6A/KBX6Sfesit22&#10;dmwQ2zfljbt/U85vedrnVxXj2pavPevJccN3xUQVXqqSiLxWtLaVLWoIQgFS1qOgAHUkk19AJNAi&#10;jm+8s4LYQtLt5RcZKNR9Jbx9QrUeI3pIbB9xUKvLPpu+ucQzlG93h9mfsRdRiWR5/wAsypScMtcb&#10;EMTtqkpv2fXnc6xESeoShCU6OPqHyMoC1K8eidVJtpdEsdNIF1JzyEV5G4YfmccSG8cCcmhzqNMq&#10;C1dKC8+FgzccuwbzwHsGKlCLj9isjrv6S5Nucl0BM3I7qoLnTCPzLSklDLYOuxpGoQOm5Z1UaDVL&#10;9ty8NibyRt+VvvI3nvO8laZOWvhy45rn1VrWrydo+CrQm88gzmSlLyTa7EVDxSCFSXU6+8JQCP64&#10;r1P6eaURz3jhn4W/7R+wetdP0/a5zHsHv9O1Xdr1BdMlESiJREoiURKIlESiJREoiURKIo9zJBEu&#10;GvyUyUj9itf89fjz/MnAW6nZy7HQlv8AovJ/2wug0c+Bw4rDq/Nyt1UvuKyp56basOjuFMSGkXG5&#10;JSejj7gUhlKh/q0biP7de7fTeEQ6W9wzkkqeIYOVg/lJkP8AMvM+tr0vnZAMmip7T932qstd2uHX&#10;VXm+WnH4LlxvM9q3w2+hdcPVR/hQkaqUo+QAJqRa2kt08RxNLnHd79w4lFXbJu4QAuR8TtW7yFyu&#10;Hh+KWUH9xUr/AEa7iw6J/Fcv/lb73H3DvRQ2q6cg8mXeLZmF3TKLpcHNkGxQW1ub1eOjcZhOnTzI&#10;T+Ndfb6fZ6ewva1rABUuOwDMlx2d9FlHG6Rwa0Ek7ArNYZ20WjG/RufLs5M+6oIW1xzZ5CVbCPAX&#10;O4NFSGx06tMFS9PFxs+HneuddzXNYdKoG7Z3Crf/ACWH5zue7+nuEitRawWmNweZ/wDy2n++7Z/C&#10;2rt/Kp3l3FyTHgwGY8a2We1Nlm0WOA0mPDiNnqUtMo6AqPVSjqpR6qUT1rj4ouQGri5xNXOceZzn&#10;fmcdp2bgAGgBoAEK6u33BBdQAZAYNaNwHoTtJXAraoqznjvA7vyNk8HHbSgpS4Q7c55GqIsVJAce&#10;V+GuiR5qIHnVro2ky6ncthj7Sfyt2n4bzgpVnauuZAxvedwW2/HrDbcXslsx+0MCPbbTHTHiteJ0&#10;T4qUfNSjqpR8ySa/QtnaR2kLYYxRrRQem85ld/DE2JgY3ILuakrYlESiJREoiURKIlESiJREoiUR&#10;KIsRzCMXITElI1MZzRXuS501/eBX54/zGaI660eC9aKmCQg8GSgAn/TbGO9W2kScshbvH2KOq/GS&#10;6Fa+uX5Jlcj5OsqKg2+0ynXyDTDaNB+6v0V0bF5ekwDeCfW4leMdTP59RlPED1ABQ5kN+t+M2ebe&#10;rm5siQkblJHzLUeiEIHmpRIArsbKzku5mxRjE+zeTwColS8x+R+css+lx3Hrlk9zXqINjtbDkhMV&#10;knxO0EIT01U4vQeZIHh7PpelxafDyRji5208Tw9gWyKF8ruVgJPBWJxftNtdiLM3mbNGob6dFOYD&#10;ibrNxuRPm3JuHxwox18dhfP9UVRap1jaWtWwf1n/AKTSMdslCD/IH44HlzU8WUUOM78fyt8Tu8/K&#10;30wU9WyfacStcmwcc47EwKyTEhFwEFS3bhNSk6j624ukvvDXU7AUtjXogV5pql/c6o6t2/maDUMH&#10;hiB2HkqeYjY6QvIPy8uS+P1FzWlkDfLac6fMe12fcKDgumqMq1KIpVwPh3Mc8U3LjxDZse1BkZJP&#10;SpuOE+fojTc8r2BHn4keNT22BZA66uXCG3bnI/BvY3a9x/C1tSTgrOw0me8cAxuG9bIeLcAxzAMc&#10;bg2CMrfMIcn3R8D6mWpPwhbhHyjxKUDokH2kk+u/T99vPpbbqCMsZKSWl3zvYCWte/dz0L2tGDWu&#10;AxNSe0i06Ox/ptxO07z9ykuu3W5KIlESiJREoiURKIlESiJREoiURKIvRKjty470Z0atvJKVe7Xz&#10;H4VVa5o8GsWM1lOKxysLTwrkRxaaOHEBZxSGNwcMwoblxnYch2M8NHGVaH3+wj3Eda/mxr+h3OiX&#10;8tjcikkbiDxGxw4OFHDgV2EUgkaHDIrXzzNGVF5IyMEfC+qO82dNNQuO2T/TqK9u6JlEmkQ8OYep&#10;x9y8f6oj5NRl40PraFU/IMak8r5zHw5c9y04ThrLV0z28tAKU2Xjo1HYSr4VyHUnayg+alrVo22t&#10;SfbOmI4dPtH30+AOA30GxvFzv7tcqqlhjDzV2DRn8BxOz4Kf496asdgbw3CLe3heGMhIVZbedrs1&#10;aRt+ouUoBLkt5Q8VOfCPBCEJ0SOb1rqC41M8rvDFsYMuBd+Y8TlsAW194+nIzwt3Db2nb6YLoKol&#10;EXLgW+fdZbMC2Qn7jOkHaxDjNqddWfYlCASf2CtkUL5nBjGlzjkAKn1BZMY55o0VKsjifbDlM9DU&#10;/NblHwy3LG4RVaSZ6x7AyhQSnX3q1Hmmrm80q30mHz9XuGWzMwCeaV38MbcT3VI2hdBY9N3FycRQ&#10;es/Ad5Vh8c4140wzYuy40i8XJvqL5e9JTuo8FIaIDSCPIpSDXmur/WGwsax6Laczh/31x4j2tiHh&#10;G8Emu9q7aw6Tt4KF+J9f3eod6kOOJ19nMR3XlOanr5JbQPEhI0A6VwmmHW/qJrUNrczvkLjUn8EU&#10;Y+dzWCjG0GAoBzOLRmV0DxFaRktFPepYbbQ02hptO1ttIShI8gBoBX9ArO0is4GQQt5WMaGtG5rR&#10;QDuAXKucXEk5ledSV8SiJREoiURKIlESiJREoiURKIlESiJRFh9xxtx+GtSXPVntvyXkKP523n1u&#10;pbJP8CV6CvFvq99MR1PbfurQAXsQw2eazPyydjhiYzlUlpwdVthp155B5XfKT6lr37krSq35Hary&#10;6gsNTIK2JJUNNHIiyVFXv2uJH7K8D+njpYoZrKVpbJFJi1wo5vNhykHEEOaarmOtoKXEcwyc2ne0&#10;/AhVcxWKbfjUYLb9OfksheRX5RGi1PzhvjsqJ+LSNGLbYQr5F+rp8x19m6iuqOZaMPghaG9r6eI+&#10;7trvXHyGjQzvPafgMPWskgwZtzlsQLbDenzpStkaHHbU664r2IQgEk/gK5+KJ8rgxgLnHIAVJ7lr&#10;a0uNGipVrcE7XLlJaZvHJNxGN2wgLTZoykrnOeYStWikN6jyG5XkQk11Tun7bSrf95rM7beEbK+N&#10;3ADHH9LQ53ALo9P6clnI58OAz79gVnLJAxbCYq7fguPxrK2tIRIuJTvlPAfxur3LPt+In3AV5P1J&#10;9bxbtdbdPQCBmRmeA6V38INQ3+bnPBhXf6f0/DbDEDu95zK/HXnX1qdecU64r5lrJJP7TXgl/qFz&#10;fzOnuZHSSOzc4lzj3lXzWBooBQIyy7IdQyy2p11w6IQkak1907TbnUbhltaxukleaNa0VJPwGZJw&#10;AxNAj3hgq40ClSx2dFqj/HouW9oX3B5exI9wr97fS36cxdI2P9SjruWhkcMQN0bP0t2n8TsTgGhv&#10;L3t2Z3YfKMviu7r1FQkoiURKIlESiJREoiURKIlESiJREoiURKIlEVY+67A05dxTepsSPrdLIPqS&#10;62drhirSWJHxafkQ56n+hXCdU9N2Tn/4mIwJmcvM4ZvjaQSHAYOpsJxaKgGhoqzWmGW2psaeb3H4&#10;9yqtxpwLl/JbqbzLT/u3jMhZdN3kNnc+FHUiIySCsf1iQn3kjSuG0bpW81d5mf4I3Gpcc3Vz5Rt7&#10;cuJyXN2ely3R5j4Wnbv7FdvGcVwXiyIqBiNqQ9dVJ9ObepGjshw+fqPaDpr+RASn3a1SdWfVLRuj&#10;w6z0hjZ7sYOecWMP63CheR+RlGja4EUXf6V0+yMVpQb/AMR+HpgkuZJnOl6U8p1Z8NfAD2AeAFfl&#10;bX+pNQ165NzfSukecq5NG5jR4Wt4NA35rq4oWRCjRQLjAEkAAknoAKpWMc9wa0Ek5AZlbCaLvoGO&#10;XKaQpTX0rJ8XXRodPcnxNesdKfRjX9dcHvi/bwn8coLTT9Mfzu4VDWn8ygz6jFFtqeHxUgWyzw7W&#10;jRlO95Q0ckK+Y+4ewe4V+vOh/pxpXScVLZvNM4UfK753cBsY39LeHMXEVVBc3j5zjluXa13yiros&#10;nyfH8MsF0ynKrtHsWP2VkyLpdZatjTLYISCT4klRCUgAlRIABJAr45waKlYSSNjaXONAFrkyD7of&#10;FUC9LhWDA8iyGzMuKQu9uLjwi4EkjezHWVqKT0I3lCtPFIPSoZvmg4Aqif1DEHUa0kb8ldPhXnrj&#10;jnzHXshwC6rfVAUhq92GYlLNwgOOAlCZDIUrQL2natJUhWiglRKVASYpWyCoVtaXkdy3mYe0bQpl&#10;rYpSURKIlESiJRFjGY5pivH2O3HLM0vkXHcetSN825y1bUJ16JSlIBUtaj0ShIKlHoATWLnBoqVr&#10;llZE0ueaALUjzL9zi7yX5tm4Qxhm2wUn028zv6PWlL9q48FKvTb6/KXVOajxbSfCBJenJoXNXXUB&#10;OEI7z8FS1/Ke7LuAddkMz+QuQ4y1KDjNrbnLtrZB+L+5hoTFb69D8I8h7Kjc0sm8qqMl3dbXO7K0&#10;9mCj7L+FOZeOWhdcw44yXGojCkufrUiC+mMhfRST9UlJbSrU/wAWutYOie3MFaJbSaLFzSONPesz&#10;4w7rOd+J5sZ7Hc+uNytTCh6uMXt5y4251Hmj0X1KLWunzMqQr+tWTJ3syK22+pTwHwuNNxxC319t&#10;PcTjfcZgpyO2RxaMjsziImYYyXPUVDkLBLa0LISVsvBJLatPJST1SatYZhK2u1dlYXzbuPmGBGY3&#10;KxVblOSiL1PsMyWXo0llEiPIQpt9hxIWhaFjRSVJOoIIOhBrFzQ8FrhUHML4QCKFexKUoSlKUhKU&#10;gBKQNAAPAAVkBRfVx3oUOR1fitPH2rQlR/eRVJqXTWlaka3drDKd742uPrIJWxkz2fK4jvXF/RbT&#10;ru/T2dT/AFRp+7wqhH0z6ZDub9hBX+AU9WXsW395N+YrlsxIsf8A2eM0x/2aAn/IK6LTdA07Tf8A&#10;4ltFF/AxrP7oC1Ple/5iT2lcirda0oiURaiPulZ5d4zHGfG0R5cezXIS79eUJJAkOsKRHipVoeob&#10;3OqIPQkpPimq++ecGrmeoZiOSMZHE+5RR2tdiuL858Oy+Q8oy67WO7XmZLiYizbRHVGYREV6Knpj&#10;bralulTyVDYhbeiRruJV8OuC1EjKkqNp2jtuYedziCcqe9V94vynL+zzuVTEyPfFGNXQ2PPYLRJa&#10;mWiSUlTyBpqoFpSJLPgSQjXxIrUxxhkx71Ct5H2FzR2w0PZ6YhfSY060+02+w4h5l5AWy8ghSVpU&#10;NUqSodCCOoIq5XeA1XsoiURKIlESiLV/38cH9wHNOW8fQOOrI5kWC263r+ohpmxYrUa7OPuBx99M&#10;h5oqBY9MJUAduiwOqtDBu4nvIpkuf1m0uLh7QwVbThn/AGKQ+AOwHi7jKDDvHIkKLyZnRCXH1Tm/&#10;UtENfQ7I0RwbXdD/AIjwJPilKOorOK0azE4lbrLRYoRV/id7PV8VfhhhiKy1GjMtx47CQhhhpIQh&#10;CUjQJSlOgAA8hUtXIFFrE78+7g4NCncK8cXHbmN2jlGbX6OoE2qI+gaRGjodJD6FaqPQtoI0+JYK&#10;IN1ccvhbmqDWdT8seVGfEczu4dv2Kkt77H84sfbY1zfNlLi5HGCrvecIfQELYsK0p9N/ceofR1dW&#10;hX+Gr8q0FKoxtSI+bb7lUP0h7bbzjnmR+n4rKvto5HcLXz9cbCw4Tbcoxma3Pj66J9SI40+y7pp1&#10;KdFJHuWaysjR9OC26BIW3BbsIK34VarskoiURKIlESiJREoiURKItW33PeMrhfcIwjlC2Ry+3g8q&#10;Rbcj2J1UiHcy16Dyj5Jbea2fi6Kg3zKgO3LnuoLcuY2QfhwPf6e1Yn9tPni2Itt04GyGW3EuKZT1&#10;4wR11Wn1KHUhUyEnXQb0KT6yQOqgpz+CsbKX8B7lq0G8FDC7PMe8e9YJ90XAGrZm/HnJERhKE5Vb&#10;JFmu60J01k2taXGXHD5qW1J2D3N+6sL5lCHLT1DDR7ZBtFPV/b7Fsu7U8sezbt14jyCQ6X5KrAzb&#10;pT6iCpbtrWu3uLUR5qVHJPvqbA7mjBV/p0nmW7HcKerBWCrcpqURKIlESiJREoiq73Z9w0Lt74yk&#10;3iItmRnGRly34NbHNFAydurktxB8WoySFK8iooQdN+taLiby212qv1K+FrFUfMcvj3LW72NdtU/m&#10;LLpXPnKrb14xm33N6Xamrjq4b9evUK3ZLxX/ADGWHSSrXo478J1CXEmHaw8553ZfaqHSLAzv86TE&#10;V2/iPp7VZTv+7m8XxvAb9writ2auuc5YEwsmREWFptNv3Bb6H1pJAefA9MN+IQpSlbfg3brucBvK&#10;Myp+tag1kZiaauOfAKKftmcI3Vmff+dL7CXFtj0J2xYT6ydPqVOOoM2W3rodqPSDKVeBKnB4prXZ&#10;RH5io2gWhBMxyyHvPuW4arFdQlESiJREoiURKIlESiJRF1d8slpyWz3PH79b2btZb1Gdh3W2yU72&#10;n2HklDja0nxBBr4QCKFYvYHgtcKgrQZ3JdnvIfbtkauQuNV3G8cf2+Wm4WfIoBWblYXG1hbYlloB&#10;SQ2oDY+n4T03bFEA1U1u6M1bl9i4y/0uS1dzx1Ld+1vb8V1PNfdk33A8BY5h+dQFR+VsPyONNRfI&#10;zQEO6QTFlMPLKUkBh3VbZWnTaojVG3UoT8luPMZQ5grG71L91bhrx4wc9hGK2dfbtnOy+2HGmHPk&#10;tl4vEZjqT8Kpanz0Ph8Tp6Cptmf6YXQaGa2o4E/arx1KVulESiJREoiURawObfuPw+N+R8lwHE+O&#10;U5UxiMx613e9zbiqEFz4yy3JbZZRHdOxpaSjcVfEQdABoVQZbzlcQBkufu9dEMhY1taYVrTFasu4&#10;LnrKO4bPFZpkUZu1R40RqBYsejuKdjwo7eqlBKlAFSnHFKWpRAJ1A8EgCDNKZHVK529vHXUnO7Dc&#10;Nyzud3V9wuaWaycXYXcF4pj7UVq0WPB8FhLjOONoTsSy242XpzhUB8Q9U7+u7Uk1mZ3uHKPYtx1G&#10;4kaI2GgyAaPQq0nbl9unIshlwsv59DuP2IKEhnA2Xf8AzKb13ATXmyRGQrpqlJLpBIPpKGtb4bMn&#10;F/qVjY6G555psBu2nt3fb2LcLKl4fxxigemSbXhmG4vEQ0lx1TUKDCjNAIbQCdqEJHRKR+AHWrDB&#10;o3BdOSyJmNA0dwCpfP8AuQ9t0K+O2hl7JrnCaVtGSxbWn6FfUDVKXn2pOnn/ACPCoxvI67VVO122&#10;DqYnjTD4+xXHwLP8Q5Oxe25ng17ZyDHbqFGLPZCkkKQdq23G3Alba0nopK0gj2VJY8OFQrSGZkzQ&#10;9hqCoW7tubhwTw1fskt8hDeXXsiy4U2rRRE6SlWsjaddRHaSt3qNCoJSfmrVcS+Wyu1RNSu/20Jc&#10;PmOA7fuVO/tl3PkvJf8AixkeTZPdr5ihdhRIiLpKelpXdVeo9IcaLyl7VJaUj1NCN29Guug0j2Rc&#10;aknBVegOlfzucSRhnvWad3XfXC4vfuXG3Ejse8chMFTF+yRYS/Csy/BTTaTql+SnzB+Bs9FblbkJ&#10;yuLrk8Lc1u1PWBDWOLF207B96199rfKfMuTdzXHD683yTIZd+vqE5Mw/NkSW37erUzPWZUst+mho&#10;KUBpojQFOmgqJBI8yDEqk064mfct8RNTjjs2r6LquF3K6a/5Hj2KWx69ZRfbfjlnjf7RdbnJaiR0&#10;dCfideUlI6A+dfC4DErB8jWCriAOKjrFOf8AhPOLwnH8T5Sxu+Xx1am41qjz2vXfUkakMNqKS706&#10;/BrWDZWONAQtEd7BIeVrwT2qXq2KUlEVd+Xu6bg/haYLJnWWtm/OpBdxm3MrnzG21gEKfbaBSyCl&#10;QIDqklQ6pBrTJOxmBKg3WowW5o92O4Ylape7OT2iZ9x2jlHhByFaM/Xf4kC+49Ebdti1syWZDq3X&#10;LY4lLZIU0NXWBt1Oi1FRFQLjynN5m5rnNSNpLH5kODq4jLfs94Uvfb34F5LiHEecYfIhtHHt4Nzb&#10;uOCMmQTcvQVJgj1kHRjRD7aVpXopXwkDb41stInYOrhuUrRLOUcswdRprhvzHYtwLjjbLbjrriWm&#10;mklbrqyEpSlI1JJPQACrFdOoTl9y3b9Bu/6FL5kxFm5BfprbN1jlpC9QClb4WWkEE9QpQ0/Ya1ec&#10;ytKhRDf24NC9te1TTHkR5kdiXEfblRZTaXo0llQW242sBSVoUkkKSoHUEeNbVKBriF7qL6lESiLQ&#10;59xa28KWLkpEDCLIY/KF2c/WOSbjGkrMNBkp3NIXGJUlMl/UPLKdvwlKiFKcJFVeBgdhntXHa42B&#10;slGDxnF3pv2/2rLeyXszwPl/BJ3JfKkS4zbfKuq4eK2eNJXDZfjxBtkPuraAcUlTyi2nYtOhbV7a&#10;ytrZr28zlt0nSo54/MkrSuC23cfcP8YcVRFQ+PMHtOLJcQG5EuIwDLeSOoD0tze+7p5b1mrBkbWZ&#10;BdLBaxQijGgem9dvn+eY1xlh1/zrL536fj+OxlSZzwAU4s6hLbTSSRucdWQhCdeqiBX17w0VKymm&#10;bCwvdkF85nPncTyT3O5pHZfbktWH6wRsI48t3qOIQp1ZbZKmkal+U5uAK9NdTtQEp+GqeWZ0p9y4&#10;a9vpLx/DYB6YlYBypwbyXwsnF/8AiPYBj72Xw3ZtpiGQy+6EMqSlxLyWVr9Nad6SUn2+0EDCSJzK&#10;c21abmzlt6eYKVVle0TvJY7cbPkGIZJiczJcZvtxTdmX4ElDcmJIUyhl3ay8nY4HENo/OjTb569N&#10;1vc+UKEYKfpmqftAWuFQTVYf3Zdz0rudyfFEWXHZlgxzGWHY9msjzqZMmTNmOj1X1JaQACtKGkJQ&#10;N2mh0V8WgxuJ/NIpktWpagbxwoKAbOKsPyJz1E7XeD8b7beJbq0rk9URx7lnLYawv9JuMz45kWO8&#10;j4TJSo+jvH8pCB/i9Ubny+UwMbntU2e8FnAIIj4/xHcdvfs4dqwjtz7Asz5gt1rzzkO8rwnBr023&#10;OtrbIS/d7nHeAWl5sL1bYQ4lWqXHNyj4+mUkKrGG0L8TgFqsdFfOA95o0+s+noFuG4h7feJ+DoC4&#10;vHuLM2+dIbDVxyKSTJuUpOoJDspzVQSSAdiNqNeoTVjHC2PILp7Wyith4B37VTruk7/rfxbexg3E&#10;Me15fldrkhOVXecHHrZDLahvhthhxovOnqlwpWEt/L1XqERp7vkNG4lVeo60IXckVCRnu7FrwtGF&#10;9zve/k9xyZbj+Qxbc6ppd5uT4hWO2FzRX0sVHVKSBtJQyhS9NFOak7jDDZJzVUjYrrUXF2fbgBwC&#10;q3d7besJym52eQ8YGQ4jdXob8iG/qWJsB9TalsvtHrtcb1StJ94NaCC003Kuc10biNoPtC+oPgPM&#10;7hyFwtxjmd2UV3e/Y9Ceu7xAHqS0Nht9wAE6BbiFKA99XkTuZgK9CspTLCx5zICrn3wdz7/BOHQ8&#10;YxB9KOSs4YdFrl/Cr9LgpOx2cUnXVxSjsZBGm4KUfk2q03U/ligzKgavqH7ZnK35newb/gtNvD/b&#10;9y/3LXvIJeKMJuCorpk5Ll97krbj/VSSV6OyCl1x15w6qISlR81aA61XRwulOC5e1sprtxLe8lRl&#10;yPx5lPFOaXzAszgpgZDYHUtzGm1h1paXEJdadacHRSHG1pUk+Oh6gHUVrewsNCo88DoHlj8wvoc4&#10;mnY322dp+B3HPZYsdtxfGmLhem9o9X625KVMXFab1G95T8gtga9Veempq4jIiiFdy7e2LbS0aX4A&#10;DHtONPWtSPKHPnPXednCMBwa2z42NTFqNn46tTu1tTDZBMm6yCW0uadCVOENI6BICjqqvfK+c0GW&#10;5czcXs+oP5GA02Ae/wBKKvHM/CGc8DZJbcUz5uA3drpa2btGRb5SZSAw8440ErICSFJW0oEaadOh&#10;I61pkiMZoVCurR9s4NfSpFVt0+2Rnt5yPirMcNu0t6bHwO8Mfobryiv0YdxaUsRkEk6IQ6y4sDTp&#10;vPl0FhZPJaRuXS9PzOfE5h/CcO9bLamq/SiKP+Vs/g8W8b5pyFcWw/HxS1Pzm4pO3130p2x2NfL1&#10;XVJRr5a1hI/kaTuWi5mEMbnnYF8tF6vGS8jZjPvVzdevmWZldFPPqHVyRMmO9EIT5aqUEpSOgGgH&#10;SqMkuNdpXnj3OleScST9q+pTibA4fGHGmD4BBQlLeLWiNCkLR4OyQgKkveXV15S1np4mryNnI0Be&#10;h20IhiawbApDrNb1qa+6dl92h2DijB4y3GbNfZdzu9101CH3bemOzHRqPEI+qcUQempSfECoF840&#10;AXN9RSkNYzYan1f2quPYfl/b5xjLzjkvlnIY1tzGwtsx8NhyWHX1pYeQsyHobbba976ykN6jqlJI&#10;6BZrTauY2rnZqBo8tvCXSSmjhl93FZEE5V9xDuNizBbZWP8AEGENIalOq6Li2sOlakKcGqPrJytQ&#10;AknYka/Elok/cbmTgFs8Wq3NaUY37PifTJbXsx7eeBMkgRXsp4ssFwZx2A0xEkJiBp9uJBbCWmQ6&#10;yUOKQ2hASlKlEadKnuhYcwujlsYHjxMGA+xfMfMubszJZd5scQ2R+Vc3Jtng24qQYi1vFxluOUaK&#10;T6ZICNvUaDSqQnGoXAF1XVGGOxWsz/s45D484Aic2ZZ67F7l3WN+r4gWyXrbapiVpblzXCdUuqfL&#10;aVN6fBvG47tyUyH2zms5irKbS5IrfzXZ1y3Dee9SZ2x9/F14Uw5vj3NcZkZrjdpKzi0yLJSzMhNu&#10;KK1Rl+qlSXWgpRKOoKPl6p2hOcF2WChFQt+n6ybdnI8VAy3hd7yL3o879zFwTxXwhh8vFYt/CmZE&#10;S1Oql3iWwRtc9aYEtIisaHVZSE6Dop3bqD9fcvl8LQs59VnvD5cLaV3Z+vYPSq1y3+yzsavt6xy6&#10;JQi5WCfJttxS2regPxXVMuBKh4jck6GoZFDRUT2Fji05g0V7bf3rcgucW4dwJwVxuzg9zEBmyLu9&#10;pecuFznPrQEvPQmkR2fQfkL3LWs+qsFRKVJUAqpQuXcoYwUVy3VpPKbDC3lNKYYk9nE96rXzdwFy&#10;DwLPxWDyAzHRNy60/qzJiu+uhlwOqQ9Edd02qea+Ar2FSfjGilVplidHSu1QLuyktiA/aK/cr38W&#10;fcWxbjHhDCsGRx3dL5meJ21NrOsiPEtbqGDtZe9dPqvalOhWn0R1/N11EqO8DGAUxCuLfXGQwNZy&#10;kuApw9O5a/ecOXMv5u5CuOe5pGYt9zmx40eJaoqHW48WG02Cw20l5a16KCi4ST8SlFQ0BAqJLIZH&#10;VKpbu5fcSF781tY4G7oe2vt+7aMNgM5CLnlhhLn37Eraw4u4ybzJJU+l5SkIbQEkBAWtYHppTt3d&#10;AZ8U8ccY3ro7PULa1tmitTtAzqqi8OYhlXe13P3LkLLbYljE4s+PeM0DYKorEKIlDcG1IUrTcp5L&#10;KWj4EpDjmmoqPG0zyVOSrLWJ+o3Re4YVqezYPTtUvfdHz69uZpx9xeh9TOOwbIMokR0khMiZLkyo&#10;TanBrofRbjK2ez1Fe2tl881De9SeoZnc7Y9lK9+I9yrV2592qu3DDsvtOO8Z2y/Zrk8wPs5vOlrQ&#10;GI6GkIaiuxW2d7raFhbnwvo1K+vgK0Q3HlA0GKgWOpftGODWAuO33U+9dXyVxH3AZtx9eu6rk1Lz&#10;8O9XGIhSp2rU1yHKJaZltRgkJZioX6bTY+HUKSpCdnxE+N7m+Y5Y3FtcSRm5k2nv7exSH2b922Ld&#10;t9oz+05VjN0vreSvQ5todtP0+5L8dDja23y+43ohQUkhSd2hB+HrWdtcCIEELfpepMtA4OBNdynI&#10;9z3df3Z313EOBcc/4cYyHA3dMijOKW5FaUBqqZd3G0paOnxBEdtLp8E762efJMaMFApf+IXd87lh&#10;HKN/xPwxV1//AK7cwf8A6fy7/wCC/wC73n/65/7r/M8Pd/N/11SvJf8AmOStv2M3/Nd8tO/f6Y8V&#10;ZTP8Gx/krDMjwPKWHJFhyeGuFcENK2OpCtFIcaWQQlbawlaSQRuA1BHStz2hwoVPmhbMwsdkVTrh&#10;37ffFXEueW7PnL/eMyuFge+pxuBcksNx4shJ1bkLSygF1xroUEkJCvi26hO2PHaNY6uaq7XRYoJA&#10;+pJGVVfSpSuUoigLuI7esR7i8LaxfI5DtoudreVLxjJoqEuPwZCk7FatqKQ404NA42VDdoCClSUq&#10;GqaESChUK+sWXbOV2BGR3LXBjX2ssmVfUjMOUrY1jLTmql2aI85PfbCvlCZAQ0ypSfzauaH8qqhN&#10;sTXE4Kij6ddzeJ4pwzW1vjDi7CuH8Qt+E4HaE2mywSXFkne/JfXp6kiS6Rq44vQak+AASkBIAE9j&#10;AwUC6O3t2QMDGCgUgEBQIIBBGhB8CKzW9Va427NeBOLMyk51jeLOyb766pFnN0fMxi1qUoqH0LSw&#10;Agp8ErXuWnyUOtaGWzGGoCroNLghfztGPHZ2Ky11tVsvtsn2W9QI91tN1juRblbZTaXWX2XUlK23&#10;EKBCkqB0INbiK4FT3NDgQRUFUkuH26O2mdeV3Vu0322xXHPUVYIl0WIXUklI9RDj4HXwDo08qjGz&#10;jqql2h2xdWh7K4K0/HPEvHHElpNk46xCBi8JwJ+qXGQVSJBQNEqkSXSt54jXoXFnSt7I2sFAFYwW&#10;0cAoxoCgXPuxnt65Fyu85nesduEK95BIXMvK7bcHo7L8p07nXy0dyUrWTqrboCdVEakk6n2rHGpC&#10;hzaRbyvLyDU50KlPizt14a4YW5J48waHZro+2pp++uqdmT1IV1UgSpK3XEpVoNUoISdB0rOOFjMg&#10;pFvYw2/yNod+1dpy5wlxtzjYo2P8jY+m8Rre6p+0zW3XI8uG6tO1S2H2ilQ3ADck6pVoNyToNPsk&#10;TZBRyyubSO5byyCqiTAuyLtv4+uSbxAwNF/uTS0riSMhfcuSGCnqC3HdPoagjUKKCoHwIrWy2jbj&#10;RRodJtojUNqeOKjfum7GrFzxeBnWJXxnDM9MdqNcvqGS7b7khhIbZLwb0W04hACN6QrVKUgo6a1h&#10;PaiQ1GBWjUdIbcnnaaO9hVa8I+1ndDcGnuR+UIjdqaUC9b8ciuOPvJ16pEmWEJaOnn6K/wAK0tsf&#10;zFQIenTX+o/Dh9/wW1HjXjHCeI8UhYZgNkasdjhEuKbSSt6Q+sALfkOq1U44vQaqUfABI0SABOYw&#10;MFAuigt2QM5GCgWA8z9tPEnPTtol8hWN+Vc7G2ti23eDKdiSEsOK3qZUUHatG7qApJ2nXbpqdcZI&#10;WyZrTdWENzQvGIWF4F2Tdt/Htyj3q2YCi9XaGsOw5t9kPXENLSdyVJYeUWNyToQr09RoCDrWLLaN&#10;uNFph0m2iNQ2p44/crLZDj1kyyx3TGsktjF5sV7jriXW1yk72nmXBopKh/SCOoPUaGtxAIoVPexr&#10;2lrhUFVAt/2+O2GBdk3Q4hcJ7Tbhcbs8u6y3Ig66pSUhaXFJT7FLOv5taji0jByVY3RLUGvKfWVb&#10;7Hsbx7ErTFsOL2ODjtlhDbEtVtjtxo7YPjtbaSlIJ8zp1qQGgCgVmyNrBRoAHBd1X1ZpREoiURKI&#10;lESiJREoiURKIlESiJREoiURKIlESiJREoiURKIlESiJREoiURKIlESiJREoiURKIlESiJREoiUR&#10;KIlESiJREoiURKIlESiJREoiURKIlESiJREoiURKIlESiJREoiURKIlESiJREoiURKIlESiJREoi&#10;URKIlESiJREoiURKIlESiJREoiURKIlESiJREoiURKIlESiJREoiURKIv//ZUEsBAi0AFAAGAAgA&#10;AAAhAIoVP5gMAQAAFQIAABMAAAAAAAAAAAAAAAAAAAAAAFtDb250ZW50X1R5cGVzXS54bWxQSwEC&#10;LQAUAAYACAAAACEAOP0h/9YAAACUAQAACwAAAAAAAAAAAAAAAAA9AQAAX3JlbHMvLnJlbHNQSwEC&#10;LQAUAAYACAAAACEABh+FuVwHAADCJQAADgAAAAAAAAAAAAAAAAA8AgAAZHJzL2Uyb0RvYy54bWxQ&#10;SwECLQAUAAYACAAAACEAWGCzG7oAAAAiAQAAGQAAAAAAAAAAAAAAAADECQAAZHJzL19yZWxzL2Uy&#10;b0RvYy54bWwucmVsc1BLAQItABQABgAIAAAAIQBBnf1C4gAAAAsBAAAPAAAAAAAAAAAAAAAAALUK&#10;AABkcnMvZG93bnJldi54bWxQSwECLQAKAAAAAAAAACEAMo3piEeIAABHiAAAFQAAAAAAAAAAAAAA&#10;AADECwAAZHJzL21lZGlhL2ltYWdlMS5qcGVnUEsFBgAAAAAGAAYAfQEAAD6U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46" o:spid="_x0000_s1027" type="#_x0000_t75" alt="Rok1" style="position:absolute;left:4989;top:356;width:1928;height:168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1Ueo3EAAAA2gAAAA8AAABkcnMvZG93bnJldi54bWxEj9FqwkAURN+F/sNyhb4U3VRKLWk20gol&#10;oiI0+gG32WsSzN6N2VVTv94tFHwcZuYMk8x604gzda62rOB5HIEgLqyuuVSw236N3kA4j6yxsUwK&#10;fsnBLH0YJBhre+FvOue+FAHCLkYFlfdtLKUrKjLoxrYlDt7edgZ9kF0pdYeXADeNnETRqzRYc1io&#10;sKV5RcUhPxkFT4ds+mOj7XGZmeuqzV42n7gmpR6H/cc7CE+9v4f/2wutYAJ/V8INkOkN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G1Ueo3EAAAA2gAAAA8AAAAAAAAAAAAAAAAA&#10;nwIAAGRycy9kb3ducmV2LnhtbFBLBQYAAAAABAAEAPcAAACQAwAAAAA=&#10;">
                  <v:imagedata r:id="rId10" o:title="Rok1"/>
                </v:shape>
                <v:group id="Group 47" o:spid="_x0000_s1028" style="position:absolute;left:1657;top:596;width:8756;height:872" coordorigin="1657,987" coordsize="8756,87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3Xy+x8MAAADaAAAADwAAAGRycy9kb3ducmV2LnhtbESPQYvCMBSE78L+h/AE&#10;b5pWUaQaRWRdPMiCVVj29miebbF5KU22rf/eLAgeh5n5hllve1OJlhpXWlYQTyIQxJnVJecKrpfD&#10;eAnCeWSNlWVS8CAH283HYI2Jth2fqU19LgKEXYIKCu/rREqXFWTQTWxNHLybbQz6IJtc6ga7ADeV&#10;nEbRQhosOSwUWNO+oOye/hkFXx12u1n82Z7ut/3j9zL//jnFpNRo2O9WIDz1/h1+tY9awQz+r4Qb&#10;IDdP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dfL7HwwAAANoAAAAP&#10;AAAAAAAAAAAAAAAAAKoCAABkcnMvZG93bnJldi54bWxQSwUGAAAAAAQABAD6AAAAmgMAAAAA&#10;">
                  <v:group id="Group 48" o:spid="_x0000_s1029" style="position:absolute;left:1657;top:1271;width:8494;height:588" coordorigin="1657,1271" coordsize="8494,58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type id="_x0000_t202" coordsize="21600,21600" o:spt="202" path="m,l,21600r21600,l21600,xe">
                      <v:stroke joinstyle="miter"/>
                      <v:path gradientshapeok="t" o:connecttype="rect"/>
                    </v:shapetype>
                    <v:shape id="WordArt 49" o:spid="_x0000_s1030" type="#_x0000_t202" style="position:absolute;left:1657;top:1271;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14:textOutline w14:w="6350" w14:cap="flat" w14:cmpd="sng" w14:algn="ctr">
                                  <w14:solidFill>
                                    <w14:srgbClr w14:val="005A00"/>
                                  </w14:solidFill>
                                  <w14:prstDash w14:val="solid"/>
                                  <w14:round/>
                                </w14:textOutline>
                              </w:rPr>
                              <w:t>„РОКАДА”</w:t>
                            </w:r>
                          </w:p>
                        </w:txbxContent>
                      </v:textbox>
                    </v:shape>
                    <v:shape id="WordArt 50" o:spid="_x0000_s1031" type="#_x0000_t202" style="position:absolute;left:7254;top:1283;width:2897;height:57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airK8EA&#10;AADaAAAADwAAAGRycy9kb3ducmV2LnhtbESPT4vCMBTE78J+h/AWvGmysopWoywuC54U/4K3R/Ns&#10;i81LabK2fnsjCB6HmfkNM1u0thQ3qn3hWMNXX4EgTp0pONNw2P/1xiB8QDZYOiYNd/KwmH90ZpgY&#10;1/CWbruQiQhhn6CGPIQqkdKnOVn0fVcRR+/iaoshyjqTpsYmwm0pB0qNpMWC40KOFS1zSq+7f6vh&#10;uL6cT99qk/3aYdW4Vkm2E6l197P9mYII1IZ3+NVeGQ0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EWoqyvBAAAA2gAAAA8AAAAAAAAAAAAAAAAAmAIAAGRycy9kb3du&#10;cmV2LnhtbFBLBQYAAAAABAAEAPUAAACG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b/>
                                <w:bCs/>
                                <w:color w:val="005A00"/>
                                <w:sz w:val="48"/>
                                <w:szCs w:val="48"/>
                                <w:lang w:val="en-US"/>
                                <w14:textOutline w14:w="6350" w14:cap="flat" w14:cmpd="sng" w14:algn="ctr">
                                  <w14:solidFill>
                                    <w14:srgbClr w14:val="005A00"/>
                                  </w14:solidFill>
                                  <w14:prstDash w14:val="solid"/>
                                  <w14:round/>
                                </w14:textOutline>
                              </w:rPr>
                              <w:t>„ROKADA”</w:t>
                            </w:r>
                          </w:p>
                        </w:txbxContent>
                      </v:textbox>
                    </v:shape>
                  </v:group>
                  <v:group id="Group 51" o:spid="_x0000_s1032" style="position:absolute;left:1674;top:987;width:8739;height:392" coordorigin="1674,987" coordsize="8739,392"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oke4xMUAAADaAAAADwAAAGRycy9kb3ducmV2LnhtbESPT2vCQBTE7wW/w/KE&#10;3uomSluJrhJCLT2EQlUQb4/sMwlm34bsNn++fbdQ6HGYmd8w2/1oGtFT52rLCuJFBIK4sLrmUsH5&#10;dHhag3AeWWNjmRRM5GC/mz1sMdF24C/qj74UAcIuQQWV920ipSsqMugWtiUO3s12Bn2QXSl1h0OA&#10;m0Yuo+hFGqw5LFTYUlZRcT9+GwXvAw7pKn7r8/stm66n589LHpNSj/Mx3YDwNPr/8F/7Qyt4hd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KJHuMTFAAAA2gAA&#10;AA8AAAAAAAAAAAAAAAAAqgIAAGRycy9kb3ducmV2LnhtbFBLBQYAAAAABAAEAPoAAACcAwAAAAA=&#10;">
                    <v:shape id="WordArt 52" o:spid="_x0000_s1033" type="#_x0000_t202" style="position:absolute;left:1674;top:1031;width:2880;height:34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3uawr4A&#10;AADaAAAADwAAAGRycy9kb3ducmV2LnhtbERPy4rCMBTdC/5DuII7TRwc0WoUcRBczWB9gLtLc22L&#10;zU1poq1/P1kMzPJw3qtNZyvxosaXjjVMxgoEceZMybmG82k/moPwAdlg5Zg0vMnDZt3vrTAxruUj&#10;vdKQixjCPkENRQh1IqXPCrLox64mjtzdNRZDhE0uTYNtDLeV/FBqJi2WHBsKrGlXUPZIn1bD5ft+&#10;u07VT/5lP+vWdUqyXUith4NuuwQRqAv/4j/3wWiIW+OVeAPk+hcAAP//AwBQSwECLQAUAAYACAAA&#10;ACEA8PeKu/0AAADiAQAAEwAAAAAAAAAAAAAAAAAAAAAAW0NvbnRlbnRfVHlwZXNdLnhtbFBLAQIt&#10;ABQABgAIAAAAIQAx3V9h0gAAAI8BAAALAAAAAAAAAAAAAAAAAC4BAABfcmVscy8ucmVsc1BLAQIt&#10;ABQABgAIAAAAIQAzLwWeQQAAADkAAAAQAAAAAAAAAAAAAAAAACkCAABkcnMvc2hhcGV4bWwueG1s&#10;UEsBAi0AFAAGAAgAAAAhAFt7msK+AAAA2gAAAA8AAAAAAAAAAAAAAAAAmAIAAGRycy9kb3ducmV2&#10;LnhtbFBLBQYAAAAABAAEAPUAAACDAwAAAAA=&#10;" filled="f" stroked="f">
                      <o:lock v:ext="edit" shapetype="t"/>
                      <v:textbox>
                        <w:txbxContent>
                          <w:p w:rsidR="00410442" w:rsidRDefault="00410442" w:rsidP="00410442">
                            <w:pPr>
                              <w:pStyle w:val="ae"/>
                              <w:spacing w:before="0" w:beforeAutospacing="0" w:after="0" w:afterAutospacing="0"/>
                              <w:jc w:val="center"/>
                            </w:pPr>
                            <w:r>
                              <w:rPr>
                                <w:rFonts w:ascii="Courier New" w:hAnsi="Courier New" w:cs="Courier New"/>
                                <w:color w:val="005A00"/>
                                <w14:textOutline w14:w="9525" w14:cap="flat" w14:cmpd="sng" w14:algn="ctr">
                                  <w14:solidFill>
                                    <w14:srgbClr w14:val="005A00"/>
                                  </w14:solidFill>
                                  <w14:prstDash w14:val="solid"/>
                                  <w14:round/>
                                </w14:textOutline>
                              </w:rPr>
                              <w:t>БЛАГОДІЙНИЙ ФОНД</w:t>
                            </w:r>
                          </w:p>
                        </w:txbxContent>
                      </v:textbox>
                    </v:shape>
                    <v:shape id="WordArt 53" o:spid="_x0000_s1034" type="#_x0000_t202" style="position:absolute;left:6917;top:987;width:3496;height:32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Dc/WcMA&#10;AADaAAAADwAAAGRycy9kb3ducmV2LnhtbESPQWvCQBSE70L/w/IK3sxuxUoT3YRSETy1aKvg7ZF9&#10;JqHZtyG7mvjvu4VCj8PMfMOsi9G24ka9bxxreEoUCOLSmYYrDV+f29kLCB+QDbaOScOdPBT5w2SN&#10;mXED7+l2CJWIEPYZaqhD6DIpfVmTRZ+4jjh6F9dbDFH2lTQ9DhFuWzlXaiktNhwXauzoraby+3C1&#10;Go7vl/NpoT6qjX3uBjcqyTaVWk8fx9cViEBj+A//tXdGQwq/V+INkPk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Dc/WcMAAADaAAAADwAAAAAAAAAAAAAAAACYAgAAZHJzL2Rv&#10;d25yZXYueG1sUEsFBgAAAAAEAAQA9QAAAIgDAAAAAA==&#10;" filled="f" stroked="f">
                      <o:lock v:ext="edit" shapetype="t"/>
                      <v:textbox>
                        <w:txbxContent>
                          <w:p w:rsidR="00410442" w:rsidRPr="00083372" w:rsidRDefault="00410442" w:rsidP="00410442">
                            <w:pPr>
                              <w:pStyle w:val="ae"/>
                              <w:spacing w:before="0" w:beforeAutospacing="0" w:after="0" w:afterAutospacing="0"/>
                              <w:jc w:val="center"/>
                              <w:rPr>
                                <w:sz w:val="22"/>
                              </w:rPr>
                            </w:pP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CHA</w:t>
                            </w:r>
                            <w:r w:rsidR="00083372"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 xml:space="preserve">RITABLE </w:t>
                            </w:r>
                            <w:r w:rsidRPr="00083372">
                              <w:rPr>
                                <w:rFonts w:ascii="Courier New" w:hAnsi="Courier New" w:cs="Courier New"/>
                                <w:color w:val="005A00"/>
                                <w:sz w:val="22"/>
                                <w:lang w:val="en-US"/>
                                <w14:textOutline w14:w="9525" w14:cap="flat" w14:cmpd="sng" w14:algn="ctr">
                                  <w14:solidFill>
                                    <w14:srgbClr w14:val="005A00"/>
                                  </w14:solidFill>
                                  <w14:prstDash w14:val="solid"/>
                                  <w14:round/>
                                </w14:textOutline>
                              </w:rPr>
                              <w:t>FOUNDATION</w:t>
                            </w:r>
                          </w:p>
                        </w:txbxContent>
                      </v:textbox>
                    </v:shape>
                  </v:group>
                </v:group>
                <v:shape id="Text Box 54" o:spid="_x0000_s1035" type="#_x0000_t202" style="position:absolute;left:77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Tmit8QA&#10;AADbAAAADwAAAGRycy9kb3ducmV2LnhtbESPQWvCQBCF7wX/wzKCt7ppD6Kpq0ixIAilMT30OM2O&#10;yWJ2NmZXTf995yB4m+G9ee+b5XrwrbpSH11gAy/TDBRxFazj2sB3+fE8BxUTssU2MBn4owjr1ehp&#10;ibkNNy7oeki1khCOORpoUupyrWPVkMc4DR2xaMfQe0yy9rW2Pd4k3Lf6Nctm2qNjaWiwo/eGqtPh&#10;4g1sfrjYuvPn71dxLFxZLjLez07GTMbD5g1UoiE9zPfrnRV8oZdfZAC9+g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BU5orfEAAAA2wAAAA8AAAAAAAAAAAAAAAAAmAIAAGRycy9k&#10;b3ducmV2LnhtbFBLBQYAAAAABAAEAPUAAACJ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 xml:space="preserve">А/с </w:t>
                        </w:r>
                        <w:r>
                          <w:rPr>
                            <w:rFonts w:ascii="Courier New" w:hAnsi="Courier New" w:cs="Courier New"/>
                            <w:b/>
                            <w:color w:val="005200"/>
                            <w:sz w:val="20"/>
                            <w:szCs w:val="20"/>
                            <w:lang w:val="uk-UA"/>
                          </w:rPr>
                          <w:t>1</w:t>
                        </w:r>
                        <w:r w:rsidRPr="00D2203E">
                          <w:rPr>
                            <w:rFonts w:ascii="Courier New" w:hAnsi="Courier New" w:cs="Courier New"/>
                            <w:b/>
                            <w:color w:val="005200"/>
                            <w:sz w:val="20"/>
                            <w:szCs w:val="20"/>
                          </w:rPr>
                          <w:t>0</w:t>
                        </w:r>
                        <w:r>
                          <w:rPr>
                            <w:rFonts w:ascii="Courier New" w:hAnsi="Courier New" w:cs="Courier New"/>
                            <w:b/>
                            <w:color w:val="005200"/>
                            <w:sz w:val="20"/>
                            <w:szCs w:val="20"/>
                            <w:lang w:val="uk-UA"/>
                          </w:rPr>
                          <w:t>8</w:t>
                        </w:r>
                        <w:r w:rsidRPr="007C0C8A">
                          <w:rPr>
                            <w:rFonts w:ascii="Courier New" w:hAnsi="Courier New" w:cs="Courier New"/>
                            <w:b/>
                            <w:color w:val="005200"/>
                            <w:sz w:val="20"/>
                            <w:szCs w:val="20"/>
                            <w:lang w:val="uk-UA"/>
                          </w:rPr>
                          <w:t>, Київ</w:t>
                        </w:r>
                        <w:r>
                          <w:rPr>
                            <w:rFonts w:ascii="Courier New" w:hAnsi="Courier New" w:cs="Courier New"/>
                            <w:b/>
                            <w:color w:val="005200"/>
                            <w:sz w:val="20"/>
                            <w:szCs w:val="20"/>
                            <w:lang w:val="uk-UA"/>
                          </w:rPr>
                          <w:t>-</w:t>
                        </w:r>
                        <w:r w:rsidRPr="00D2203E">
                          <w:rPr>
                            <w:rFonts w:ascii="Courier New" w:hAnsi="Courier New" w:cs="Courier New"/>
                            <w:b/>
                            <w:color w:val="005200"/>
                            <w:sz w:val="20"/>
                            <w:szCs w:val="20"/>
                            <w:lang w:val="uk-UA"/>
                          </w:rPr>
                          <w:t>65</w:t>
                        </w:r>
                        <w:r w:rsidRPr="007C0C8A">
                          <w:rPr>
                            <w:rFonts w:ascii="Courier New" w:hAnsi="Courier New" w:cs="Courier New"/>
                            <w:b/>
                            <w:color w:val="005200"/>
                            <w:sz w:val="20"/>
                            <w:szCs w:val="20"/>
                            <w:lang w:val="uk-UA"/>
                          </w:rPr>
                          <w:t xml:space="preserve">, </w:t>
                        </w:r>
                        <w:r w:rsidRPr="00D2203E">
                          <w:rPr>
                            <w:rFonts w:ascii="Courier New" w:hAnsi="Courier New" w:cs="Courier New"/>
                            <w:b/>
                            <w:color w:val="005200"/>
                            <w:sz w:val="20"/>
                            <w:szCs w:val="20"/>
                            <w:lang w:val="uk-UA"/>
                          </w:rPr>
                          <w:t>03065</w:t>
                        </w:r>
                        <w:r>
                          <w:rPr>
                            <w:rStyle w:val="ac"/>
                            <w:rFonts w:ascii="Verdana" w:hAnsi="Verdana"/>
                            <w:color w:val="191A19"/>
                            <w:sz w:val="18"/>
                            <w:szCs w:val="18"/>
                            <w:shd w:val="clear" w:color="auto" w:fill="FFFFFF"/>
                          </w:rPr>
                          <w:t> </w:t>
                        </w:r>
                        <w:r w:rsidRPr="007C0C8A">
                          <w:rPr>
                            <w:rFonts w:ascii="Courier New" w:hAnsi="Courier New" w:cs="Courier New"/>
                            <w:b/>
                            <w:color w:val="005200"/>
                            <w:sz w:val="20"/>
                            <w:szCs w:val="20"/>
                            <w:lang w:val="uk-UA"/>
                          </w:rPr>
                          <w:t>, Україна</w:t>
                        </w:r>
                      </w:p>
                      <w:p w:rsidR="005F1448" w:rsidRDefault="005F1448" w:rsidP="008841C2">
                        <w:pPr>
                          <w:ind w:firstLine="180"/>
                          <w:rPr>
                            <w:rFonts w:ascii="Courier New" w:hAnsi="Courier New" w:cs="Courier New"/>
                            <w:b/>
                            <w:color w:val="005200"/>
                            <w:sz w:val="20"/>
                            <w:szCs w:val="20"/>
                            <w:lang w:val="uk-UA"/>
                          </w:rPr>
                        </w:pPr>
                        <w:r w:rsidRPr="007C0C8A">
                          <w:rPr>
                            <w:rFonts w:ascii="Courier New" w:hAnsi="Courier New" w:cs="Courier New"/>
                            <w:b/>
                            <w:color w:val="005200"/>
                            <w:sz w:val="20"/>
                            <w:szCs w:val="20"/>
                            <w:lang w:val="uk-UA"/>
                          </w:rPr>
                          <w:t>Тел.</w:t>
                        </w:r>
                        <w:r>
                          <w:rPr>
                            <w:rFonts w:ascii="Courier New" w:hAnsi="Courier New" w:cs="Courier New"/>
                            <w:b/>
                            <w:color w:val="005200"/>
                            <w:sz w:val="20"/>
                            <w:szCs w:val="20"/>
                          </w:rPr>
                          <w:t>:</w:t>
                        </w:r>
                        <w:r w:rsidRPr="007C0C8A">
                          <w:rPr>
                            <w:rFonts w:ascii="Courier New" w:hAnsi="Courier New" w:cs="Courier New"/>
                            <w:b/>
                            <w:color w:val="005200"/>
                            <w:sz w:val="20"/>
                            <w:szCs w:val="20"/>
                            <w:lang w:val="uk-UA"/>
                          </w:rPr>
                          <w:t xml:space="preserve"> +38.044.</w:t>
                        </w:r>
                        <w:r>
                          <w:rPr>
                            <w:rFonts w:ascii="Courier New" w:hAnsi="Courier New" w:cs="Courier New"/>
                            <w:b/>
                            <w:color w:val="005200"/>
                            <w:sz w:val="20"/>
                            <w:szCs w:val="20"/>
                            <w:lang w:val="uk-UA"/>
                          </w:rPr>
                          <w:t>501.5696</w:t>
                        </w:r>
                      </w:p>
                      <w:p w:rsidR="005F1448" w:rsidRDefault="005F1448" w:rsidP="008841C2">
                        <w:pPr>
                          <w:ind w:firstLine="180"/>
                          <w:rPr>
                            <w:rFonts w:ascii="Courier New" w:hAnsi="Courier New" w:cs="Courier New"/>
                            <w:b/>
                            <w:color w:val="005200"/>
                            <w:sz w:val="20"/>
                            <w:szCs w:val="20"/>
                            <w:lang w:val="uk-UA"/>
                          </w:rPr>
                        </w:pPr>
                        <w:r>
                          <w:rPr>
                            <w:rFonts w:ascii="Courier New" w:hAnsi="Courier New" w:cs="Courier New"/>
                            <w:b/>
                            <w:color w:val="005200"/>
                            <w:sz w:val="20"/>
                            <w:szCs w:val="20"/>
                            <w:lang w:val="uk-UA"/>
                          </w:rPr>
                          <w:t>Факс: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7C0C8A" w:rsidRDefault="005F1448" w:rsidP="008841C2">
                        <w:pPr>
                          <w:jc w:val="center"/>
                          <w:rPr>
                            <w:rFonts w:ascii="Courier New" w:hAnsi="Courier New" w:cs="Courier New"/>
                            <w:b/>
                            <w:color w:val="005200"/>
                            <w:sz w:val="20"/>
                            <w:szCs w:val="20"/>
                          </w:rPr>
                        </w:pPr>
                      </w:p>
                    </w:txbxContent>
                  </v:textbox>
                </v:shape>
                <v:shape id="Text Box 55" o:spid="_x0000_s1036" type="#_x0000_t202" style="position:absolute;left:6894;top:1435;width:4140;height:7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nUHLMEA&#10;AADbAAAADwAAAGRycy9kb3ducmV2LnhtbERPTYvCMBC9C/sfwgh701QPol2jiKwgLCzWevA424xt&#10;sJnUJqv13xtB8DaP9znzZWdrcaXWG8cKRsMEBHHhtOFSwSHfDKYgfEDWWDsmBXfysFx89OaYanfj&#10;jK77UIoYwj5FBVUITSqlLyqy6IeuIY7cybUWQ4RtKXWLtxhuazlOkom0aDg2VNjQuqLivP+3ClZH&#10;zr7N5fdvl50yk+ezhH8mZ6U++93qC0SgLrzFL/dWx/kjeP4SD5CLB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p1ByzBAAAA2wAAAA8AAAAAAAAAAAAAAAAAmAIAAGRycy9kb3du&#10;cmV2LnhtbFBLBQYAAAAABAAEAPUAAACGAwAAAAA=&#10;" filled="f" stroked="f">
                  <v:textbox inset="0,0,0,0">
                    <w:txbxContent>
                      <w:p w:rsidR="005F1448" w:rsidRPr="007C0C8A" w:rsidRDefault="005F1448" w:rsidP="008841C2">
                        <w:pPr>
                          <w:jc w:val="center"/>
                          <w:rPr>
                            <w:rFonts w:ascii="Courier New" w:hAnsi="Courier New" w:cs="Courier New"/>
                            <w:b/>
                            <w:color w:val="005200"/>
                            <w:sz w:val="20"/>
                            <w:szCs w:val="20"/>
                            <w:lang w:val="uk-UA"/>
                          </w:rPr>
                        </w:pPr>
                        <w:proofErr w:type="spellStart"/>
                        <w:r w:rsidRPr="007C0C8A">
                          <w:rPr>
                            <w:rFonts w:ascii="Courier New" w:hAnsi="Courier New" w:cs="Courier New"/>
                            <w:b/>
                            <w:color w:val="005200"/>
                            <w:sz w:val="20"/>
                            <w:szCs w:val="20"/>
                            <w:lang w:val="en-US"/>
                          </w:rPr>
                          <w:t>P.O.box</w:t>
                        </w:r>
                        <w:proofErr w:type="spellEnd"/>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108</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Kiev</w:t>
                        </w:r>
                        <w:r w:rsidRPr="006931CD">
                          <w:rPr>
                            <w:rFonts w:ascii="Courier New" w:hAnsi="Courier New" w:cs="Courier New"/>
                            <w:b/>
                            <w:color w:val="005200"/>
                            <w:sz w:val="20"/>
                            <w:szCs w:val="20"/>
                            <w:lang w:val="en-US"/>
                          </w:rPr>
                          <w:t>-</w:t>
                        </w:r>
                        <w:r>
                          <w:rPr>
                            <w:rFonts w:ascii="Courier New" w:hAnsi="Courier New" w:cs="Courier New"/>
                            <w:b/>
                            <w:color w:val="005200"/>
                            <w:sz w:val="20"/>
                            <w:szCs w:val="20"/>
                            <w:lang w:val="en-US"/>
                          </w:rPr>
                          <w:t>65</w:t>
                        </w:r>
                        <w:r w:rsidRPr="007C0C8A">
                          <w:rPr>
                            <w:rFonts w:ascii="Courier New" w:hAnsi="Courier New" w:cs="Courier New"/>
                            <w:b/>
                            <w:color w:val="005200"/>
                            <w:sz w:val="20"/>
                            <w:szCs w:val="20"/>
                            <w:lang w:val="uk-UA"/>
                          </w:rPr>
                          <w:t xml:space="preserve">, </w:t>
                        </w:r>
                        <w:r>
                          <w:rPr>
                            <w:rFonts w:ascii="Courier New" w:hAnsi="Courier New" w:cs="Courier New"/>
                            <w:b/>
                            <w:color w:val="005200"/>
                            <w:sz w:val="20"/>
                            <w:szCs w:val="20"/>
                            <w:lang w:val="en-US"/>
                          </w:rPr>
                          <w:t>03065</w:t>
                        </w:r>
                        <w:r w:rsidRPr="007C0C8A">
                          <w:rPr>
                            <w:rFonts w:ascii="Courier New" w:hAnsi="Courier New" w:cs="Courier New"/>
                            <w:b/>
                            <w:color w:val="005200"/>
                            <w:sz w:val="20"/>
                            <w:szCs w:val="20"/>
                            <w:lang w:val="uk-UA"/>
                          </w:rPr>
                          <w:t xml:space="preserve">, </w:t>
                        </w:r>
                        <w:r w:rsidRPr="007C0C8A">
                          <w:rPr>
                            <w:rFonts w:ascii="Courier New" w:hAnsi="Courier New" w:cs="Courier New"/>
                            <w:b/>
                            <w:color w:val="005200"/>
                            <w:sz w:val="20"/>
                            <w:szCs w:val="20"/>
                            <w:lang w:val="en-US"/>
                          </w:rPr>
                          <w:t>Ukraine</w:t>
                        </w:r>
                      </w:p>
                      <w:p w:rsidR="005F1448" w:rsidRPr="008841C2" w:rsidRDefault="005F1448" w:rsidP="008841C2">
                        <w:pPr>
                          <w:jc w:val="center"/>
                          <w:rPr>
                            <w:rFonts w:ascii="Courier New" w:hAnsi="Courier New" w:cs="Courier New"/>
                            <w:b/>
                            <w:color w:val="005200"/>
                            <w:sz w:val="20"/>
                            <w:szCs w:val="20"/>
                            <w:lang w:val="en-US"/>
                          </w:rPr>
                        </w:pPr>
                        <w:r w:rsidRPr="007C0C8A">
                          <w:rPr>
                            <w:rFonts w:ascii="Courier New" w:hAnsi="Courier New" w:cs="Courier New"/>
                            <w:b/>
                            <w:color w:val="005200"/>
                            <w:sz w:val="20"/>
                            <w:szCs w:val="20"/>
                            <w:lang w:val="en-US"/>
                          </w:rPr>
                          <w:t>Tel</w:t>
                        </w:r>
                        <w:r w:rsidRPr="00D77254">
                          <w:rPr>
                            <w:rFonts w:ascii="Courier New" w:hAnsi="Courier New" w:cs="Courier New"/>
                            <w:b/>
                            <w:color w:val="005200"/>
                            <w:sz w:val="20"/>
                            <w:szCs w:val="20"/>
                            <w:lang w:val="en-US"/>
                          </w:rPr>
                          <w:t>.</w:t>
                        </w:r>
                        <w:r w:rsidRPr="008841C2">
                          <w:rPr>
                            <w:rFonts w:ascii="Courier New" w:hAnsi="Courier New" w:cs="Courier New"/>
                            <w:b/>
                            <w:color w:val="005200"/>
                            <w:sz w:val="20"/>
                            <w:szCs w:val="20"/>
                            <w:lang w:val="en-US"/>
                          </w:rPr>
                          <w:t>:</w:t>
                        </w:r>
                        <w:r w:rsidRPr="007C0C8A">
                          <w:rPr>
                            <w:rFonts w:ascii="Courier New" w:hAnsi="Courier New" w:cs="Courier New"/>
                            <w:b/>
                            <w:color w:val="005200"/>
                            <w:sz w:val="20"/>
                            <w:szCs w:val="20"/>
                            <w:lang w:val="uk-UA"/>
                          </w:rPr>
                          <w:t>+38.044.</w:t>
                        </w:r>
                        <w:r w:rsidRPr="00D77254">
                          <w:rPr>
                            <w:rFonts w:ascii="Courier New" w:hAnsi="Courier New" w:cs="Courier New"/>
                            <w:b/>
                            <w:color w:val="005200"/>
                            <w:sz w:val="20"/>
                            <w:szCs w:val="20"/>
                            <w:lang w:val="en-US"/>
                          </w:rPr>
                          <w:t>501</w:t>
                        </w:r>
                        <w:r w:rsidRPr="007C0C8A">
                          <w:rPr>
                            <w:rFonts w:ascii="Courier New" w:hAnsi="Courier New" w:cs="Courier New"/>
                            <w:b/>
                            <w:color w:val="005200"/>
                            <w:sz w:val="20"/>
                            <w:szCs w:val="20"/>
                            <w:lang w:val="uk-UA"/>
                          </w:rPr>
                          <w:t>.</w:t>
                        </w:r>
                        <w:r w:rsidRPr="00D77254">
                          <w:rPr>
                            <w:rFonts w:ascii="Courier New" w:hAnsi="Courier New" w:cs="Courier New"/>
                            <w:b/>
                            <w:color w:val="005200"/>
                            <w:sz w:val="20"/>
                            <w:szCs w:val="20"/>
                            <w:lang w:val="en-US"/>
                          </w:rPr>
                          <w:t>5696</w:t>
                        </w:r>
                      </w:p>
                      <w:p w:rsidR="005F1448" w:rsidRPr="00D77254" w:rsidRDefault="005F1448" w:rsidP="008841C2">
                        <w:pPr>
                          <w:jc w:val="center"/>
                          <w:rPr>
                            <w:rFonts w:ascii="Courier New" w:hAnsi="Courier New" w:cs="Courier New"/>
                            <w:b/>
                            <w:color w:val="005200"/>
                            <w:sz w:val="20"/>
                            <w:szCs w:val="20"/>
                            <w:lang w:val="uk-UA"/>
                          </w:rPr>
                        </w:pPr>
                        <w:proofErr w:type="spellStart"/>
                        <w:r>
                          <w:rPr>
                            <w:rFonts w:ascii="Courier New" w:hAnsi="Courier New" w:cs="Courier New"/>
                            <w:b/>
                            <w:color w:val="005200"/>
                            <w:sz w:val="20"/>
                            <w:szCs w:val="20"/>
                          </w:rPr>
                          <w:t>Fax</w:t>
                        </w:r>
                        <w:proofErr w:type="spellEnd"/>
                        <w:r>
                          <w:rPr>
                            <w:rFonts w:ascii="Courier New" w:hAnsi="Courier New" w:cs="Courier New"/>
                            <w:b/>
                            <w:color w:val="005200"/>
                            <w:sz w:val="20"/>
                            <w:szCs w:val="20"/>
                          </w:rPr>
                          <w:t>: +38.044.</w:t>
                        </w:r>
                        <w:r w:rsidRPr="000C4935">
                          <w:rPr>
                            <w:rFonts w:ascii="Courier New" w:hAnsi="Courier New" w:cs="Courier New"/>
                            <w:b/>
                            <w:color w:val="005200"/>
                            <w:sz w:val="20"/>
                            <w:szCs w:val="20"/>
                            <w:lang w:val="uk-UA"/>
                          </w:rPr>
                          <w:t xml:space="preserve"> </w:t>
                        </w:r>
                        <w:r>
                          <w:rPr>
                            <w:rFonts w:ascii="Courier New" w:hAnsi="Courier New" w:cs="Courier New"/>
                            <w:b/>
                            <w:color w:val="005200"/>
                            <w:sz w:val="20"/>
                            <w:szCs w:val="20"/>
                            <w:lang w:val="uk-UA"/>
                          </w:rPr>
                          <w:t>501.5695</w:t>
                        </w:r>
                      </w:p>
                      <w:p w:rsidR="005F1448" w:rsidRPr="00D77254" w:rsidRDefault="005F1448" w:rsidP="008841C2">
                        <w:pPr>
                          <w:jc w:val="center"/>
                          <w:rPr>
                            <w:rFonts w:ascii="Courier New" w:hAnsi="Courier New" w:cs="Courier New"/>
                            <w:b/>
                            <w:color w:val="005200"/>
                            <w:sz w:val="20"/>
                            <w:szCs w:val="20"/>
                            <w:lang w:val="en-US"/>
                          </w:rPr>
                        </w:pPr>
                      </w:p>
                    </w:txbxContent>
                  </v:textbox>
                </v:shape>
                <v:line id="Line 56" o:spid="_x0000_s1037" style="position:absolute;visibility:visible;mso-wrap-style:square" from="1134,2516" to="10854,2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d2WN8MAAADbAAAADwAAAGRycy9kb3ducmV2LnhtbERPS2sCMRC+C/6HMAUvpWYVaWU1SusL&#10;r2sf4G3YTLOrm8m6ibr11zeFgrf5+J4znbe2EhdqfOlYwaCfgCDOnS7ZKPh4Xz+NQfiArLFyTAp+&#10;yMN81u1MMdXuyhlddsGIGMI+RQVFCHUqpc8Lsuj7riaO3LdrLIYIGyN1g9cYbis5TJJnabHk2FBg&#10;TYuC8uPubBVk+8Nj9nZ6uZVL8zk63LZfq7HZKNV7aF8nIAK14S7+d291nD+Ev1/iAXL2C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GXdljfDAAAA2wAAAA8AAAAAAAAAAAAA&#10;AAAAoQIAAGRycy9kb3ducmV2LnhtbFBLBQYAAAAABAAEAPkAAACRAwAAAAA=&#10;" strokecolor="#005a00" strokeweight="4.5pt">
                  <v:stroke linestyle="thinThick"/>
                </v:line>
                <v:shape id="Text Box 57" o:spid="_x0000_s1038" type="#_x0000_t202" style="position:absolute;left:1134;top:2156;width:9720;height:25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s8wMEA&#10;AADbAAAADwAAAGRycy9kb3ducmV2LnhtbERPTYvCMBC9L/gfwgje1tQVZK1GEXFhQVis9eBxbMY2&#10;2Exqk9X67zfCgrd5vM+ZLztbixu13jhWMBomIIgLpw2XCg751/snCB+QNdaOScGDPCwXvbc5ptrd&#10;OaPbPpQihrBPUUEVQpNK6YuKLPqha4gjd3atxRBhW0rd4j2G21p+JMlEWjQcGypsaF1Rcdn/WgWr&#10;I2cbc/057bJzZvJ8mvB2clFq0O9WMxCBuvAS/7u/dZw/hucv8QC5+A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XrPMDBAAAA2wAAAA8AAAAAAAAAAAAAAAAAmAIAAGRycy9kb3du&#10;cmV2LnhtbFBLBQYAAAAABAAEAPUAAACGAwAAAAA=&#10;" filled="f" stroked="f">
                  <v:textbox inset="0,0,0,0">
                    <w:txbxContent>
                      <w:p w:rsidR="005F1448" w:rsidRDefault="005F1448" w:rsidP="008841C2">
                        <w:pPr>
                          <w:jc w:val="center"/>
                          <w:rPr>
                            <w:rFonts w:ascii="Courier New" w:hAnsi="Courier New" w:cs="Courier New"/>
                            <w:b/>
                            <w:color w:val="005200"/>
                            <w:sz w:val="20"/>
                            <w:szCs w:val="20"/>
                            <w:lang w:val="en-US"/>
                          </w:rPr>
                        </w:pPr>
                        <w:proofErr w:type="gramStart"/>
                        <w:r w:rsidRPr="007C0C8A">
                          <w:rPr>
                            <w:rFonts w:ascii="Courier New" w:hAnsi="Courier New" w:cs="Courier New"/>
                            <w:b/>
                            <w:color w:val="005200"/>
                            <w:sz w:val="20"/>
                            <w:szCs w:val="20"/>
                            <w:lang w:val="en-US"/>
                          </w:rPr>
                          <w:t>e</w:t>
                        </w:r>
                        <w:r w:rsidRPr="007C0C8A">
                          <w:rPr>
                            <w:rFonts w:ascii="Courier New" w:hAnsi="Courier New" w:cs="Courier New"/>
                            <w:b/>
                            <w:color w:val="005200"/>
                            <w:sz w:val="20"/>
                            <w:szCs w:val="20"/>
                            <w:lang w:val="uk-UA"/>
                          </w:rPr>
                          <w:t>-</w:t>
                        </w:r>
                        <w:r w:rsidRPr="007C0C8A">
                          <w:rPr>
                            <w:rFonts w:ascii="Courier New" w:hAnsi="Courier New" w:cs="Courier New"/>
                            <w:b/>
                            <w:color w:val="005200"/>
                            <w:sz w:val="20"/>
                            <w:szCs w:val="20"/>
                            <w:lang w:val="en-US"/>
                          </w:rPr>
                          <w:t>mail</w:t>
                        </w:r>
                        <w:proofErr w:type="gramEnd"/>
                        <w:r w:rsidRPr="007C0C8A">
                          <w:rPr>
                            <w:rFonts w:ascii="Courier New" w:hAnsi="Courier New" w:cs="Courier New"/>
                            <w:b/>
                            <w:color w:val="005200"/>
                            <w:sz w:val="20"/>
                            <w:szCs w:val="20"/>
                            <w:lang w:val="en-GB"/>
                          </w:rPr>
                          <w:t xml:space="preserve">: </w:t>
                        </w:r>
                        <w:r w:rsidRPr="007C0C8A">
                          <w:rPr>
                            <w:rFonts w:ascii="Courier New" w:hAnsi="Courier New" w:cs="Courier New"/>
                            <w:b/>
                            <w:color w:val="005200"/>
                            <w:sz w:val="20"/>
                            <w:szCs w:val="20"/>
                            <w:lang w:val="en-US"/>
                          </w:rPr>
                          <w:t>office</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rokada</w:t>
                        </w:r>
                        <w:proofErr w:type="spellEnd"/>
                        <w:r w:rsidRPr="007C0C8A">
                          <w:rPr>
                            <w:rFonts w:ascii="Courier New" w:hAnsi="Courier New" w:cs="Courier New"/>
                            <w:b/>
                            <w:color w:val="005200"/>
                            <w:sz w:val="20"/>
                            <w:szCs w:val="20"/>
                            <w:lang w:val="en-GB"/>
                          </w:rPr>
                          <w:t>.</w:t>
                        </w:r>
                        <w:r w:rsidRPr="007C0C8A">
                          <w:rPr>
                            <w:rFonts w:ascii="Courier New" w:hAnsi="Courier New" w:cs="Courier New"/>
                            <w:b/>
                            <w:color w:val="005200"/>
                            <w:sz w:val="20"/>
                            <w:szCs w:val="20"/>
                            <w:lang w:val="en-US"/>
                          </w:rPr>
                          <w:t>org</w:t>
                        </w:r>
                        <w:r w:rsidRPr="007C0C8A">
                          <w:rPr>
                            <w:rFonts w:ascii="Courier New" w:hAnsi="Courier New" w:cs="Courier New"/>
                            <w:b/>
                            <w:color w:val="005200"/>
                            <w:sz w:val="20"/>
                            <w:szCs w:val="20"/>
                            <w:lang w:val="en-GB"/>
                          </w:rPr>
                          <w:t>.</w:t>
                        </w:r>
                        <w:proofErr w:type="spellStart"/>
                        <w:r w:rsidRPr="007C0C8A">
                          <w:rPr>
                            <w:rFonts w:ascii="Courier New" w:hAnsi="Courier New" w:cs="Courier New"/>
                            <w:b/>
                            <w:color w:val="005200"/>
                            <w:sz w:val="20"/>
                            <w:szCs w:val="20"/>
                            <w:lang w:val="en-US"/>
                          </w:rPr>
                          <w:t>ua</w:t>
                        </w:r>
                        <w:proofErr w:type="spellEnd"/>
                        <w:r w:rsidRPr="007C0C8A">
                          <w:rPr>
                            <w:rFonts w:ascii="Courier New" w:hAnsi="Courier New" w:cs="Courier New"/>
                            <w:b/>
                            <w:color w:val="005200"/>
                            <w:sz w:val="20"/>
                            <w:szCs w:val="20"/>
                            <w:lang w:val="en-US"/>
                          </w:rPr>
                          <w:t xml:space="preserve"> ~ http://rokada.org.ua</w:t>
                        </w:r>
                      </w:p>
                      <w:p w:rsidR="005F1448" w:rsidRPr="007C0C8A" w:rsidRDefault="005F1448" w:rsidP="008841C2">
                        <w:pPr>
                          <w:jc w:val="center"/>
                          <w:rPr>
                            <w:b/>
                            <w:sz w:val="20"/>
                            <w:szCs w:val="20"/>
                            <w:lang w:val="en-US"/>
                          </w:rPr>
                        </w:pPr>
                      </w:p>
                    </w:txbxContent>
                  </v:textbox>
                </v:shape>
              </v:group>
            </w:pict>
          </mc:Fallback>
        </mc:AlternateContent>
      </w:r>
    </w:p>
    <w:p w:rsidR="00366EBF" w:rsidRPr="00276A83" w:rsidRDefault="00366EBF" w:rsidP="00901AD8">
      <w:pPr>
        <w:rPr>
          <w:rFonts w:ascii="Courier New" w:eastAsia="Batang" w:hAnsi="Courier New" w:cs="Courier New"/>
          <w:sz w:val="20"/>
          <w:szCs w:val="20"/>
          <w:lang w:val="uk-UA"/>
        </w:rPr>
      </w:pPr>
    </w:p>
    <w:p w:rsidR="00366EBF" w:rsidRPr="00276A83" w:rsidRDefault="00366EBF" w:rsidP="00366EBF">
      <w:pPr>
        <w:rPr>
          <w:rFonts w:ascii="Courier New" w:eastAsia="Batang" w:hAnsi="Courier New" w:cs="Courier New"/>
          <w:sz w:val="20"/>
          <w:szCs w:val="20"/>
          <w:lang w:val="uk-UA"/>
        </w:rPr>
      </w:pPr>
    </w:p>
    <w:p w:rsidR="001E6083" w:rsidRPr="00276A83" w:rsidRDefault="001E6083"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8841C2" w:rsidRPr="00276A83" w:rsidRDefault="008841C2" w:rsidP="001E6083">
      <w:pPr>
        <w:rPr>
          <w:rFonts w:ascii="Courier New" w:eastAsia="Batang" w:hAnsi="Courier New" w:cs="Courier New"/>
          <w:sz w:val="20"/>
          <w:szCs w:val="20"/>
          <w:lang w:val="uk-UA"/>
        </w:rPr>
      </w:pPr>
    </w:p>
    <w:p w:rsidR="001E6083" w:rsidRPr="00276A83" w:rsidRDefault="001E6083" w:rsidP="001E6083">
      <w:pPr>
        <w:rPr>
          <w:rFonts w:asciiTheme="minorHAnsi" w:eastAsia="Batang" w:hAnsiTheme="minorHAnsi" w:cs="Courier New"/>
          <w:sz w:val="20"/>
          <w:szCs w:val="20"/>
          <w:lang w:val="uk-UA"/>
        </w:rPr>
      </w:pPr>
    </w:p>
    <w:p w:rsidR="00D2203E" w:rsidRDefault="00D2203E" w:rsidP="008841C2">
      <w:pPr>
        <w:spacing w:line="360" w:lineRule="auto"/>
        <w:jc w:val="right"/>
        <w:rPr>
          <w:rFonts w:asciiTheme="minorHAnsi" w:hAnsiTheme="minorHAnsi"/>
          <w:b/>
          <w:sz w:val="20"/>
          <w:szCs w:val="20"/>
          <w:shd w:val="clear" w:color="auto" w:fill="FFFFFF"/>
          <w:lang w:val="en-US"/>
        </w:rPr>
      </w:pPr>
    </w:p>
    <w:p w:rsidR="00C76871" w:rsidRPr="00C76871" w:rsidRDefault="001F1E5F" w:rsidP="00C76871">
      <w:pPr>
        <w:jc w:val="center"/>
        <w:rPr>
          <w:b/>
          <w:color w:val="006600"/>
          <w:sz w:val="20"/>
          <w:szCs w:val="20"/>
          <w:lang w:val="uk-UA" w:eastAsia="en-US"/>
        </w:rPr>
      </w:pPr>
      <w:r>
        <w:rPr>
          <w:b/>
          <w:color w:val="006600"/>
          <w:sz w:val="20"/>
          <w:szCs w:val="20"/>
          <w:lang w:val="uk-UA" w:eastAsia="en-US"/>
        </w:rPr>
        <w:t>Проект УВКБ ООН № 275</w:t>
      </w:r>
    </w:p>
    <w:p w:rsidR="00AD677D" w:rsidRPr="00E74DF1" w:rsidRDefault="00AD677D" w:rsidP="008841C2">
      <w:pPr>
        <w:spacing w:line="360" w:lineRule="auto"/>
        <w:jc w:val="right"/>
        <w:rPr>
          <w:rFonts w:asciiTheme="minorHAnsi" w:hAnsiTheme="minorHAnsi"/>
          <w:b/>
          <w:sz w:val="20"/>
          <w:szCs w:val="20"/>
          <w:shd w:val="clear" w:color="auto" w:fill="FFFFFF"/>
        </w:rPr>
      </w:pPr>
    </w:p>
    <w:p w:rsidR="00276A83" w:rsidRPr="00F96793" w:rsidRDefault="008841C2" w:rsidP="000C4935">
      <w:pPr>
        <w:spacing w:line="360" w:lineRule="auto"/>
        <w:jc w:val="right"/>
        <w:rPr>
          <w:rFonts w:asciiTheme="minorHAnsi" w:hAnsiTheme="minorHAnsi"/>
          <w:b/>
          <w:sz w:val="20"/>
          <w:szCs w:val="20"/>
          <w:shd w:val="clear" w:color="auto" w:fill="FFFFFF"/>
          <w:lang w:val="uk-UA"/>
        </w:rPr>
      </w:pPr>
      <w:r w:rsidRPr="00F96793">
        <w:rPr>
          <w:rFonts w:asciiTheme="minorHAnsi" w:hAnsiTheme="minorHAnsi"/>
          <w:b/>
          <w:sz w:val="20"/>
          <w:szCs w:val="20"/>
          <w:shd w:val="clear" w:color="auto" w:fill="FFFFFF"/>
          <w:lang w:val="uk-UA"/>
        </w:rPr>
        <w:t xml:space="preserve">ДАТА: </w:t>
      </w:r>
      <w:r w:rsidR="001F1E5F">
        <w:rPr>
          <w:rFonts w:asciiTheme="minorHAnsi" w:hAnsiTheme="minorHAnsi"/>
          <w:b/>
          <w:sz w:val="20"/>
          <w:szCs w:val="20"/>
          <w:shd w:val="clear" w:color="auto" w:fill="FFFFFF"/>
          <w:lang w:val="uk-UA"/>
        </w:rPr>
        <w:t>06</w:t>
      </w:r>
      <w:r w:rsidR="00410442" w:rsidRPr="00F96793">
        <w:rPr>
          <w:rFonts w:asciiTheme="minorHAnsi" w:hAnsiTheme="minorHAnsi"/>
          <w:b/>
          <w:sz w:val="20"/>
          <w:szCs w:val="20"/>
          <w:shd w:val="clear" w:color="auto" w:fill="FFFFFF"/>
          <w:lang w:val="uk-UA"/>
        </w:rPr>
        <w:t>.</w:t>
      </w:r>
      <w:r w:rsidR="001F1E5F">
        <w:rPr>
          <w:rFonts w:asciiTheme="minorHAnsi" w:hAnsiTheme="minorHAnsi"/>
          <w:b/>
          <w:sz w:val="20"/>
          <w:szCs w:val="20"/>
          <w:shd w:val="clear" w:color="auto" w:fill="FFFFFF"/>
          <w:lang w:val="uk-UA"/>
        </w:rPr>
        <w:t>01.2022</w:t>
      </w:r>
    </w:p>
    <w:p w:rsidR="008841C2" w:rsidRPr="00D2203E" w:rsidRDefault="00D2203E" w:rsidP="00D2203E">
      <w:pPr>
        <w:spacing w:line="360" w:lineRule="auto"/>
        <w:jc w:val="center"/>
        <w:rPr>
          <w:rFonts w:asciiTheme="minorHAnsi" w:hAnsiTheme="minorHAnsi"/>
          <w:b/>
          <w:sz w:val="21"/>
          <w:szCs w:val="21"/>
          <w:shd w:val="clear" w:color="auto" w:fill="FFFFFF"/>
        </w:rPr>
      </w:pPr>
      <w:r>
        <w:rPr>
          <w:rFonts w:asciiTheme="minorHAnsi" w:hAnsiTheme="minorHAnsi"/>
          <w:b/>
          <w:sz w:val="21"/>
          <w:szCs w:val="21"/>
          <w:shd w:val="clear" w:color="auto" w:fill="FFFFFF"/>
        </w:rPr>
        <w:t xml:space="preserve">ЗАПИТ НА </w:t>
      </w:r>
      <w:proofErr w:type="gramStart"/>
      <w:r>
        <w:rPr>
          <w:rFonts w:asciiTheme="minorHAnsi" w:hAnsiTheme="minorHAnsi"/>
          <w:b/>
          <w:sz w:val="21"/>
          <w:szCs w:val="21"/>
          <w:shd w:val="clear" w:color="auto" w:fill="FFFFFF"/>
        </w:rPr>
        <w:t>Ц</w:t>
      </w:r>
      <w:proofErr w:type="gramEnd"/>
      <w:r>
        <w:rPr>
          <w:rFonts w:asciiTheme="minorHAnsi" w:hAnsiTheme="minorHAnsi"/>
          <w:b/>
          <w:sz w:val="21"/>
          <w:szCs w:val="21"/>
          <w:shd w:val="clear" w:color="auto" w:fill="FFFFFF"/>
          <w:lang w:val="uk-UA"/>
        </w:rPr>
        <w:t xml:space="preserve">ІНОВУ ПРОПОЗИЦІЮ </w:t>
      </w:r>
      <w:r w:rsidR="00664523">
        <w:rPr>
          <w:rFonts w:asciiTheme="minorHAnsi" w:hAnsiTheme="minorHAnsi"/>
          <w:b/>
          <w:sz w:val="21"/>
          <w:szCs w:val="21"/>
          <w:shd w:val="clear" w:color="auto" w:fill="FFFFFF"/>
          <w:lang w:val="en-US"/>
        </w:rPr>
        <w:t>RFQ</w:t>
      </w:r>
      <w:r w:rsidRPr="00D2203E">
        <w:rPr>
          <w:rFonts w:asciiTheme="minorHAnsi" w:hAnsiTheme="minorHAnsi"/>
          <w:b/>
          <w:sz w:val="21"/>
          <w:szCs w:val="21"/>
          <w:shd w:val="clear" w:color="auto" w:fill="FFFFFF"/>
        </w:rPr>
        <w:t xml:space="preserve"> </w:t>
      </w:r>
      <w:r w:rsidR="001F1E5F">
        <w:rPr>
          <w:rFonts w:asciiTheme="minorHAnsi" w:hAnsiTheme="minorHAnsi"/>
          <w:b/>
          <w:sz w:val="21"/>
          <w:szCs w:val="21"/>
          <w:shd w:val="clear" w:color="auto" w:fill="FFFFFF"/>
          <w:lang w:val="uk-UA"/>
        </w:rPr>
        <w:t>03</w:t>
      </w:r>
      <w:r w:rsidR="0060144A">
        <w:rPr>
          <w:rFonts w:asciiTheme="minorHAnsi" w:hAnsiTheme="minorHAnsi"/>
          <w:b/>
          <w:sz w:val="21"/>
          <w:szCs w:val="21"/>
          <w:shd w:val="clear" w:color="auto" w:fill="FFFFFF"/>
          <w:lang w:val="uk-UA"/>
        </w:rPr>
        <w:t>_</w:t>
      </w:r>
      <w:r w:rsidR="001F1E5F">
        <w:rPr>
          <w:rFonts w:asciiTheme="minorHAnsi" w:hAnsiTheme="minorHAnsi"/>
          <w:b/>
          <w:sz w:val="21"/>
          <w:szCs w:val="21"/>
          <w:shd w:val="clear" w:color="auto" w:fill="FFFFFF"/>
          <w:lang w:val="uk-UA"/>
        </w:rPr>
        <w:t>01</w:t>
      </w:r>
      <w:r w:rsidR="00FE7C5C">
        <w:rPr>
          <w:rFonts w:asciiTheme="minorHAnsi" w:hAnsiTheme="minorHAnsi"/>
          <w:b/>
          <w:sz w:val="21"/>
          <w:szCs w:val="21"/>
          <w:shd w:val="clear" w:color="auto" w:fill="FFFFFF"/>
          <w:lang w:val="uk-UA"/>
        </w:rPr>
        <w:t>.</w:t>
      </w:r>
      <w:r w:rsidR="001F1E5F">
        <w:rPr>
          <w:rFonts w:asciiTheme="minorHAnsi" w:hAnsiTheme="minorHAnsi"/>
          <w:b/>
          <w:sz w:val="21"/>
          <w:szCs w:val="21"/>
          <w:shd w:val="clear" w:color="auto" w:fill="FFFFFF"/>
          <w:lang w:val="uk-UA"/>
        </w:rPr>
        <w:t>22</w:t>
      </w:r>
      <w:r w:rsidR="008841C2" w:rsidRPr="00ED238D">
        <w:rPr>
          <w:rFonts w:asciiTheme="minorHAnsi" w:hAnsiTheme="minorHAnsi"/>
          <w:b/>
          <w:sz w:val="21"/>
          <w:szCs w:val="21"/>
          <w:shd w:val="clear" w:color="auto" w:fill="FFFFFF"/>
          <w:lang w:val="uk-UA"/>
        </w:rPr>
        <w:t xml:space="preserve"> </w:t>
      </w:r>
    </w:p>
    <w:p w:rsidR="008841C2" w:rsidRPr="00ED238D" w:rsidRDefault="00E56EC2" w:rsidP="0060296C">
      <w:pPr>
        <w:jc w:val="center"/>
        <w:rPr>
          <w:rFonts w:asciiTheme="minorHAnsi" w:hAnsiTheme="minorHAnsi"/>
          <w:b/>
          <w:sz w:val="21"/>
          <w:szCs w:val="21"/>
          <w:shd w:val="clear" w:color="auto" w:fill="FFFFFF"/>
          <w:lang w:val="uk-UA"/>
        </w:rPr>
      </w:pPr>
      <w:r>
        <w:rPr>
          <w:rFonts w:asciiTheme="minorHAnsi" w:hAnsiTheme="minorHAnsi"/>
          <w:b/>
          <w:sz w:val="21"/>
          <w:szCs w:val="21"/>
          <w:shd w:val="clear" w:color="auto" w:fill="FFFFFF"/>
          <w:lang w:val="uk-UA"/>
        </w:rPr>
        <w:t xml:space="preserve">НА </w:t>
      </w:r>
      <w:r w:rsidR="004E1C91">
        <w:rPr>
          <w:rFonts w:asciiTheme="minorHAnsi" w:hAnsiTheme="minorHAnsi"/>
          <w:b/>
          <w:sz w:val="21"/>
          <w:szCs w:val="21"/>
          <w:shd w:val="clear" w:color="auto" w:fill="FFFFFF"/>
        </w:rPr>
        <w:t>ПОС</w:t>
      </w:r>
      <w:r w:rsidR="003E0371">
        <w:rPr>
          <w:rFonts w:asciiTheme="minorHAnsi" w:hAnsiTheme="minorHAnsi"/>
          <w:b/>
          <w:sz w:val="21"/>
          <w:szCs w:val="21"/>
          <w:shd w:val="clear" w:color="auto" w:fill="FFFFFF"/>
          <w:lang w:val="uk-UA"/>
        </w:rPr>
        <w:t>ЛУГИ МЕДИЧНОГО ЦЕНТРУ</w:t>
      </w:r>
      <w:r w:rsidR="00E74DF1">
        <w:rPr>
          <w:rFonts w:asciiTheme="minorHAnsi" w:hAnsiTheme="minorHAnsi"/>
          <w:b/>
          <w:sz w:val="21"/>
          <w:szCs w:val="21"/>
          <w:shd w:val="clear" w:color="auto" w:fill="FFFFFF"/>
          <w:lang w:val="uk-UA"/>
        </w:rPr>
        <w:t xml:space="preserve">  </w:t>
      </w:r>
      <w:r w:rsidR="00AA0A1B" w:rsidRPr="00AA0A1B">
        <w:rPr>
          <w:rFonts w:asciiTheme="minorHAnsi" w:hAnsiTheme="minorHAnsi"/>
          <w:b/>
          <w:sz w:val="21"/>
          <w:szCs w:val="21"/>
          <w:shd w:val="clear" w:color="auto" w:fill="FFFFFF"/>
          <w:lang w:val="uk-UA"/>
        </w:rPr>
        <w:t xml:space="preserve"> </w:t>
      </w:r>
      <w:r w:rsidR="00804AA6">
        <w:rPr>
          <w:rFonts w:asciiTheme="minorHAnsi" w:hAnsiTheme="minorHAnsi"/>
          <w:b/>
          <w:sz w:val="21"/>
          <w:szCs w:val="21"/>
          <w:shd w:val="clear" w:color="auto" w:fill="FFFFFF"/>
          <w:lang w:val="uk-UA"/>
        </w:rPr>
        <w:t xml:space="preserve"> </w:t>
      </w:r>
    </w:p>
    <w:p w:rsidR="008841C2" w:rsidRPr="00ED238D" w:rsidRDefault="008841C2" w:rsidP="00CD40DD">
      <w:pPr>
        <w:spacing w:line="360" w:lineRule="auto"/>
        <w:jc w:val="center"/>
        <w:rPr>
          <w:rFonts w:asciiTheme="minorHAnsi" w:hAnsiTheme="minorHAnsi"/>
          <w:b/>
          <w:sz w:val="21"/>
          <w:szCs w:val="21"/>
          <w:lang w:val="uk-UA"/>
        </w:rPr>
      </w:pPr>
      <w:r w:rsidRPr="00ED238D">
        <w:rPr>
          <w:rFonts w:asciiTheme="minorHAnsi" w:hAnsiTheme="minorHAnsi"/>
          <w:b/>
          <w:i/>
          <w:sz w:val="21"/>
          <w:szCs w:val="21"/>
          <w:lang w:val="uk-UA"/>
        </w:rPr>
        <w:t xml:space="preserve">ДАТА І ЧАС ЗАКІНЧЕННЯ ПРИЙНЯТТЯ ПРОПОЗИЦІЙ: </w:t>
      </w:r>
      <w:r w:rsidR="001F1E5F" w:rsidRPr="001F1E5F">
        <w:rPr>
          <w:rFonts w:asciiTheme="minorHAnsi" w:hAnsiTheme="minorHAnsi"/>
          <w:b/>
          <w:i/>
          <w:sz w:val="21"/>
          <w:szCs w:val="21"/>
          <w:u w:val="single"/>
          <w:lang w:val="uk-UA"/>
        </w:rPr>
        <w:t>20</w:t>
      </w:r>
      <w:r w:rsidRPr="001F1E5F">
        <w:rPr>
          <w:rFonts w:asciiTheme="minorHAnsi" w:hAnsiTheme="minorHAnsi"/>
          <w:b/>
          <w:i/>
          <w:sz w:val="21"/>
          <w:szCs w:val="21"/>
          <w:u w:val="single"/>
          <w:lang w:val="uk-UA"/>
        </w:rPr>
        <w:t>.</w:t>
      </w:r>
      <w:r w:rsidR="001F1E5F" w:rsidRPr="001F1E5F">
        <w:rPr>
          <w:rFonts w:asciiTheme="minorHAnsi" w:hAnsiTheme="minorHAnsi"/>
          <w:b/>
          <w:i/>
          <w:sz w:val="21"/>
          <w:szCs w:val="21"/>
          <w:u w:val="single"/>
          <w:lang w:val="uk-UA"/>
        </w:rPr>
        <w:t>01</w:t>
      </w:r>
      <w:r w:rsidRPr="001F1E5F">
        <w:rPr>
          <w:rFonts w:asciiTheme="minorHAnsi" w:hAnsiTheme="minorHAnsi"/>
          <w:b/>
          <w:i/>
          <w:sz w:val="21"/>
          <w:szCs w:val="21"/>
          <w:u w:val="single"/>
          <w:lang w:val="uk-UA"/>
        </w:rPr>
        <w:t>.</w:t>
      </w:r>
      <w:r w:rsidR="001F1E5F" w:rsidRPr="001F1E5F">
        <w:rPr>
          <w:rFonts w:asciiTheme="minorHAnsi" w:hAnsiTheme="minorHAnsi"/>
          <w:b/>
          <w:i/>
          <w:sz w:val="21"/>
          <w:szCs w:val="21"/>
          <w:u w:val="single"/>
          <w:lang w:val="uk-UA"/>
        </w:rPr>
        <w:t>2022</w:t>
      </w:r>
      <w:r w:rsidRPr="001F1E5F">
        <w:rPr>
          <w:rFonts w:asciiTheme="minorHAnsi" w:hAnsiTheme="minorHAnsi"/>
          <w:b/>
          <w:i/>
          <w:sz w:val="21"/>
          <w:szCs w:val="21"/>
          <w:u w:val="single"/>
          <w:lang w:val="uk-UA"/>
        </w:rPr>
        <w:t xml:space="preserve"> –</w:t>
      </w:r>
      <w:r w:rsidR="00CD2CAC" w:rsidRPr="001F1E5F">
        <w:rPr>
          <w:rFonts w:asciiTheme="minorHAnsi" w:hAnsiTheme="minorHAnsi"/>
          <w:b/>
          <w:i/>
          <w:sz w:val="21"/>
          <w:szCs w:val="21"/>
          <w:u w:val="single"/>
          <w:lang w:val="uk-UA"/>
        </w:rPr>
        <w:t>23</w:t>
      </w:r>
      <w:r w:rsidR="00D2203E" w:rsidRPr="001F1E5F">
        <w:rPr>
          <w:rFonts w:asciiTheme="minorHAnsi" w:hAnsiTheme="minorHAnsi"/>
          <w:b/>
          <w:i/>
          <w:sz w:val="21"/>
          <w:szCs w:val="21"/>
          <w:u w:val="single"/>
          <w:lang w:val="uk-UA"/>
        </w:rPr>
        <w:t>:</w:t>
      </w:r>
      <w:r w:rsidR="00CD2CAC" w:rsidRPr="001F1E5F">
        <w:rPr>
          <w:rFonts w:asciiTheme="minorHAnsi" w:hAnsiTheme="minorHAnsi"/>
          <w:b/>
          <w:i/>
          <w:sz w:val="21"/>
          <w:szCs w:val="21"/>
          <w:u w:val="single"/>
          <w:lang w:val="uk-UA"/>
        </w:rPr>
        <w:t>59</w:t>
      </w:r>
      <w:r w:rsidRPr="001F1E5F">
        <w:rPr>
          <w:rFonts w:asciiTheme="minorHAnsi" w:hAnsiTheme="minorHAnsi"/>
          <w:b/>
          <w:i/>
          <w:sz w:val="21"/>
          <w:szCs w:val="21"/>
          <w:u w:val="single"/>
          <w:lang w:val="uk-UA"/>
        </w:rPr>
        <w:t xml:space="preserve"> UTC+2</w:t>
      </w:r>
    </w:p>
    <w:p w:rsidR="008841C2" w:rsidRPr="00ED238D" w:rsidRDefault="008841C2" w:rsidP="008841C2">
      <w:pPr>
        <w:jc w:val="both"/>
        <w:rPr>
          <w:rFonts w:asciiTheme="minorHAnsi" w:hAnsiTheme="minorHAnsi"/>
          <w:b/>
          <w:sz w:val="21"/>
          <w:szCs w:val="21"/>
          <w:lang w:val="uk-UA"/>
        </w:rPr>
      </w:pPr>
      <w:r w:rsidRPr="00ED238D">
        <w:rPr>
          <w:rFonts w:asciiTheme="minorHAnsi" w:hAnsiTheme="minorHAnsi"/>
          <w:b/>
          <w:sz w:val="21"/>
          <w:szCs w:val="21"/>
          <w:lang w:val="uk-UA"/>
        </w:rPr>
        <w:t>______________________________________________________</w:t>
      </w:r>
      <w:r w:rsidR="00276A83" w:rsidRPr="00FF4B1D">
        <w:rPr>
          <w:rFonts w:asciiTheme="minorHAnsi" w:hAnsiTheme="minorHAnsi"/>
          <w:b/>
          <w:sz w:val="21"/>
          <w:szCs w:val="21"/>
          <w:lang w:val="uk-UA"/>
        </w:rPr>
        <w:t>________</w:t>
      </w:r>
      <w:r w:rsidRPr="00ED238D">
        <w:rPr>
          <w:rFonts w:asciiTheme="minorHAnsi" w:hAnsiTheme="minorHAnsi"/>
          <w:b/>
          <w:sz w:val="21"/>
          <w:szCs w:val="21"/>
          <w:lang w:val="uk-UA"/>
        </w:rPr>
        <w:t>______________________________</w:t>
      </w:r>
    </w:p>
    <w:p w:rsidR="008841C2" w:rsidRPr="00D2203E" w:rsidRDefault="008841C2" w:rsidP="00D2203E">
      <w:pPr>
        <w:jc w:val="both"/>
        <w:rPr>
          <w:rFonts w:asciiTheme="minorHAnsi" w:hAnsiTheme="minorHAnsi"/>
          <w:b/>
          <w:sz w:val="21"/>
          <w:szCs w:val="21"/>
          <w:u w:val="single"/>
          <w:lang w:val="uk-UA"/>
        </w:rPr>
      </w:pPr>
    </w:p>
    <w:p w:rsidR="008841C2" w:rsidRDefault="008841C2" w:rsidP="008841C2">
      <w:pPr>
        <w:jc w:val="both"/>
        <w:rPr>
          <w:rFonts w:asciiTheme="minorHAnsi" w:hAnsiTheme="minorHAnsi"/>
          <w:sz w:val="21"/>
          <w:szCs w:val="21"/>
          <w:lang w:val="uk-UA"/>
        </w:rPr>
      </w:pPr>
      <w:r w:rsidRPr="00ED238D">
        <w:rPr>
          <w:rFonts w:asciiTheme="minorHAnsi" w:hAnsiTheme="minorHAnsi"/>
          <w:b/>
          <w:sz w:val="21"/>
          <w:szCs w:val="21"/>
          <w:shd w:val="clear" w:color="auto" w:fill="FFFFFF"/>
          <w:lang w:val="uk-UA"/>
        </w:rPr>
        <w:t xml:space="preserve">БО «БЛАГОДІЙНИЙ ФОНДА «РОКАДА» </w:t>
      </w:r>
      <w:r w:rsidRPr="00ED238D">
        <w:rPr>
          <w:rFonts w:asciiTheme="minorHAnsi" w:hAnsiTheme="minorHAnsi"/>
          <w:sz w:val="21"/>
          <w:szCs w:val="21"/>
          <w:lang w:val="uk-UA"/>
        </w:rPr>
        <w:t xml:space="preserve">БО «БФ «РОКАДА» (надалі – </w:t>
      </w:r>
      <w:r w:rsidRPr="00ED238D">
        <w:rPr>
          <w:rFonts w:asciiTheme="minorHAnsi" w:hAnsiTheme="minorHAnsi"/>
          <w:b/>
          <w:sz w:val="21"/>
          <w:szCs w:val="21"/>
          <w:lang w:val="uk-UA"/>
        </w:rPr>
        <w:t>Фонд</w:t>
      </w:r>
      <w:r w:rsidRPr="00ED238D">
        <w:rPr>
          <w:rFonts w:asciiTheme="minorHAnsi" w:hAnsiTheme="minorHAnsi"/>
          <w:sz w:val="21"/>
          <w:szCs w:val="21"/>
          <w:lang w:val="uk-UA"/>
        </w:rPr>
        <w:t>) запр</w:t>
      </w:r>
      <w:r w:rsidR="00763F3F">
        <w:rPr>
          <w:rFonts w:asciiTheme="minorHAnsi" w:hAnsiTheme="minorHAnsi"/>
          <w:sz w:val="21"/>
          <w:szCs w:val="21"/>
          <w:lang w:val="uk-UA"/>
        </w:rPr>
        <w:t xml:space="preserve">ошує </w:t>
      </w:r>
      <w:r w:rsidR="004C5D4F">
        <w:rPr>
          <w:rFonts w:asciiTheme="minorHAnsi" w:hAnsiTheme="minorHAnsi"/>
          <w:sz w:val="21"/>
          <w:szCs w:val="21"/>
          <w:lang w:val="uk-UA"/>
        </w:rPr>
        <w:t>н</w:t>
      </w:r>
      <w:r w:rsidR="00B3618A">
        <w:rPr>
          <w:rFonts w:asciiTheme="minorHAnsi" w:hAnsiTheme="minorHAnsi"/>
          <w:sz w:val="21"/>
          <w:szCs w:val="21"/>
          <w:lang w:val="uk-UA"/>
        </w:rPr>
        <w:t xml:space="preserve">адати вашу цінову пропозицію на </w:t>
      </w:r>
      <w:r w:rsidR="003E0371">
        <w:rPr>
          <w:rFonts w:asciiTheme="minorHAnsi" w:hAnsiTheme="minorHAnsi"/>
          <w:sz w:val="21"/>
          <w:szCs w:val="21"/>
          <w:lang w:val="uk-UA"/>
        </w:rPr>
        <w:t>послуги Медичного центру</w:t>
      </w:r>
      <w:r w:rsidRPr="00ED238D">
        <w:rPr>
          <w:rFonts w:asciiTheme="minorHAnsi" w:hAnsiTheme="minorHAnsi"/>
          <w:sz w:val="21"/>
          <w:szCs w:val="21"/>
          <w:lang w:val="uk-UA"/>
        </w:rPr>
        <w:t xml:space="preserve"> в ра</w:t>
      </w:r>
      <w:r w:rsidR="003007CA" w:rsidRPr="00ED238D">
        <w:rPr>
          <w:rFonts w:asciiTheme="minorHAnsi" w:hAnsiTheme="minorHAnsi"/>
          <w:sz w:val="21"/>
          <w:szCs w:val="21"/>
          <w:lang w:val="uk-UA"/>
        </w:rPr>
        <w:t>мках виконання проекту УВКБ ООН</w:t>
      </w:r>
      <w:r w:rsidR="008D323B">
        <w:rPr>
          <w:rFonts w:asciiTheme="minorHAnsi" w:hAnsiTheme="minorHAnsi"/>
          <w:sz w:val="21"/>
          <w:szCs w:val="21"/>
          <w:lang w:val="uk-UA"/>
        </w:rPr>
        <w:t xml:space="preserve"> № 2</w:t>
      </w:r>
      <w:r w:rsidR="002A713A">
        <w:rPr>
          <w:rFonts w:asciiTheme="minorHAnsi" w:hAnsiTheme="minorHAnsi"/>
          <w:sz w:val="21"/>
          <w:szCs w:val="21"/>
          <w:lang w:val="uk-UA"/>
        </w:rPr>
        <w:t>75</w:t>
      </w:r>
      <w:r w:rsidR="003007CA" w:rsidRPr="00ED238D">
        <w:rPr>
          <w:rFonts w:asciiTheme="minorHAnsi" w:hAnsiTheme="minorHAnsi"/>
          <w:sz w:val="21"/>
          <w:szCs w:val="21"/>
          <w:lang w:val="uk-UA"/>
        </w:rPr>
        <w:t>.</w:t>
      </w:r>
    </w:p>
    <w:p w:rsidR="00B3618A" w:rsidRPr="00C633ED" w:rsidRDefault="00B3618A" w:rsidP="008841C2">
      <w:pPr>
        <w:jc w:val="both"/>
        <w:rPr>
          <w:rFonts w:asciiTheme="minorHAnsi" w:hAnsiTheme="minorHAnsi"/>
          <w:b/>
          <w:sz w:val="21"/>
          <w:szCs w:val="21"/>
          <w:lang w:val="uk-UA"/>
        </w:rPr>
      </w:pPr>
      <w:r>
        <w:rPr>
          <w:rFonts w:asciiTheme="minorHAnsi" w:hAnsiTheme="minorHAnsi"/>
          <w:sz w:val="21"/>
          <w:szCs w:val="21"/>
          <w:lang w:val="uk-UA"/>
        </w:rPr>
        <w:t>Деталі щодо завдання зазначено у цьому Запиті на цінову пропозицію (ЗЦП)</w:t>
      </w:r>
      <w:r w:rsidR="00170D30">
        <w:rPr>
          <w:rFonts w:asciiTheme="minorHAnsi" w:hAnsiTheme="minorHAnsi"/>
          <w:sz w:val="21"/>
          <w:szCs w:val="21"/>
          <w:lang w:val="uk-UA"/>
        </w:rPr>
        <w:t>.</w:t>
      </w:r>
    </w:p>
    <w:p w:rsidR="00D2203E" w:rsidRDefault="00D2203E" w:rsidP="008841C2">
      <w:pPr>
        <w:jc w:val="both"/>
        <w:rPr>
          <w:rFonts w:asciiTheme="minorHAnsi" w:hAnsiTheme="minorHAnsi"/>
          <w:sz w:val="21"/>
          <w:szCs w:val="21"/>
          <w:lang w:val="uk-UA"/>
        </w:rPr>
      </w:pPr>
    </w:p>
    <w:p w:rsidR="002B7666" w:rsidRDefault="00B05AC4" w:rsidP="002B7666">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ЗАГАЛЬНІ </w:t>
      </w:r>
      <w:r w:rsidR="00D2203E" w:rsidRPr="00D2203E">
        <w:rPr>
          <w:rFonts w:asciiTheme="minorHAnsi" w:hAnsiTheme="minorHAnsi"/>
          <w:b/>
          <w:sz w:val="21"/>
          <w:szCs w:val="21"/>
          <w:u w:val="single"/>
          <w:lang w:val="uk-UA"/>
        </w:rPr>
        <w:t xml:space="preserve">ВИМОГИ: </w:t>
      </w:r>
    </w:p>
    <w:p w:rsidR="007C14CE" w:rsidRDefault="007C14CE" w:rsidP="002B7666">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Наведіть, будь ласка, у своїй пропозиції наступну інформацію:</w:t>
      </w:r>
    </w:p>
    <w:p w:rsidR="00DD6C39" w:rsidRPr="00030ED6" w:rsidRDefault="005F189A" w:rsidP="00DD6C39">
      <w:pPr>
        <w:pStyle w:val="a4"/>
        <w:numPr>
          <w:ilvl w:val="0"/>
          <w:numId w:val="35"/>
        </w:numPr>
        <w:jc w:val="both"/>
        <w:rPr>
          <w:rFonts w:asciiTheme="minorHAnsi" w:hAnsiTheme="minorHAnsi" w:cs="Tahoma"/>
          <w:color w:val="333333"/>
          <w:szCs w:val="18"/>
          <w:lang w:val="uk-UA"/>
        </w:rPr>
      </w:pPr>
      <w:r>
        <w:rPr>
          <w:rFonts w:asciiTheme="minorHAnsi" w:hAnsiTheme="minorHAnsi" w:cs="Tahoma"/>
          <w:color w:val="333333"/>
          <w:szCs w:val="18"/>
          <w:lang w:val="uk-UA"/>
        </w:rPr>
        <w:t>Валюта: гривня (з урахуванням ПДВ)</w:t>
      </w:r>
      <w:r w:rsidR="00DD6C39" w:rsidRPr="00030ED6">
        <w:rPr>
          <w:rFonts w:asciiTheme="minorHAnsi" w:hAnsiTheme="minorHAnsi" w:cs="Tahoma"/>
          <w:color w:val="333333"/>
          <w:szCs w:val="18"/>
          <w:lang w:val="uk-UA"/>
        </w:rPr>
        <w:t>;</w:t>
      </w:r>
    </w:p>
    <w:p w:rsidR="007A7352" w:rsidRPr="007A7352"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Вартість всіх </w:t>
      </w:r>
      <w:r w:rsidR="004E1C91" w:rsidRPr="007A7352">
        <w:rPr>
          <w:rFonts w:asciiTheme="minorHAnsi" w:hAnsiTheme="minorHAnsi" w:cs="Tahoma"/>
          <w:color w:val="333333"/>
          <w:szCs w:val="18"/>
          <w:lang w:val="uk-UA"/>
        </w:rPr>
        <w:t>послуг</w:t>
      </w:r>
      <w:r w:rsidR="007A7352" w:rsidRPr="007A7352">
        <w:rPr>
          <w:rFonts w:asciiTheme="minorHAnsi" w:hAnsiTheme="minorHAnsi" w:cs="Tahoma"/>
          <w:color w:val="333333"/>
          <w:szCs w:val="18"/>
          <w:lang w:val="uk-UA"/>
        </w:rPr>
        <w:t>;</w:t>
      </w:r>
      <w:r w:rsidRPr="007A7352">
        <w:rPr>
          <w:rFonts w:asciiTheme="minorHAnsi" w:hAnsiTheme="minorHAnsi" w:cs="Tahoma"/>
          <w:color w:val="333333"/>
          <w:szCs w:val="18"/>
          <w:lang w:val="uk-UA"/>
        </w:rPr>
        <w:t xml:space="preserve"> </w:t>
      </w:r>
    </w:p>
    <w:p w:rsidR="009A7505" w:rsidRPr="00CC54DA" w:rsidRDefault="009A7505" w:rsidP="00DD6C39">
      <w:pPr>
        <w:pStyle w:val="a4"/>
        <w:numPr>
          <w:ilvl w:val="0"/>
          <w:numId w:val="35"/>
        </w:numPr>
        <w:jc w:val="both"/>
        <w:rPr>
          <w:rFonts w:asciiTheme="minorHAnsi" w:hAnsiTheme="minorHAnsi" w:cs="Tahoma"/>
          <w:b/>
          <w:color w:val="333333"/>
          <w:szCs w:val="18"/>
          <w:lang w:val="uk-UA"/>
        </w:rPr>
      </w:pPr>
      <w:r w:rsidRPr="007A7352">
        <w:rPr>
          <w:rFonts w:asciiTheme="minorHAnsi" w:hAnsiTheme="minorHAnsi" w:cs="Tahoma"/>
          <w:color w:val="333333"/>
          <w:szCs w:val="18"/>
          <w:lang w:val="uk-UA"/>
        </w:rPr>
        <w:t xml:space="preserve">Заповнений та підписаний </w:t>
      </w:r>
      <w:r w:rsidR="005E35D3" w:rsidRPr="007A7352">
        <w:rPr>
          <w:rFonts w:asciiTheme="minorHAnsi" w:hAnsiTheme="minorHAnsi" w:cs="Tahoma"/>
          <w:b/>
          <w:color w:val="333333"/>
          <w:szCs w:val="18"/>
          <w:lang w:val="uk-UA"/>
        </w:rPr>
        <w:t xml:space="preserve">Додаток </w:t>
      </w:r>
      <w:r w:rsidR="00F20FFF">
        <w:rPr>
          <w:rFonts w:asciiTheme="minorHAnsi" w:hAnsiTheme="minorHAnsi" w:cs="Tahoma"/>
          <w:b/>
          <w:color w:val="333333"/>
          <w:szCs w:val="18"/>
          <w:lang w:val="uk-UA"/>
        </w:rPr>
        <w:t>1</w:t>
      </w:r>
      <w:r w:rsidR="00930B56">
        <w:rPr>
          <w:rFonts w:asciiTheme="minorHAnsi" w:hAnsiTheme="minorHAnsi" w:cs="Tahoma"/>
          <w:b/>
          <w:color w:val="333333"/>
          <w:szCs w:val="18"/>
          <w:lang w:val="uk-UA"/>
        </w:rPr>
        <w:t>.</w:t>
      </w:r>
      <w:r w:rsidR="007C14CE" w:rsidRPr="007A7352">
        <w:rPr>
          <w:rFonts w:asciiTheme="minorHAnsi" w:hAnsiTheme="minorHAnsi"/>
          <w:sz w:val="21"/>
          <w:szCs w:val="21"/>
          <w:lang w:val="uk-UA"/>
        </w:rPr>
        <w:t xml:space="preserve"> (якщо компанія вперше подає свою пропозицію на розгляд </w:t>
      </w:r>
      <w:r w:rsidR="007C14CE" w:rsidRPr="007A7352">
        <w:rPr>
          <w:rFonts w:asciiTheme="minorHAnsi" w:hAnsiTheme="minorHAnsi" w:cs="Tahoma"/>
          <w:color w:val="333333"/>
          <w:szCs w:val="18"/>
          <w:lang w:val="uk-UA"/>
        </w:rPr>
        <w:t>БО «БЛАГОДІЙНИЙ ФОНД «РОКАДА»)</w:t>
      </w:r>
      <w:r w:rsidR="007C14CE" w:rsidRPr="007A7352">
        <w:rPr>
          <w:rFonts w:asciiTheme="minorHAnsi" w:hAnsiTheme="minorHAnsi"/>
          <w:sz w:val="21"/>
          <w:szCs w:val="21"/>
          <w:lang w:val="uk-UA"/>
        </w:rPr>
        <w:t>.</w:t>
      </w:r>
    </w:p>
    <w:p w:rsidR="00CC54DA" w:rsidRPr="007A7352" w:rsidRDefault="000721E6" w:rsidP="000721E6">
      <w:pPr>
        <w:pStyle w:val="a4"/>
        <w:numPr>
          <w:ilvl w:val="0"/>
          <w:numId w:val="35"/>
        </w:numPr>
        <w:jc w:val="both"/>
        <w:rPr>
          <w:rFonts w:asciiTheme="minorHAnsi" w:hAnsiTheme="minorHAnsi" w:cs="Tahoma"/>
          <w:b/>
          <w:color w:val="333333"/>
          <w:szCs w:val="18"/>
          <w:lang w:val="uk-UA"/>
        </w:rPr>
      </w:pPr>
      <w:r>
        <w:rPr>
          <w:rFonts w:asciiTheme="minorHAnsi" w:hAnsiTheme="minorHAnsi" w:cs="Tahoma"/>
          <w:color w:val="333333"/>
          <w:szCs w:val="18"/>
          <w:lang w:val="uk-UA"/>
        </w:rPr>
        <w:t xml:space="preserve">Заповнений </w:t>
      </w:r>
      <w:r w:rsidR="00CC54DA" w:rsidRPr="007A7352">
        <w:rPr>
          <w:rFonts w:asciiTheme="minorHAnsi" w:hAnsiTheme="minorHAnsi" w:cs="Tahoma"/>
          <w:color w:val="333333"/>
          <w:szCs w:val="18"/>
          <w:lang w:val="uk-UA"/>
        </w:rPr>
        <w:t xml:space="preserve"> </w:t>
      </w:r>
      <w:r w:rsidR="00CC54DA" w:rsidRPr="007A7352">
        <w:rPr>
          <w:rFonts w:asciiTheme="minorHAnsi" w:hAnsiTheme="minorHAnsi" w:cs="Tahoma"/>
          <w:b/>
          <w:color w:val="333333"/>
          <w:szCs w:val="18"/>
          <w:lang w:val="uk-UA"/>
        </w:rPr>
        <w:t xml:space="preserve">Додаток </w:t>
      </w:r>
      <w:r w:rsidR="00CC54DA">
        <w:rPr>
          <w:rFonts w:asciiTheme="minorHAnsi" w:hAnsiTheme="minorHAnsi" w:cs="Tahoma"/>
          <w:b/>
          <w:color w:val="333333"/>
          <w:szCs w:val="18"/>
          <w:lang w:val="uk-UA"/>
        </w:rPr>
        <w:t xml:space="preserve">2. </w:t>
      </w:r>
      <w:r w:rsidR="00984AE7">
        <w:rPr>
          <w:rFonts w:asciiTheme="minorHAnsi" w:hAnsiTheme="minorHAnsi" w:cs="Tahoma"/>
          <w:color w:val="333333"/>
          <w:szCs w:val="18"/>
          <w:lang w:val="uk-UA"/>
        </w:rPr>
        <w:t>Цінова пропозиція на п</w:t>
      </w:r>
      <w:r w:rsidRPr="00984AE7">
        <w:rPr>
          <w:rFonts w:asciiTheme="minorHAnsi" w:hAnsiTheme="minorHAnsi" w:cs="Tahoma"/>
          <w:color w:val="333333"/>
          <w:szCs w:val="18"/>
          <w:lang w:val="uk-UA"/>
        </w:rPr>
        <w:t>ерелік ходових процедур</w:t>
      </w:r>
      <w:r w:rsidR="00984AE7">
        <w:rPr>
          <w:rFonts w:asciiTheme="minorHAnsi" w:hAnsiTheme="minorHAnsi" w:cs="Tahoma"/>
          <w:color w:val="333333"/>
          <w:szCs w:val="18"/>
          <w:lang w:val="uk-UA"/>
        </w:rPr>
        <w:t>.</w:t>
      </w:r>
    </w:p>
    <w:p w:rsidR="009A7505" w:rsidRDefault="009A7505" w:rsidP="009A7505">
      <w:pPr>
        <w:pStyle w:val="a4"/>
        <w:numPr>
          <w:ilvl w:val="0"/>
          <w:numId w:val="33"/>
        </w:numPr>
        <w:jc w:val="both"/>
        <w:rPr>
          <w:rFonts w:asciiTheme="minorHAnsi" w:hAnsiTheme="minorHAnsi" w:cs="Tahoma"/>
          <w:color w:val="333333"/>
          <w:szCs w:val="18"/>
          <w:lang w:val="uk-UA"/>
        </w:rPr>
      </w:pPr>
      <w:r w:rsidRPr="009A7505">
        <w:rPr>
          <w:rFonts w:asciiTheme="minorHAnsi" w:hAnsiTheme="minorHAnsi" w:cs="Tahoma"/>
          <w:color w:val="333333"/>
          <w:szCs w:val="18"/>
          <w:lang w:val="uk-UA"/>
        </w:rPr>
        <w:t xml:space="preserve">Учасник </w:t>
      </w:r>
      <w:r>
        <w:rPr>
          <w:rFonts w:asciiTheme="minorHAnsi" w:hAnsiTheme="minorHAnsi" w:cs="Tahoma"/>
          <w:color w:val="333333"/>
          <w:szCs w:val="18"/>
          <w:lang w:val="uk-UA"/>
        </w:rPr>
        <w:t>погоджується з тим, що надана цінова пропозиція є повною та дозволяє виконати зазначені послуги належним чином та в повній мірі</w:t>
      </w:r>
      <w:r w:rsidR="005D7457">
        <w:rPr>
          <w:rFonts w:asciiTheme="minorHAnsi" w:hAnsiTheme="minorHAnsi" w:cs="Tahoma"/>
          <w:color w:val="333333"/>
          <w:szCs w:val="18"/>
          <w:lang w:val="uk-UA"/>
        </w:rPr>
        <w:t>, враховуючи податки, знижки</w:t>
      </w:r>
      <w:r>
        <w:rPr>
          <w:rFonts w:asciiTheme="minorHAnsi" w:hAnsiTheme="minorHAnsi" w:cs="Tahoma"/>
          <w:color w:val="333333"/>
          <w:szCs w:val="18"/>
          <w:lang w:val="uk-UA"/>
        </w:rPr>
        <w:t xml:space="preserve"> </w:t>
      </w:r>
      <w:proofErr w:type="spellStart"/>
      <w:r>
        <w:rPr>
          <w:rFonts w:asciiTheme="minorHAnsi" w:hAnsiTheme="minorHAnsi" w:cs="Tahoma"/>
          <w:color w:val="333333"/>
          <w:szCs w:val="18"/>
          <w:lang w:val="uk-UA"/>
        </w:rPr>
        <w:t>т.п</w:t>
      </w:r>
      <w:proofErr w:type="spellEnd"/>
      <w:r>
        <w:rPr>
          <w:rFonts w:asciiTheme="minorHAnsi" w:hAnsiTheme="minorHAnsi" w:cs="Tahoma"/>
          <w:color w:val="333333"/>
          <w:szCs w:val="18"/>
          <w:lang w:val="uk-UA"/>
        </w:rPr>
        <w:t>. В і</w:t>
      </w:r>
      <w:r w:rsidR="00341352">
        <w:rPr>
          <w:rFonts w:asciiTheme="minorHAnsi" w:hAnsiTheme="minorHAnsi" w:cs="Tahoma"/>
          <w:color w:val="333333"/>
          <w:szCs w:val="18"/>
          <w:lang w:val="uk-UA"/>
        </w:rPr>
        <w:t>ншому випадку, БО «БЛАГОДІЙНИЙ ФОНД «РОКАДА» такі витрати не відшкодує.</w:t>
      </w:r>
    </w:p>
    <w:p w:rsidR="00341352" w:rsidRDefault="00341352" w:rsidP="009A7505">
      <w:pPr>
        <w:pStyle w:val="a4"/>
        <w:numPr>
          <w:ilvl w:val="0"/>
          <w:numId w:val="33"/>
        </w:numPr>
        <w:jc w:val="both"/>
        <w:rPr>
          <w:rFonts w:asciiTheme="minorHAnsi" w:hAnsiTheme="minorHAnsi" w:cs="Tahoma"/>
          <w:color w:val="333333"/>
          <w:szCs w:val="18"/>
          <w:lang w:val="uk-UA"/>
        </w:rPr>
      </w:pPr>
      <w:r w:rsidRPr="00341352">
        <w:rPr>
          <w:rFonts w:asciiTheme="minorHAnsi" w:hAnsiTheme="minorHAnsi" w:cs="Tahoma"/>
          <w:b/>
          <w:color w:val="333333"/>
          <w:szCs w:val="18"/>
          <w:lang w:val="uk-UA"/>
        </w:rPr>
        <w:t>Звертаємо вашу</w:t>
      </w:r>
      <w:r>
        <w:rPr>
          <w:rFonts w:asciiTheme="minorHAnsi" w:hAnsiTheme="minorHAnsi" w:cs="Tahoma"/>
          <w:color w:val="333333"/>
          <w:szCs w:val="18"/>
          <w:lang w:val="uk-UA"/>
        </w:rPr>
        <w:t xml:space="preserve"> </w:t>
      </w:r>
      <w:r w:rsidRPr="00341352">
        <w:rPr>
          <w:rFonts w:asciiTheme="minorHAnsi" w:hAnsiTheme="minorHAnsi" w:cs="Tahoma"/>
          <w:b/>
          <w:color w:val="333333"/>
          <w:szCs w:val="18"/>
          <w:lang w:val="uk-UA"/>
        </w:rPr>
        <w:t>увагу</w:t>
      </w:r>
      <w:r>
        <w:rPr>
          <w:rFonts w:asciiTheme="minorHAnsi" w:hAnsiTheme="minorHAnsi" w:cs="Tahoma"/>
          <w:color w:val="333333"/>
          <w:szCs w:val="18"/>
          <w:lang w:val="uk-UA"/>
        </w:rPr>
        <w:t xml:space="preserve"> на обов’язкову умову безготівкового </w:t>
      </w:r>
      <w:r w:rsidR="00BE7214">
        <w:rPr>
          <w:rFonts w:asciiTheme="minorHAnsi" w:hAnsiTheme="minorHAnsi" w:cs="Tahoma"/>
          <w:color w:val="333333"/>
          <w:szCs w:val="18"/>
          <w:lang w:val="uk-UA"/>
        </w:rPr>
        <w:t>розрахунку за всі</w:t>
      </w:r>
      <w:r>
        <w:rPr>
          <w:rFonts w:asciiTheme="minorHAnsi" w:hAnsiTheme="minorHAnsi" w:cs="Tahoma"/>
          <w:color w:val="333333"/>
          <w:szCs w:val="18"/>
          <w:lang w:val="uk-UA"/>
        </w:rPr>
        <w:t xml:space="preserve"> послуги між постачальником та БО «БЛАГОДІЙНИЙ ФОНД «РОКАДА».</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 xml:space="preserve">Фонд залишає за собою право прийняти цінову пропозицію або не приймати  будь-яку із отриманих пропозицій. </w:t>
      </w:r>
    </w:p>
    <w:p w:rsidR="003E3263" w:rsidRDefault="003E3263" w:rsidP="003E3263">
      <w:pPr>
        <w:pStyle w:val="a4"/>
        <w:numPr>
          <w:ilvl w:val="0"/>
          <w:numId w:val="33"/>
        </w:numPr>
        <w:jc w:val="both"/>
        <w:rPr>
          <w:rFonts w:asciiTheme="minorHAnsi" w:hAnsiTheme="minorHAnsi" w:cs="Tahoma"/>
          <w:color w:val="333333"/>
          <w:szCs w:val="18"/>
          <w:lang w:val="uk-UA"/>
        </w:rPr>
      </w:pPr>
      <w:r w:rsidRPr="003E3263">
        <w:rPr>
          <w:rFonts w:asciiTheme="minorHAnsi" w:hAnsiTheme="minorHAnsi" w:cs="Tahoma"/>
          <w:color w:val="333333"/>
          <w:szCs w:val="18"/>
          <w:lang w:val="uk-UA"/>
        </w:rPr>
        <w:t>Учасник в будь-який момент до кінцевого строку подання цінових пропозицій може звернутися до Фонду за роз’ясненнями або уточненнями стосовно пред</w:t>
      </w:r>
      <w:r w:rsidR="00BC0214">
        <w:rPr>
          <w:rFonts w:asciiTheme="minorHAnsi" w:hAnsiTheme="minorHAnsi" w:cs="Tahoma"/>
          <w:color w:val="333333"/>
          <w:szCs w:val="18"/>
          <w:lang w:val="uk-UA"/>
        </w:rPr>
        <w:t>мету закупівлі на електронну адресу</w:t>
      </w:r>
      <w:r w:rsidRPr="003E3263">
        <w:rPr>
          <w:rFonts w:asciiTheme="minorHAnsi" w:hAnsiTheme="minorHAnsi" w:cs="Tahoma"/>
          <w:color w:val="333333"/>
          <w:szCs w:val="18"/>
          <w:lang w:val="uk-UA"/>
        </w:rPr>
        <w:t xml:space="preserve"> </w:t>
      </w:r>
      <w:r w:rsidR="00BC0214">
        <w:rPr>
          <w:rFonts w:asciiTheme="minorHAnsi" w:hAnsiTheme="minorHAnsi" w:cs="Tahoma"/>
          <w:color w:val="333333"/>
          <w:szCs w:val="18"/>
          <w:lang w:val="uk-UA"/>
        </w:rPr>
        <w:t xml:space="preserve"> </w:t>
      </w:r>
      <w:hyperlink r:id="rId11" w:history="1">
        <w:r w:rsidR="0016067C" w:rsidRPr="00B964BA">
          <w:rPr>
            <w:rStyle w:val="a3"/>
            <w:rFonts w:cs="Tahoma"/>
            <w:szCs w:val="18"/>
            <w:lang w:val="en-US"/>
          </w:rPr>
          <w:t>i</w:t>
        </w:r>
        <w:r w:rsidR="0016067C" w:rsidRPr="00B964BA">
          <w:rPr>
            <w:rStyle w:val="a3"/>
            <w:rFonts w:cs="Tahoma"/>
            <w:szCs w:val="18"/>
          </w:rPr>
          <w:t>.</w:t>
        </w:r>
        <w:r w:rsidR="0016067C" w:rsidRPr="00B964BA">
          <w:rPr>
            <w:rStyle w:val="a3"/>
            <w:rFonts w:cs="Tahoma"/>
            <w:szCs w:val="18"/>
            <w:lang w:val="en-US"/>
          </w:rPr>
          <w:t>khrulenko</w:t>
        </w:r>
        <w:r w:rsidR="0016067C" w:rsidRPr="00B964BA">
          <w:rPr>
            <w:rStyle w:val="a3"/>
            <w:rFonts w:cs="Tahoma"/>
            <w:szCs w:val="18"/>
          </w:rPr>
          <w:t>@</w:t>
        </w:r>
        <w:r w:rsidR="0016067C" w:rsidRPr="00B964BA">
          <w:rPr>
            <w:rStyle w:val="a3"/>
            <w:rFonts w:cs="Tahoma"/>
            <w:szCs w:val="18"/>
            <w:lang w:val="en-US"/>
          </w:rPr>
          <w:t>rokada</w:t>
        </w:r>
        <w:r w:rsidR="0016067C" w:rsidRPr="00B964BA">
          <w:rPr>
            <w:rStyle w:val="a3"/>
            <w:rFonts w:cs="Tahoma"/>
            <w:szCs w:val="18"/>
          </w:rPr>
          <w:t>.</w:t>
        </w:r>
        <w:r w:rsidR="0016067C" w:rsidRPr="00B964BA">
          <w:rPr>
            <w:rStyle w:val="a3"/>
            <w:rFonts w:cs="Tahoma"/>
            <w:szCs w:val="18"/>
            <w:lang w:val="en-US"/>
          </w:rPr>
          <w:t>org</w:t>
        </w:r>
        <w:r w:rsidR="0016067C" w:rsidRPr="00B964BA">
          <w:rPr>
            <w:rStyle w:val="a3"/>
            <w:rFonts w:cs="Tahoma"/>
            <w:szCs w:val="18"/>
          </w:rPr>
          <w:t>.</w:t>
        </w:r>
        <w:r w:rsidR="0016067C" w:rsidRPr="00B964BA">
          <w:rPr>
            <w:rStyle w:val="a3"/>
            <w:rFonts w:cs="Tahoma"/>
            <w:szCs w:val="18"/>
            <w:lang w:val="en-US"/>
          </w:rPr>
          <w:t>ua</w:t>
        </w:r>
      </w:hyperlink>
      <w:r w:rsidRPr="003E3263">
        <w:rPr>
          <w:rFonts w:asciiTheme="minorHAnsi" w:hAnsiTheme="minorHAnsi" w:cs="Tahoma"/>
          <w:color w:val="333333"/>
          <w:szCs w:val="18"/>
          <w:lang w:val="uk-UA"/>
        </w:rPr>
        <w:t xml:space="preserve"> та отримати відповідь в електронному в</w:t>
      </w:r>
      <w:r w:rsidR="0022631D">
        <w:rPr>
          <w:rFonts w:asciiTheme="minorHAnsi" w:hAnsiTheme="minorHAnsi" w:cs="Tahoma"/>
          <w:color w:val="333333"/>
          <w:szCs w:val="18"/>
          <w:lang w:val="uk-UA"/>
        </w:rPr>
        <w:t>игляді</w:t>
      </w:r>
      <w:r w:rsidRPr="003E3263">
        <w:rPr>
          <w:rFonts w:asciiTheme="minorHAnsi" w:hAnsiTheme="minorHAnsi" w:cs="Tahoma"/>
          <w:color w:val="333333"/>
          <w:szCs w:val="18"/>
          <w:lang w:val="uk-UA"/>
        </w:rPr>
        <w:t xml:space="preserve">. Фонд може в будь-який момент до закінчення </w:t>
      </w:r>
      <w:r w:rsidR="00766237">
        <w:rPr>
          <w:rFonts w:asciiTheme="minorHAnsi" w:hAnsiTheme="minorHAnsi" w:cs="Tahoma"/>
          <w:color w:val="333333"/>
          <w:szCs w:val="18"/>
          <w:lang w:val="uk-UA"/>
        </w:rPr>
        <w:t>строку подання пропозицій внести</w:t>
      </w:r>
      <w:r w:rsidRPr="003E3263">
        <w:rPr>
          <w:rFonts w:asciiTheme="minorHAnsi" w:hAnsiTheme="minorHAnsi" w:cs="Tahoma"/>
          <w:color w:val="333333"/>
          <w:szCs w:val="18"/>
          <w:lang w:val="uk-UA"/>
        </w:rPr>
        <w:t xml:space="preserve"> зміни в запит цінових пропозицій та повідомити про це всіх учасників. До моменту підписання договору про закупівлю Фонд не несе жодних зобов’язань по відношенню до учасників процедури закупівлі. Фонд залишає за собою право відхилити тендерні пропозиції всіх учасників процедури закупівлі. Участь у тендері пов’язаних осіб або ж змова учасників тендеру забороняється. У разі виявлення таких фактів, результати тендеру буде відмінено або договір з відповідним постачальником буде достроково розірвано в односторонньому порядку з поверненням всього отриманого таким постачальником за договором та відшкодуванням збитків, завданих Фонду. Учасник може надавати послуги тільки через одну юридичну особу та не має права змінювати надавача послуг впродовж дії терміну договору. Виняток – реорганізація юридичної особи/зміна назви/злиття.</w:t>
      </w:r>
    </w:p>
    <w:p w:rsidR="00943205" w:rsidRDefault="00943205" w:rsidP="00943205">
      <w:pPr>
        <w:pStyle w:val="a4"/>
        <w:ind w:left="1080"/>
        <w:jc w:val="both"/>
        <w:rPr>
          <w:rFonts w:asciiTheme="minorHAnsi" w:hAnsiTheme="minorHAnsi" w:cs="Tahoma"/>
          <w:color w:val="333333"/>
          <w:szCs w:val="18"/>
          <w:lang w:val="uk-UA"/>
        </w:rPr>
      </w:pPr>
    </w:p>
    <w:p w:rsidR="00943205" w:rsidRDefault="00943205" w:rsidP="00943205">
      <w:pPr>
        <w:pStyle w:val="a4"/>
        <w:ind w:left="1080"/>
        <w:jc w:val="both"/>
        <w:rPr>
          <w:rFonts w:asciiTheme="minorHAnsi" w:hAnsiTheme="minorHAnsi" w:cs="Tahoma"/>
          <w:color w:val="333333"/>
          <w:szCs w:val="18"/>
          <w:lang w:val="uk-UA"/>
        </w:rPr>
      </w:pPr>
    </w:p>
    <w:p w:rsidR="00341352" w:rsidRPr="0060296C" w:rsidRDefault="00341352" w:rsidP="002C38D3">
      <w:pPr>
        <w:pStyle w:val="a4"/>
        <w:ind w:left="1080"/>
        <w:jc w:val="both"/>
        <w:rPr>
          <w:rFonts w:asciiTheme="minorHAnsi" w:hAnsiTheme="minorHAnsi"/>
          <w:sz w:val="14"/>
          <w:szCs w:val="21"/>
          <w:lang w:val="uk-UA"/>
        </w:rPr>
      </w:pPr>
    </w:p>
    <w:p w:rsidR="00AF5108" w:rsidRPr="0057713E" w:rsidRDefault="005B7FC3" w:rsidP="0054675E">
      <w:pPr>
        <w:pStyle w:val="a4"/>
        <w:numPr>
          <w:ilvl w:val="0"/>
          <w:numId w:val="32"/>
        </w:numPr>
        <w:jc w:val="both"/>
        <w:rPr>
          <w:rFonts w:asciiTheme="minorHAnsi" w:hAnsiTheme="minorHAnsi"/>
          <w:b/>
          <w:sz w:val="21"/>
          <w:szCs w:val="21"/>
          <w:u w:val="single"/>
          <w:lang w:val="uk-UA"/>
        </w:rPr>
      </w:pPr>
      <w:r>
        <w:rPr>
          <w:rFonts w:asciiTheme="minorHAnsi" w:hAnsiTheme="minorHAnsi"/>
          <w:b/>
          <w:sz w:val="21"/>
          <w:szCs w:val="21"/>
          <w:u w:val="single"/>
          <w:lang w:val="uk-UA"/>
        </w:rPr>
        <w:t xml:space="preserve">ВИМОГИ ДО </w:t>
      </w:r>
      <w:r w:rsidR="003D13AB" w:rsidRPr="003D13AB">
        <w:rPr>
          <w:rFonts w:asciiTheme="minorHAnsi" w:hAnsiTheme="minorHAnsi"/>
          <w:b/>
          <w:sz w:val="21"/>
          <w:szCs w:val="21"/>
          <w:u w:val="single"/>
          <w:lang w:val="uk-UA"/>
        </w:rPr>
        <w:t>ПОДАННЯ ПРОПОЗИЦІЙ</w:t>
      </w:r>
    </w:p>
    <w:p w:rsidR="005B7FC3" w:rsidRDefault="005B7FC3" w:rsidP="005B7FC3">
      <w:pPr>
        <w:pStyle w:val="a4"/>
        <w:jc w:val="both"/>
        <w:rPr>
          <w:rFonts w:asciiTheme="minorHAnsi" w:hAnsiTheme="minorHAnsi"/>
          <w:sz w:val="21"/>
          <w:szCs w:val="21"/>
          <w:lang w:val="uk-UA"/>
        </w:rPr>
      </w:pPr>
    </w:p>
    <w:p w:rsidR="0038406E" w:rsidRPr="008E5A2D" w:rsidRDefault="0038406E" w:rsidP="00341352">
      <w:pPr>
        <w:pStyle w:val="a4"/>
        <w:numPr>
          <w:ilvl w:val="0"/>
          <w:numId w:val="33"/>
        </w:numPr>
        <w:jc w:val="both"/>
        <w:rPr>
          <w:rFonts w:asciiTheme="minorHAnsi" w:hAnsiTheme="minorHAnsi"/>
          <w:sz w:val="21"/>
          <w:szCs w:val="21"/>
          <w:lang w:val="uk-UA"/>
        </w:rPr>
      </w:pPr>
      <w:r w:rsidRPr="0038406E">
        <w:rPr>
          <w:rFonts w:asciiTheme="minorHAnsi" w:hAnsiTheme="minorHAnsi"/>
          <w:sz w:val="21"/>
          <w:szCs w:val="21"/>
          <w:lang w:val="uk-UA"/>
        </w:rPr>
        <w:t xml:space="preserve">Ми були би вдячні за можливість отримати Вашу цінову пропозицію не пізніше </w:t>
      </w:r>
      <w:r w:rsidR="002A713A" w:rsidRPr="002A713A">
        <w:rPr>
          <w:rFonts w:asciiTheme="minorHAnsi" w:hAnsiTheme="minorHAnsi"/>
          <w:b/>
          <w:i/>
          <w:sz w:val="21"/>
          <w:szCs w:val="21"/>
          <w:u w:val="single"/>
          <w:lang w:val="uk-UA"/>
        </w:rPr>
        <w:t>20.01</w:t>
      </w:r>
      <w:r w:rsidR="00CD2CAC" w:rsidRPr="002A713A">
        <w:rPr>
          <w:rFonts w:asciiTheme="minorHAnsi" w:hAnsiTheme="minorHAnsi"/>
          <w:b/>
          <w:i/>
          <w:sz w:val="21"/>
          <w:szCs w:val="21"/>
          <w:u w:val="single"/>
          <w:lang w:val="uk-UA"/>
        </w:rPr>
        <w:t>.202</w:t>
      </w:r>
      <w:r w:rsidR="002A713A" w:rsidRPr="002A713A">
        <w:rPr>
          <w:rFonts w:asciiTheme="minorHAnsi" w:hAnsiTheme="minorHAnsi"/>
          <w:b/>
          <w:i/>
          <w:sz w:val="21"/>
          <w:szCs w:val="21"/>
          <w:u w:val="single"/>
          <w:lang w:val="uk-UA"/>
        </w:rPr>
        <w:t>2</w:t>
      </w:r>
      <w:r w:rsidRPr="002A713A">
        <w:rPr>
          <w:rFonts w:asciiTheme="minorHAnsi" w:hAnsiTheme="minorHAnsi"/>
          <w:b/>
          <w:i/>
          <w:sz w:val="21"/>
          <w:szCs w:val="21"/>
          <w:u w:val="single"/>
          <w:lang w:val="uk-UA"/>
        </w:rPr>
        <w:t xml:space="preserve"> –</w:t>
      </w:r>
      <w:r w:rsidR="006A5E53" w:rsidRPr="002A713A">
        <w:rPr>
          <w:rFonts w:asciiTheme="minorHAnsi" w:hAnsiTheme="minorHAnsi"/>
          <w:b/>
          <w:i/>
          <w:sz w:val="21"/>
          <w:szCs w:val="21"/>
          <w:u w:val="single"/>
          <w:lang w:val="uk-UA"/>
        </w:rPr>
        <w:t>23</w:t>
      </w:r>
      <w:r w:rsidRPr="002A713A">
        <w:rPr>
          <w:rFonts w:asciiTheme="minorHAnsi" w:hAnsiTheme="minorHAnsi"/>
          <w:b/>
          <w:i/>
          <w:sz w:val="21"/>
          <w:szCs w:val="21"/>
          <w:u w:val="single"/>
          <w:lang w:val="uk-UA"/>
        </w:rPr>
        <w:t>:</w:t>
      </w:r>
      <w:r w:rsidR="006A5E53" w:rsidRPr="002A713A">
        <w:rPr>
          <w:rFonts w:asciiTheme="minorHAnsi" w:hAnsiTheme="minorHAnsi"/>
          <w:b/>
          <w:i/>
          <w:sz w:val="21"/>
          <w:szCs w:val="21"/>
          <w:u w:val="single"/>
          <w:lang w:val="uk-UA"/>
        </w:rPr>
        <w:t>59</w:t>
      </w:r>
      <w:r w:rsidRPr="002A713A">
        <w:rPr>
          <w:rFonts w:asciiTheme="minorHAnsi" w:hAnsiTheme="minorHAnsi"/>
          <w:b/>
          <w:sz w:val="21"/>
          <w:szCs w:val="21"/>
          <w:u w:val="single"/>
          <w:lang w:val="uk-UA"/>
        </w:rPr>
        <w:t xml:space="preserve"> </w:t>
      </w:r>
      <w:r w:rsidRPr="0038406E">
        <w:rPr>
          <w:rFonts w:asciiTheme="minorHAnsi" w:hAnsiTheme="minorHAnsi"/>
          <w:b/>
          <w:sz w:val="21"/>
          <w:szCs w:val="21"/>
          <w:u w:val="single"/>
          <w:lang w:val="uk-UA"/>
        </w:rPr>
        <w:t xml:space="preserve">UTC+2 </w:t>
      </w:r>
      <w:r w:rsidRPr="0038406E">
        <w:rPr>
          <w:rFonts w:asciiTheme="minorHAnsi" w:hAnsiTheme="minorHAnsi"/>
          <w:sz w:val="21"/>
          <w:szCs w:val="21"/>
          <w:lang w:val="uk-UA"/>
        </w:rPr>
        <w:t xml:space="preserve">електронною поштою </w:t>
      </w:r>
      <w:hyperlink r:id="rId12" w:history="1">
        <w:r w:rsidR="006A5E53" w:rsidRPr="00614AE0">
          <w:rPr>
            <w:rStyle w:val="a3"/>
            <w:rFonts w:asciiTheme="minorHAnsi" w:hAnsiTheme="minorHAnsi"/>
            <w:sz w:val="21"/>
            <w:szCs w:val="21"/>
            <w:lang w:val="en-US"/>
          </w:rPr>
          <w:t>tender</w:t>
        </w:r>
        <w:r w:rsidR="006A5E53" w:rsidRPr="00614AE0">
          <w:rPr>
            <w:rStyle w:val="a3"/>
            <w:rFonts w:asciiTheme="minorHAnsi" w:hAnsiTheme="minorHAnsi"/>
            <w:sz w:val="21"/>
            <w:szCs w:val="21"/>
            <w:lang w:val="uk-UA"/>
          </w:rPr>
          <w:t>@rokada.org.ua</w:t>
        </w:r>
      </w:hyperlink>
      <w:r w:rsidRPr="0038406E">
        <w:rPr>
          <w:rFonts w:asciiTheme="minorHAnsi" w:hAnsiTheme="minorHAnsi"/>
          <w:sz w:val="21"/>
          <w:szCs w:val="21"/>
          <w:lang w:val="uk-UA"/>
        </w:rPr>
        <w:t xml:space="preserve">, або за </w:t>
      </w:r>
      <w:r>
        <w:rPr>
          <w:rFonts w:asciiTheme="minorHAnsi" w:hAnsiTheme="minorHAnsi"/>
          <w:sz w:val="21"/>
          <w:szCs w:val="21"/>
          <w:lang w:val="uk-UA"/>
        </w:rPr>
        <w:t>адресою –</w:t>
      </w:r>
      <w:r w:rsidRPr="0038406E">
        <w:rPr>
          <w:rFonts w:asciiTheme="minorHAnsi" w:hAnsiTheme="minorHAnsi"/>
          <w:sz w:val="21"/>
          <w:szCs w:val="21"/>
          <w:lang w:val="uk-UA"/>
        </w:rPr>
        <w:t xml:space="preserve"> </w:t>
      </w:r>
      <w:r>
        <w:rPr>
          <w:rFonts w:asciiTheme="minorHAnsi" w:hAnsiTheme="minorHAnsi"/>
          <w:sz w:val="21"/>
          <w:szCs w:val="21"/>
          <w:lang w:val="uk-UA"/>
        </w:rPr>
        <w:t xml:space="preserve">03065, вул. </w:t>
      </w:r>
      <w:proofErr w:type="spellStart"/>
      <w:r>
        <w:rPr>
          <w:rFonts w:asciiTheme="minorHAnsi" w:hAnsiTheme="minorHAnsi"/>
          <w:sz w:val="21"/>
          <w:szCs w:val="21"/>
          <w:lang w:val="uk-UA"/>
        </w:rPr>
        <w:t>В.Чумака</w:t>
      </w:r>
      <w:proofErr w:type="spellEnd"/>
      <w:r>
        <w:rPr>
          <w:rFonts w:asciiTheme="minorHAnsi" w:hAnsiTheme="minorHAnsi"/>
          <w:sz w:val="21"/>
          <w:szCs w:val="21"/>
          <w:lang w:val="uk-UA"/>
        </w:rPr>
        <w:t xml:space="preserve">, б. 7, м. Київ, а/с 108, </w:t>
      </w:r>
      <w:r>
        <w:rPr>
          <w:rFonts w:asciiTheme="minorHAnsi" w:hAnsiTheme="minorHAnsi" w:cs="Tahoma"/>
          <w:color w:val="333333"/>
          <w:szCs w:val="18"/>
          <w:lang w:val="uk-UA"/>
        </w:rPr>
        <w:t>БО «БЛАГОДІЙНИЙ ФОНД «РОКАДА».</w:t>
      </w:r>
    </w:p>
    <w:p w:rsidR="008E5A2D" w:rsidRPr="0038406E" w:rsidRDefault="008E5A2D" w:rsidP="00341352">
      <w:pPr>
        <w:pStyle w:val="a4"/>
        <w:numPr>
          <w:ilvl w:val="0"/>
          <w:numId w:val="33"/>
        </w:numPr>
        <w:jc w:val="both"/>
        <w:rPr>
          <w:rFonts w:asciiTheme="minorHAnsi" w:hAnsiTheme="minorHAnsi"/>
          <w:sz w:val="21"/>
          <w:szCs w:val="21"/>
          <w:lang w:val="uk-UA"/>
        </w:rPr>
      </w:pPr>
      <w:r>
        <w:rPr>
          <w:rFonts w:asciiTheme="minorHAnsi" w:hAnsiTheme="minorHAnsi" w:cs="Tahoma"/>
          <w:color w:val="333333"/>
          <w:szCs w:val="18"/>
          <w:lang w:val="uk-UA"/>
        </w:rPr>
        <w:t xml:space="preserve">Ваша цінова пропозиція має бути чинною щонайменше </w:t>
      </w:r>
      <w:r w:rsidR="004C7215" w:rsidRPr="00A97EE4">
        <w:rPr>
          <w:rFonts w:asciiTheme="minorHAnsi" w:hAnsiTheme="minorHAnsi" w:cs="Tahoma"/>
          <w:color w:val="333333"/>
          <w:szCs w:val="18"/>
          <w:lang w:val="uk-UA"/>
        </w:rPr>
        <w:t>5</w:t>
      </w:r>
      <w:r>
        <w:rPr>
          <w:rFonts w:asciiTheme="minorHAnsi" w:hAnsiTheme="minorHAnsi" w:cs="Tahoma"/>
          <w:color w:val="333333"/>
          <w:szCs w:val="18"/>
          <w:lang w:val="uk-UA"/>
        </w:rPr>
        <w:t xml:space="preserve"> </w:t>
      </w:r>
      <w:r w:rsidR="0083061F">
        <w:rPr>
          <w:rFonts w:asciiTheme="minorHAnsi" w:hAnsiTheme="minorHAnsi" w:cs="Tahoma"/>
          <w:color w:val="333333"/>
          <w:szCs w:val="18"/>
          <w:lang w:val="uk-UA"/>
        </w:rPr>
        <w:t xml:space="preserve">днів. </w:t>
      </w:r>
    </w:p>
    <w:p w:rsidR="005B7FC3" w:rsidRP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Подати заповнену Форму</w:t>
      </w:r>
      <w:r w:rsidRPr="005B7FC3">
        <w:rPr>
          <w:rFonts w:asciiTheme="minorHAnsi" w:hAnsiTheme="minorHAnsi"/>
          <w:sz w:val="21"/>
          <w:szCs w:val="21"/>
          <w:lang w:val="uk-UA"/>
        </w:rPr>
        <w:t xml:space="preserve"> реєстрації постачальника </w:t>
      </w:r>
      <w:r>
        <w:rPr>
          <w:rFonts w:asciiTheme="minorHAnsi" w:hAnsiTheme="minorHAnsi"/>
          <w:sz w:val="21"/>
          <w:szCs w:val="21"/>
          <w:lang w:val="uk-UA"/>
        </w:rPr>
        <w:t xml:space="preserve">що наведена у </w:t>
      </w:r>
      <w:r w:rsidRPr="0083061F">
        <w:rPr>
          <w:rFonts w:asciiTheme="minorHAnsi" w:hAnsiTheme="minorHAnsi"/>
          <w:b/>
          <w:sz w:val="21"/>
          <w:szCs w:val="21"/>
          <w:lang w:val="uk-UA"/>
        </w:rPr>
        <w:t xml:space="preserve">Додатку </w:t>
      </w:r>
      <w:r w:rsidR="00930B56">
        <w:rPr>
          <w:rFonts w:asciiTheme="minorHAnsi" w:hAnsiTheme="minorHAnsi"/>
          <w:b/>
          <w:sz w:val="21"/>
          <w:szCs w:val="21"/>
          <w:lang w:val="uk-UA"/>
        </w:rPr>
        <w:t>1</w:t>
      </w:r>
      <w:r w:rsidR="00C64382">
        <w:rPr>
          <w:rFonts w:asciiTheme="minorHAnsi" w:hAnsiTheme="minorHAnsi"/>
          <w:b/>
          <w:sz w:val="21"/>
          <w:szCs w:val="21"/>
          <w:lang w:val="uk-UA"/>
        </w:rPr>
        <w:t>.</w:t>
      </w:r>
      <w:r>
        <w:rPr>
          <w:rFonts w:asciiTheme="minorHAnsi" w:hAnsiTheme="minorHAnsi"/>
          <w:sz w:val="21"/>
          <w:szCs w:val="21"/>
          <w:lang w:val="uk-UA"/>
        </w:rPr>
        <w:t xml:space="preserve"> до цього запиту</w:t>
      </w:r>
      <w:r w:rsidR="0083061F">
        <w:rPr>
          <w:rFonts w:asciiTheme="minorHAnsi" w:hAnsiTheme="minorHAnsi"/>
          <w:sz w:val="21"/>
          <w:szCs w:val="21"/>
          <w:lang w:val="uk-UA"/>
        </w:rPr>
        <w:t xml:space="preserve">, якщо компанія вперше подає свою пропозицію на розгляд </w:t>
      </w:r>
      <w:r w:rsidR="0083061F">
        <w:rPr>
          <w:rFonts w:asciiTheme="minorHAnsi" w:hAnsiTheme="minorHAnsi" w:cs="Tahoma"/>
          <w:color w:val="333333"/>
          <w:szCs w:val="18"/>
          <w:lang w:val="uk-UA"/>
        </w:rPr>
        <w:t>БО «БЛАГОДІЙНИЙ ФОНД «РОКАДА»</w:t>
      </w:r>
      <w:r w:rsidR="0083061F">
        <w:rPr>
          <w:rFonts w:asciiTheme="minorHAnsi" w:hAnsiTheme="minorHAnsi"/>
          <w:sz w:val="21"/>
          <w:szCs w:val="21"/>
          <w:lang w:val="uk-UA"/>
        </w:rPr>
        <w:t>.</w:t>
      </w:r>
    </w:p>
    <w:p w:rsidR="005B7FC3" w:rsidRDefault="005B7FC3" w:rsidP="00341352">
      <w:pPr>
        <w:pStyle w:val="a4"/>
        <w:numPr>
          <w:ilvl w:val="0"/>
          <w:numId w:val="33"/>
        </w:numPr>
        <w:jc w:val="both"/>
        <w:rPr>
          <w:rFonts w:asciiTheme="minorHAnsi" w:hAnsiTheme="minorHAnsi"/>
          <w:sz w:val="21"/>
          <w:szCs w:val="21"/>
          <w:lang w:val="uk-UA"/>
        </w:rPr>
      </w:pPr>
      <w:r>
        <w:rPr>
          <w:rFonts w:asciiTheme="minorHAnsi" w:hAnsiTheme="minorHAnsi"/>
          <w:sz w:val="21"/>
          <w:szCs w:val="21"/>
          <w:lang w:val="uk-UA"/>
        </w:rPr>
        <w:t>Прохання разом із пропозицією подати Свідоцтво про державну реєстрацію, Витяг з ЄДРПОУ та Свідоцтво платника ПДВ (за наявністю)</w:t>
      </w:r>
      <w:r w:rsidR="00C81ADF">
        <w:rPr>
          <w:rFonts w:asciiTheme="minorHAnsi" w:hAnsiTheme="minorHAnsi"/>
          <w:sz w:val="21"/>
          <w:szCs w:val="21"/>
          <w:lang w:val="uk-UA"/>
        </w:rPr>
        <w:t>.</w:t>
      </w:r>
    </w:p>
    <w:p w:rsidR="00C96C12" w:rsidRPr="00C96C12" w:rsidRDefault="004842BE" w:rsidP="004842BE">
      <w:pPr>
        <w:pStyle w:val="a4"/>
        <w:ind w:left="1440"/>
        <w:jc w:val="both"/>
        <w:rPr>
          <w:rFonts w:asciiTheme="minorHAnsi" w:hAnsiTheme="minorHAnsi"/>
          <w:b/>
          <w:sz w:val="21"/>
          <w:szCs w:val="21"/>
          <w:u w:val="single"/>
        </w:rPr>
      </w:pPr>
      <w:r>
        <w:rPr>
          <w:rFonts w:asciiTheme="minorHAnsi" w:hAnsiTheme="minorHAnsi"/>
          <w:sz w:val="21"/>
          <w:szCs w:val="21"/>
          <w:lang w:val="uk-UA"/>
        </w:rPr>
        <w:t xml:space="preserve"> </w:t>
      </w:r>
      <w:r w:rsidR="00C96C12">
        <w:rPr>
          <w:rFonts w:asciiTheme="minorHAnsi" w:hAnsiTheme="minorHAnsi"/>
          <w:sz w:val="21"/>
          <w:szCs w:val="21"/>
          <w:lang w:val="uk-UA"/>
        </w:rPr>
        <w:t xml:space="preserve">   </w:t>
      </w:r>
    </w:p>
    <w:p w:rsidR="002E1BEB" w:rsidRDefault="002E1BEB" w:rsidP="00AD677D">
      <w:pPr>
        <w:pStyle w:val="a4"/>
        <w:numPr>
          <w:ilvl w:val="0"/>
          <w:numId w:val="32"/>
        </w:numPr>
        <w:jc w:val="both"/>
        <w:rPr>
          <w:rFonts w:asciiTheme="minorHAnsi" w:hAnsiTheme="minorHAnsi"/>
          <w:b/>
          <w:sz w:val="21"/>
          <w:szCs w:val="21"/>
          <w:u w:val="single"/>
          <w:lang w:val="uk-UA"/>
        </w:rPr>
      </w:pPr>
      <w:r w:rsidRPr="002E1BEB">
        <w:rPr>
          <w:rFonts w:asciiTheme="minorHAnsi" w:hAnsiTheme="minorHAnsi"/>
          <w:b/>
          <w:sz w:val="21"/>
          <w:szCs w:val="21"/>
          <w:u w:val="single"/>
          <w:lang w:val="uk-UA"/>
        </w:rPr>
        <w:t>ОБОВ'ЯЗКОВІ ВИМОГИ ДО ПОСТАЧАЛЬНИКА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 повинен бути суб’єктом підприємницької діяльності згідно Українського законодавства.</w:t>
      </w:r>
    </w:p>
    <w:p w:rsidR="002E1BEB" w:rsidRPr="002E1BEB" w:rsidRDefault="002E1BEB" w:rsidP="002E1BEB">
      <w:pPr>
        <w:pStyle w:val="a4"/>
        <w:numPr>
          <w:ilvl w:val="0"/>
          <w:numId w:val="39"/>
        </w:numPr>
        <w:jc w:val="both"/>
        <w:rPr>
          <w:rFonts w:asciiTheme="minorHAnsi" w:hAnsiTheme="minorHAnsi"/>
          <w:sz w:val="21"/>
          <w:szCs w:val="21"/>
          <w:lang w:val="uk-UA"/>
        </w:rPr>
      </w:pPr>
      <w:r w:rsidRPr="002E1BEB">
        <w:rPr>
          <w:rFonts w:asciiTheme="minorHAnsi" w:hAnsiTheme="minorHAnsi"/>
          <w:sz w:val="21"/>
          <w:szCs w:val="21"/>
          <w:lang w:val="uk-UA"/>
        </w:rPr>
        <w:t>Учасника тендеру не визнано у встановленому законом порядку банкрутом та відносно нього не відкрито ліквідаційну процедуру (Перевіряється співробітниками Фонду через відкриті офіційні джерела).</w:t>
      </w:r>
    </w:p>
    <w:p w:rsidR="002E1BEB" w:rsidRPr="002E1BEB" w:rsidRDefault="00033542" w:rsidP="002E1BEB">
      <w:pPr>
        <w:pStyle w:val="a4"/>
        <w:numPr>
          <w:ilvl w:val="0"/>
          <w:numId w:val="39"/>
        </w:numPr>
        <w:jc w:val="both"/>
        <w:rPr>
          <w:rFonts w:asciiTheme="minorHAnsi" w:hAnsiTheme="minorHAnsi"/>
          <w:sz w:val="21"/>
          <w:szCs w:val="21"/>
          <w:lang w:val="uk-UA"/>
        </w:rPr>
      </w:pPr>
      <w:r>
        <w:rPr>
          <w:rFonts w:asciiTheme="minorHAnsi" w:hAnsiTheme="minorHAnsi"/>
          <w:sz w:val="21"/>
          <w:szCs w:val="21"/>
          <w:lang w:val="uk-UA"/>
        </w:rPr>
        <w:t>Р</w:t>
      </w:r>
      <w:r w:rsidR="002A713A">
        <w:rPr>
          <w:rFonts w:asciiTheme="minorHAnsi" w:hAnsiTheme="minorHAnsi"/>
          <w:sz w:val="21"/>
          <w:szCs w:val="21"/>
          <w:lang w:val="uk-UA"/>
        </w:rPr>
        <w:t>озгалужена мережа медичних центрів</w:t>
      </w:r>
      <w:r w:rsidRPr="00033542">
        <w:rPr>
          <w:rFonts w:asciiTheme="minorHAnsi" w:hAnsiTheme="minorHAnsi"/>
          <w:sz w:val="21"/>
          <w:szCs w:val="21"/>
          <w:lang w:val="uk-UA"/>
        </w:rPr>
        <w:t xml:space="preserve"> по всьому Києву і Київській області</w:t>
      </w:r>
      <w:r>
        <w:rPr>
          <w:rFonts w:asciiTheme="minorHAnsi" w:hAnsiTheme="minorHAnsi"/>
          <w:sz w:val="21"/>
          <w:szCs w:val="21"/>
          <w:lang w:val="uk-UA"/>
        </w:rPr>
        <w:t>.</w:t>
      </w:r>
    </w:p>
    <w:p w:rsidR="002E1BEB" w:rsidRDefault="002A713A" w:rsidP="00FD7914">
      <w:pPr>
        <w:pStyle w:val="a4"/>
        <w:numPr>
          <w:ilvl w:val="0"/>
          <w:numId w:val="39"/>
        </w:numPr>
        <w:jc w:val="both"/>
        <w:rPr>
          <w:rFonts w:asciiTheme="minorHAnsi" w:hAnsiTheme="minorHAnsi"/>
          <w:sz w:val="21"/>
          <w:szCs w:val="21"/>
          <w:lang w:val="uk-UA"/>
        </w:rPr>
      </w:pPr>
      <w:r>
        <w:rPr>
          <w:rFonts w:asciiTheme="minorHAnsi" w:hAnsiTheme="minorHAnsi"/>
          <w:sz w:val="21"/>
          <w:szCs w:val="21"/>
          <w:lang w:val="uk-UA"/>
        </w:rPr>
        <w:t>Медичний центр повинен бути таким</w:t>
      </w:r>
      <w:bookmarkStart w:id="0" w:name="_GoBack"/>
      <w:bookmarkEnd w:id="0"/>
      <w:r w:rsidR="00FD7914">
        <w:rPr>
          <w:rFonts w:asciiTheme="minorHAnsi" w:hAnsiTheme="minorHAnsi"/>
          <w:sz w:val="21"/>
          <w:szCs w:val="21"/>
          <w:lang w:val="uk-UA"/>
        </w:rPr>
        <w:t xml:space="preserve">, де </w:t>
      </w:r>
      <w:r w:rsidR="0044488B" w:rsidRPr="0044488B">
        <w:rPr>
          <w:rFonts w:asciiTheme="minorHAnsi" w:hAnsiTheme="minorHAnsi"/>
          <w:sz w:val="21"/>
          <w:szCs w:val="21"/>
          <w:lang w:val="uk-UA"/>
        </w:rPr>
        <w:t>все передбачено для комфортного і безпечного обслуговування клієнтів.</w:t>
      </w:r>
    </w:p>
    <w:p w:rsidR="00B94119" w:rsidRDefault="00B94119" w:rsidP="00FD7914">
      <w:pPr>
        <w:pStyle w:val="a4"/>
        <w:numPr>
          <w:ilvl w:val="0"/>
          <w:numId w:val="39"/>
        </w:numPr>
        <w:jc w:val="both"/>
        <w:rPr>
          <w:rFonts w:asciiTheme="minorHAnsi" w:hAnsiTheme="minorHAnsi"/>
          <w:sz w:val="21"/>
          <w:szCs w:val="21"/>
          <w:lang w:val="uk-UA"/>
        </w:rPr>
      </w:pPr>
      <w:r>
        <w:rPr>
          <w:rFonts w:asciiTheme="minorHAnsi" w:hAnsiTheme="minorHAnsi"/>
          <w:sz w:val="21"/>
          <w:szCs w:val="21"/>
          <w:lang w:val="uk-UA"/>
        </w:rPr>
        <w:t>Можливість обслуговування дітей з аутизмом.</w:t>
      </w:r>
    </w:p>
    <w:p w:rsidR="004866EA" w:rsidRPr="002E1BEB" w:rsidRDefault="00456069" w:rsidP="00FD7914">
      <w:pPr>
        <w:pStyle w:val="a4"/>
        <w:numPr>
          <w:ilvl w:val="0"/>
          <w:numId w:val="39"/>
        </w:numPr>
        <w:jc w:val="both"/>
        <w:rPr>
          <w:rFonts w:asciiTheme="minorHAnsi" w:hAnsiTheme="minorHAnsi"/>
          <w:sz w:val="21"/>
          <w:szCs w:val="21"/>
          <w:lang w:val="uk-UA"/>
        </w:rPr>
      </w:pPr>
      <w:r>
        <w:rPr>
          <w:rFonts w:asciiTheme="minorHAnsi" w:hAnsiTheme="minorHAnsi"/>
          <w:sz w:val="21"/>
          <w:szCs w:val="21"/>
          <w:lang w:val="uk-UA"/>
        </w:rPr>
        <w:t>Оперативність</w:t>
      </w:r>
      <w:r w:rsidR="00246106">
        <w:rPr>
          <w:rFonts w:asciiTheme="minorHAnsi" w:hAnsiTheme="minorHAnsi"/>
          <w:sz w:val="21"/>
          <w:szCs w:val="21"/>
          <w:lang w:val="uk-UA"/>
        </w:rPr>
        <w:t xml:space="preserve"> в обслуговуванні.</w:t>
      </w:r>
    </w:p>
    <w:p w:rsidR="002E1BEB" w:rsidRPr="002E1BEB" w:rsidRDefault="002E1BEB" w:rsidP="002E1BEB">
      <w:pPr>
        <w:pStyle w:val="a4"/>
        <w:ind w:left="1080"/>
        <w:jc w:val="both"/>
        <w:rPr>
          <w:rFonts w:asciiTheme="minorHAnsi" w:hAnsiTheme="minorHAnsi"/>
          <w:b/>
          <w:sz w:val="21"/>
          <w:szCs w:val="21"/>
          <w:u w:val="single"/>
          <w:lang w:val="uk-UA"/>
        </w:rPr>
      </w:pPr>
    </w:p>
    <w:p w:rsidR="00AD677D" w:rsidRDefault="00AD677D" w:rsidP="00AD677D">
      <w:pPr>
        <w:pStyle w:val="a4"/>
        <w:numPr>
          <w:ilvl w:val="0"/>
          <w:numId w:val="32"/>
        </w:numPr>
        <w:jc w:val="both"/>
        <w:rPr>
          <w:rFonts w:asciiTheme="minorHAnsi" w:hAnsiTheme="minorHAnsi"/>
          <w:b/>
          <w:sz w:val="21"/>
          <w:szCs w:val="21"/>
          <w:u w:val="single"/>
          <w:lang w:val="uk-UA"/>
        </w:rPr>
      </w:pPr>
      <w:r w:rsidRPr="00AD677D">
        <w:rPr>
          <w:rFonts w:asciiTheme="minorHAnsi" w:hAnsiTheme="minorHAnsi"/>
          <w:b/>
          <w:sz w:val="21"/>
          <w:szCs w:val="21"/>
          <w:u w:val="single"/>
          <w:lang w:val="uk-UA"/>
        </w:rPr>
        <w:t>ОЦІНКА ПРО</w:t>
      </w:r>
      <w:r>
        <w:rPr>
          <w:rFonts w:asciiTheme="minorHAnsi" w:hAnsiTheme="minorHAnsi"/>
          <w:b/>
          <w:sz w:val="21"/>
          <w:szCs w:val="21"/>
          <w:u w:val="single"/>
          <w:lang w:val="uk-UA"/>
        </w:rPr>
        <w:t>ПОЗИЦІЙ</w:t>
      </w:r>
    </w:p>
    <w:p w:rsidR="00AD677D" w:rsidRDefault="00AD677D" w:rsidP="00AD677D">
      <w:pPr>
        <w:pStyle w:val="a4"/>
        <w:jc w:val="both"/>
        <w:rPr>
          <w:rFonts w:asciiTheme="minorHAnsi" w:hAnsiTheme="minorHAnsi"/>
          <w:b/>
          <w:sz w:val="21"/>
          <w:szCs w:val="21"/>
          <w:u w:val="single"/>
          <w:lang w:val="uk-UA"/>
        </w:rPr>
      </w:pPr>
    </w:p>
    <w:p w:rsidR="00985A59" w:rsidRPr="00E67542" w:rsidRDefault="00985A59" w:rsidP="00985A59">
      <w:pPr>
        <w:pStyle w:val="a4"/>
        <w:numPr>
          <w:ilvl w:val="0"/>
          <w:numId w:val="33"/>
        </w:numPr>
        <w:jc w:val="both"/>
        <w:rPr>
          <w:rFonts w:asciiTheme="minorHAnsi" w:hAnsiTheme="minorHAnsi"/>
          <w:sz w:val="21"/>
          <w:szCs w:val="21"/>
          <w:lang w:val="uk-UA"/>
        </w:rPr>
      </w:pPr>
      <w:r w:rsidRPr="00E67542">
        <w:rPr>
          <w:rFonts w:asciiTheme="minorHAnsi" w:hAnsiTheme="minorHAnsi"/>
          <w:sz w:val="21"/>
          <w:szCs w:val="21"/>
          <w:lang w:val="uk-UA"/>
        </w:rPr>
        <w:t>Пропозиція</w:t>
      </w:r>
      <w:r w:rsidR="00A075B3">
        <w:rPr>
          <w:rFonts w:asciiTheme="minorHAnsi" w:hAnsiTheme="minorHAnsi"/>
          <w:sz w:val="21"/>
          <w:szCs w:val="21"/>
          <w:lang w:val="uk-UA"/>
        </w:rPr>
        <w:t>,</w:t>
      </w:r>
      <w:r w:rsidRPr="00E67542">
        <w:rPr>
          <w:rFonts w:asciiTheme="minorHAnsi" w:hAnsiTheme="minorHAnsi"/>
          <w:sz w:val="21"/>
          <w:szCs w:val="21"/>
          <w:lang w:val="uk-UA"/>
        </w:rPr>
        <w:t xml:space="preserve"> що відповідає всім технічним вимогам та має найнижчу ціну</w:t>
      </w:r>
      <w:r w:rsidR="000A4346">
        <w:rPr>
          <w:rFonts w:asciiTheme="minorHAnsi" w:hAnsiTheme="minorHAnsi"/>
          <w:sz w:val="21"/>
          <w:szCs w:val="21"/>
          <w:lang w:val="uk-UA"/>
        </w:rPr>
        <w:t>,</w:t>
      </w:r>
      <w:r w:rsidRPr="00E67542">
        <w:rPr>
          <w:rFonts w:asciiTheme="minorHAnsi" w:hAnsiTheme="minorHAnsi"/>
          <w:sz w:val="21"/>
          <w:szCs w:val="21"/>
          <w:lang w:val="uk-UA"/>
        </w:rPr>
        <w:t xml:space="preserve"> буде визнана найкращою.</w:t>
      </w:r>
    </w:p>
    <w:p w:rsidR="0068196D" w:rsidRPr="0068196D" w:rsidRDefault="0068196D" w:rsidP="0068196D">
      <w:pPr>
        <w:ind w:left="720"/>
        <w:jc w:val="both"/>
        <w:rPr>
          <w:rFonts w:asciiTheme="minorHAnsi" w:hAnsiTheme="minorHAnsi"/>
          <w:sz w:val="21"/>
          <w:szCs w:val="21"/>
          <w:lang w:val="uk-UA"/>
        </w:rPr>
      </w:pPr>
      <w:r>
        <w:rPr>
          <w:rFonts w:asciiTheme="minorHAnsi" w:hAnsiTheme="minorHAnsi"/>
          <w:sz w:val="21"/>
          <w:szCs w:val="21"/>
          <w:lang w:val="uk-UA"/>
        </w:rPr>
        <w:t>Строк дії по</w:t>
      </w:r>
      <w:r w:rsidR="002A713A">
        <w:rPr>
          <w:rFonts w:asciiTheme="minorHAnsi" w:hAnsiTheme="minorHAnsi"/>
          <w:sz w:val="21"/>
          <w:szCs w:val="21"/>
          <w:lang w:val="uk-UA"/>
        </w:rPr>
        <w:t>слуг що будуть надаватися – 2022</w:t>
      </w:r>
      <w:r>
        <w:rPr>
          <w:rFonts w:asciiTheme="minorHAnsi" w:hAnsiTheme="minorHAnsi"/>
          <w:sz w:val="21"/>
          <w:szCs w:val="21"/>
          <w:lang w:val="uk-UA"/>
        </w:rPr>
        <w:t xml:space="preserve"> р.</w:t>
      </w:r>
    </w:p>
    <w:p w:rsidR="00AD677D" w:rsidRPr="00AD677D" w:rsidRDefault="00AD677D" w:rsidP="00985A59">
      <w:pPr>
        <w:pStyle w:val="a4"/>
        <w:ind w:left="1080"/>
        <w:jc w:val="both"/>
        <w:rPr>
          <w:rFonts w:asciiTheme="minorHAnsi" w:hAnsiTheme="minorHAnsi"/>
          <w:b/>
          <w:sz w:val="21"/>
          <w:szCs w:val="21"/>
          <w:u w:val="single"/>
          <w:lang w:val="uk-UA"/>
        </w:rPr>
      </w:pPr>
    </w:p>
    <w:sectPr w:rsidR="00AD677D" w:rsidRPr="00AD677D" w:rsidSect="00CF01B8">
      <w:footerReference w:type="default" r:id="rId13"/>
      <w:pgSz w:w="11906" w:h="16838"/>
      <w:pgMar w:top="426" w:right="991" w:bottom="567"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E3AB7" w:rsidRDefault="00FE3AB7" w:rsidP="00FA4D7E">
      <w:r>
        <w:separator/>
      </w:r>
    </w:p>
  </w:endnote>
  <w:endnote w:type="continuationSeparator" w:id="0">
    <w:p w:rsidR="00FE3AB7" w:rsidRDefault="00FE3AB7" w:rsidP="00FA4D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F1448" w:rsidRPr="00B9287D" w:rsidRDefault="00FE3AB7" w:rsidP="00B9287D">
    <w:pPr>
      <w:pStyle w:val="a8"/>
      <w:rPr>
        <w:lang w:val="en-US"/>
      </w:rPr>
    </w:pPr>
    <w:hyperlink r:id="rId1" w:history="1">
      <w:r w:rsidR="005F1448" w:rsidRPr="00B9287D">
        <w:rPr>
          <w:rStyle w:val="a3"/>
          <w:rFonts w:asciiTheme="minorHAnsi" w:hAnsiTheme="minorHAnsi"/>
        </w:rPr>
        <w:t>http://rokada.org.ua/zakupki</w:t>
      </w:r>
      <w:r w:rsidR="005F1448" w:rsidRPr="00B45834">
        <w:rPr>
          <w:rStyle w:val="a3"/>
        </w:rPr>
        <w:t>/</w:t>
      </w:r>
    </w:hyperlink>
    <w:r w:rsidR="005F1448">
      <w:rPr>
        <w:noProof/>
      </w:rPr>
      <mc:AlternateContent>
        <mc:Choice Requires="wps">
          <w:drawing>
            <wp:anchor distT="0" distB="0" distL="114300" distR="114300" simplePos="0" relativeHeight="251659264" behindDoc="0" locked="0" layoutInCell="1" allowOverlap="1" wp14:anchorId="04C7F388" wp14:editId="05D66C38">
              <wp:simplePos x="0" y="0"/>
              <wp:positionH relativeFrom="margin">
                <wp:align>right</wp:align>
              </wp:positionH>
              <wp:positionV relativeFrom="bottomMargin">
                <wp:align>top</wp:align>
              </wp:positionV>
              <wp:extent cx="1508760" cy="395605"/>
              <wp:effectExtent l="0" t="0" r="0" b="0"/>
              <wp:wrapNone/>
              <wp:docPr id="56" name="Надпись 56"/>
              <wp:cNvGraphicFramePr/>
              <a:graphic xmlns:a="http://schemas.openxmlformats.org/drawingml/2006/main">
                <a:graphicData uri="http://schemas.microsoft.com/office/word/2010/wordprocessingShape">
                  <wps:wsp>
                    <wps:cNvSpPr txBox="1"/>
                    <wps:spPr>
                      <a:xfrm>
                        <a:off x="0" y="0"/>
                        <a:ext cx="1508760" cy="395605"/>
                      </a:xfrm>
                      <a:prstGeom prst="rect">
                        <a:avLst/>
                      </a:prstGeom>
                      <a:noFill/>
                      <a:ln w="6350">
                        <a:noFill/>
                      </a:ln>
                      <a:effectLst/>
                    </wps:spPr>
                    <wps:txbx>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2A713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56" o:spid="_x0000_s1039" type="#_x0000_t202" style="position:absolute;margin-left:67.6pt;margin-top:0;width:118.8pt;height:31.15pt;z-index:251659264;visibility:visible;mso-wrap-style:square;mso-width-percent:0;mso-height-percent:0;mso-wrap-distance-left:9pt;mso-wrap-distance-top:0;mso-wrap-distance-right:9pt;mso-wrap-distance-bottom:0;mso-position-horizontal:right;mso-position-horizontal-relative:margin;mso-position-vertical:top;mso-position-vertical-relative:bottom-margin-area;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lS+zTQIAAGcEAAAOAAAAZHJzL2Uyb0RvYy54bWysVL1u2zAQ3gv0HQjutWTHdhLBcuAmcFHA&#10;SAI4RWaaoiwBFI8laUvu1r2vkHfo0KFbX8F5ox4p2THSTkUX6o7f8f6+O02umkqSrTC2BJXSfi+m&#10;RCgOWanWKf30MH93QYl1TGVMghIp3QlLr6Zv30xqnYgBFCAzYQg6UTapdUoL53QSRZYXomK2B1oo&#10;BHMwFXOomnWUGVaj90pGgzgeRzWYTBvgwlq8vWlBOg3+81xwd5fnVjgiU4q5uXCacK78GU0nLFkb&#10;pouSd2mwf8iiYqXCoEdXN8wxsjHlH66qkhuwkLsehyqCPC+5CDVgNf34VTXLgmkRasHmWH1sk/1/&#10;bvnt9t6QMkvpaEyJYhVytH/af9//2P/a/3z++vyNIIBdqrVN0Hip0dw176FBtg/3Fi998U1uKv/F&#10;sgji2O/dsceicYT7R6P44nyMEEfs7HI0jkfeTfTyWhvrPgioiBdSapDD0Fq2XVjXmh5MfDAF81LK&#10;wKNUpE7p+GwUhwdHBJ1L5W1FmIjOja+ozdxLrlk1XZkryHZYpYF2Wqzm8xJTWTDr7pnB8cDsceTd&#10;HR65BAwJnURJAebL3+69PbKGKCU1jltK7ecNM4IS+VEhn5f94dDPZ1CGo/MBKuYUWZ0ialNdA050&#10;H5dL8yB6eycPYm6gesTNmPmoCDHFMXZK3UG8du0S4GZxMZsFI5xIzdxCLTX3rn3DfKMfmkdmdMeG&#10;Qx5v4TCYLHlFSmvrX1o92zikJjDmG9x2FZn2Ck5z4LzbPL8up3qwevk/TH8DAAD//wMAUEsDBBQA&#10;BgAIAAAAIQA4sBLD2QAAAAQBAAAPAAAAZHJzL2Rvd25yZXYueG1sTI/BasMwEETvhf6D2EIvJZHj&#10;gFtcr0MJ+Bzi5AMUa2O7lVbGkmP376v20lwWhhlm3ha7xRpxo9H3jhE26wQEceN0zy3C+VSt3kD4&#10;oFgr45gQvsnDrnx8KFSu3cxHutWhFbGEfa4QuhCGXErfdGSVX7uBOHpXN1oVohxbqUc1x3JrZJok&#10;mbSq57jQqYH2HTVf9WQRXDq/mGO9qfaH+bNKDhOdak+Iz0/LxzuIQEv4D8MvfkSHMjJd3MTaC4MQ&#10;Hwl/N3rp9jUDcUHI0i3IspD38OUPAAAA//8DAFBLAQItABQABgAIAAAAIQC2gziS/gAAAOEBAAAT&#10;AAAAAAAAAAAAAAAAAAAAAABbQ29udGVudF9UeXBlc10ueG1sUEsBAi0AFAAGAAgAAAAhADj9If/W&#10;AAAAlAEAAAsAAAAAAAAAAAAAAAAALwEAAF9yZWxzLy5yZWxzUEsBAi0AFAAGAAgAAAAhAJKVL7NN&#10;AgAAZwQAAA4AAAAAAAAAAAAAAAAALgIAAGRycy9lMm9Eb2MueG1sUEsBAi0AFAAGAAgAAAAhADiw&#10;EsPZAAAABAEAAA8AAAAAAAAAAAAAAAAApwQAAGRycy9kb3ducmV2LnhtbFBLBQYAAAAABAAEAPMA&#10;AACtBQAAAAA=&#10;" filled="f" stroked="f" strokeweight=".5pt">
              <v:textbox style="mso-fit-shape-to-text:t">
                <w:txbxContent>
                  <w:p w:rsidR="005F1448" w:rsidRDefault="005F1448">
                    <w:pPr>
                      <w:pStyle w:val="a8"/>
                      <w:jc w:val="right"/>
                      <w:rPr>
                        <w:rFonts w:asciiTheme="majorHAnsi" w:hAnsiTheme="majorHAnsi"/>
                        <w:color w:val="000000" w:themeColor="text1"/>
                        <w:sz w:val="40"/>
                        <w:szCs w:val="40"/>
                      </w:rPr>
                    </w:pPr>
                    <w:r>
                      <w:rPr>
                        <w:rFonts w:asciiTheme="majorHAnsi" w:hAnsiTheme="majorHAnsi"/>
                        <w:color w:val="000000" w:themeColor="text1"/>
                        <w:sz w:val="40"/>
                        <w:szCs w:val="40"/>
                      </w:rPr>
                      <w:fldChar w:fldCharType="begin"/>
                    </w:r>
                    <w:r>
                      <w:rPr>
                        <w:rFonts w:asciiTheme="majorHAnsi" w:hAnsiTheme="majorHAnsi"/>
                        <w:color w:val="000000" w:themeColor="text1"/>
                        <w:sz w:val="40"/>
                        <w:szCs w:val="40"/>
                      </w:rPr>
                      <w:instrText>PAGE  \* Arabic  \* MERGEFORMAT</w:instrText>
                    </w:r>
                    <w:r>
                      <w:rPr>
                        <w:rFonts w:asciiTheme="majorHAnsi" w:hAnsiTheme="majorHAnsi"/>
                        <w:color w:val="000000" w:themeColor="text1"/>
                        <w:sz w:val="40"/>
                        <w:szCs w:val="40"/>
                      </w:rPr>
                      <w:fldChar w:fldCharType="separate"/>
                    </w:r>
                    <w:r w:rsidR="002A713A">
                      <w:rPr>
                        <w:rFonts w:asciiTheme="majorHAnsi" w:hAnsiTheme="majorHAnsi"/>
                        <w:noProof/>
                        <w:color w:val="000000" w:themeColor="text1"/>
                        <w:sz w:val="40"/>
                        <w:szCs w:val="40"/>
                      </w:rPr>
                      <w:t>2</w:t>
                    </w:r>
                    <w:r>
                      <w:rPr>
                        <w:rFonts w:asciiTheme="majorHAnsi" w:hAnsiTheme="majorHAnsi"/>
                        <w:color w:val="000000" w:themeColor="text1"/>
                        <w:sz w:val="40"/>
                        <w:szCs w:val="40"/>
                      </w:rPr>
                      <w:fldChar w:fldCharType="end"/>
                    </w:r>
                  </w:p>
                </w:txbxContent>
              </v:textbox>
              <w10:wrap anchorx="margin" anchory="margin"/>
            </v:shape>
          </w:pict>
        </mc:Fallback>
      </mc:AlternateContent>
    </w:r>
    <w:r w:rsidR="005F1448">
      <w:rPr>
        <w:noProof/>
        <w:color w:val="4F81BD" w:themeColor="accent1"/>
      </w:rPr>
      <mc:AlternateContent>
        <mc:Choice Requires="wps">
          <w:drawing>
            <wp:anchor distT="91440" distB="91440" distL="114300" distR="114300" simplePos="0" relativeHeight="251660288" behindDoc="1" locked="0" layoutInCell="1" allowOverlap="1" wp14:anchorId="0E026295" wp14:editId="0C8CB77D">
              <wp:simplePos x="0" y="0"/>
              <wp:positionH relativeFrom="margin">
                <wp:align>center</wp:align>
              </wp:positionH>
              <wp:positionV relativeFrom="bottomMargin">
                <wp:align>top</wp:align>
              </wp:positionV>
              <wp:extent cx="5943600" cy="36195"/>
              <wp:effectExtent l="0" t="0" r="0" b="0"/>
              <wp:wrapSquare wrapText="bothSides"/>
              <wp:docPr id="58" name="Прямоугольник 58"/>
              <wp:cNvGraphicFramePr/>
              <a:graphic xmlns:a="http://schemas.openxmlformats.org/drawingml/2006/main">
                <a:graphicData uri="http://schemas.microsoft.com/office/word/2010/wordprocessingShape">
                  <wps:wsp>
                    <wps:cNvSpPr/>
                    <wps:spPr>
                      <a:xfrm>
                        <a:off x="0" y="0"/>
                        <a:ext cx="5943600" cy="36195"/>
                      </a:xfrm>
                      <a:prstGeom prst="rect">
                        <a:avLst/>
                      </a:prstGeom>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100000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rect w14:anchorId="7A4F7683" id="Прямоугольник 58" o:spid="_x0000_s1026" style="position:absolute;margin-left:0;margin-top:0;width:468pt;height:2.85pt;z-index:-251656192;visibility:visible;mso-wrap-style:square;mso-width-percent:1000;mso-height-percent:0;mso-wrap-distance-left:9pt;mso-wrap-distance-top:7.2pt;mso-wrap-distance-right:9pt;mso-wrap-distance-bottom:7.2pt;mso-position-horizontal:center;mso-position-horizontal-relative:margin;mso-position-vertical:top;mso-position-vertical-relative:bottom-margin-area;mso-width-percent:100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sb1yCQIAACQEAAAOAAAAZHJzL2Uyb0RvYy54bWysU81u1DAQviPxDpbvbLJbdkWjzfbQqlwQ&#10;VBQewHXGm0j+k23254bEFYlH4CG4IAp9huwbMbbTFLUVB0QOju2Z+eabzzPLk52SZAPOd0bXdDop&#10;KQHNTdPpdU3fvzt/9oISH5humDQaaroHT09WT58st7aCmWmNbMARBNG+2tqatiHYqig8b0ExPzEW&#10;NBqFcYoFPLp10Ti2RXQli1lZLoqtcY11hoP3eHuWjXSV8IUAHt4I4SEQWVPkFtLq0noV12K1ZNXa&#10;Mdt2fKDB/oGFYp3GpCPUGQuMfHDdAyjVcWe8EWHCjSqMEB2HVANWMy3vVXPZMgupFhTH21Em//9g&#10;+evNhSNdU9M5vpRmCt+o/3r4ePjS/+xvDp/6b/1Nf3343P/qv/c/CDqhYlvrKwy8tBduOHncxvJ3&#10;wqn4x8LILqm8H1WGXSAcL+fHz48WJT4GR9vRYno8j5jFXbB1PrwEo0jc1NThIyZt2eaVD9n11iXm&#10;kjqu2px3UmZrvCkiyUwr7cJeQvZ+CwILRiKzhJpaDU6lIxuGTcI4Bx2m2dSyBvL1vMRv4DlGJNZS&#10;I2BEFph/xB4AYhs/xM4sB/8YCqlTx+Dyb8Ry8BiRMhsdxmDVaeMeA5BY1ZA5+9+KlKWJKl2ZZo/t&#10;4II8NXlgmOatwXnhwaXg6IWtmCofxib2+p/nBHs33KvfAAAA//8DAFBLAwQUAAYACAAAACEAu7xW&#10;c9kAAAADAQAADwAAAGRycy9kb3ducmV2LnhtbEyPwU7DMBBE70j8g7VI3KhNqwQIcaqqiAs3Ah/g&#10;xEuSEq/T2GlSvp6FC1xGGs1q5m2+XVwvTjiGzpOG25UCgVR721Gj4f3t+eYeRIiGrOk9oYYzBtgW&#10;lxe5yayf6RVPZWwEl1DIjIY2xiGTMtQtOhNWfkDi7MOPzkS2YyPtaGYud71cK5VKZzrihdYMuG+x&#10;/iwnp2E+J8eXzUF9qX16OO6qyT0l5Vrr66tl9wgi4hL/juEHn9GhYKbKT2SD6DXwI/FXOXvYpGwr&#10;DckdyCKX/9mLbwAAAP//AwBQSwECLQAUAAYACAAAACEAtoM4kv4AAADhAQAAEwAAAAAAAAAAAAAA&#10;AAAAAAAAW0NvbnRlbnRfVHlwZXNdLnhtbFBLAQItABQABgAIAAAAIQA4/SH/1gAAAJQBAAALAAAA&#10;AAAAAAAAAAAAAC8BAABfcmVscy8ucmVsc1BLAQItABQABgAIAAAAIQD1sb1yCQIAACQEAAAOAAAA&#10;AAAAAAAAAAAAAC4CAABkcnMvZTJvRG9jLnhtbFBLAQItABQABgAIAAAAIQC7vFZz2QAAAAMBAAAP&#10;AAAAAAAAAAAAAAAAAGMEAABkcnMvZG93bnJldi54bWxQSwUGAAAAAAQABADzAAAAaQUAAAAA&#10;" fillcolor="#4f81bd [3204]" stroked="f" strokeweight="2pt">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E3AB7" w:rsidRDefault="00FE3AB7" w:rsidP="00FA4D7E">
      <w:r>
        <w:separator/>
      </w:r>
    </w:p>
  </w:footnote>
  <w:footnote w:type="continuationSeparator" w:id="0">
    <w:p w:rsidR="00FE3AB7" w:rsidRDefault="00FE3AB7" w:rsidP="00FA4D7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8525A"/>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350332A"/>
    <w:multiLevelType w:val="hybridMultilevel"/>
    <w:tmpl w:val="1E643D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
    <w:nsid w:val="03F90460"/>
    <w:multiLevelType w:val="hybridMultilevel"/>
    <w:tmpl w:val="061008A0"/>
    <w:lvl w:ilvl="0" w:tplc="0419000F">
      <w:start w:val="1"/>
      <w:numFmt w:val="decimal"/>
      <w:lvlText w:val="%1."/>
      <w:lvlJc w:val="left"/>
      <w:pPr>
        <w:ind w:left="1222" w:hanging="360"/>
      </w:pPr>
    </w:lvl>
    <w:lvl w:ilvl="1" w:tplc="04190019" w:tentative="1">
      <w:start w:val="1"/>
      <w:numFmt w:val="lowerLetter"/>
      <w:lvlText w:val="%2."/>
      <w:lvlJc w:val="left"/>
      <w:pPr>
        <w:ind w:left="1942" w:hanging="360"/>
      </w:pPr>
    </w:lvl>
    <w:lvl w:ilvl="2" w:tplc="0419001B" w:tentative="1">
      <w:start w:val="1"/>
      <w:numFmt w:val="lowerRoman"/>
      <w:lvlText w:val="%3."/>
      <w:lvlJc w:val="right"/>
      <w:pPr>
        <w:ind w:left="2662" w:hanging="180"/>
      </w:pPr>
    </w:lvl>
    <w:lvl w:ilvl="3" w:tplc="0419000F" w:tentative="1">
      <w:start w:val="1"/>
      <w:numFmt w:val="decimal"/>
      <w:lvlText w:val="%4."/>
      <w:lvlJc w:val="left"/>
      <w:pPr>
        <w:ind w:left="3382" w:hanging="360"/>
      </w:pPr>
    </w:lvl>
    <w:lvl w:ilvl="4" w:tplc="04190019" w:tentative="1">
      <w:start w:val="1"/>
      <w:numFmt w:val="lowerLetter"/>
      <w:lvlText w:val="%5."/>
      <w:lvlJc w:val="left"/>
      <w:pPr>
        <w:ind w:left="4102" w:hanging="360"/>
      </w:pPr>
    </w:lvl>
    <w:lvl w:ilvl="5" w:tplc="0419001B" w:tentative="1">
      <w:start w:val="1"/>
      <w:numFmt w:val="lowerRoman"/>
      <w:lvlText w:val="%6."/>
      <w:lvlJc w:val="right"/>
      <w:pPr>
        <w:ind w:left="4822" w:hanging="180"/>
      </w:pPr>
    </w:lvl>
    <w:lvl w:ilvl="6" w:tplc="0419000F" w:tentative="1">
      <w:start w:val="1"/>
      <w:numFmt w:val="decimal"/>
      <w:lvlText w:val="%7."/>
      <w:lvlJc w:val="left"/>
      <w:pPr>
        <w:ind w:left="5542" w:hanging="360"/>
      </w:pPr>
    </w:lvl>
    <w:lvl w:ilvl="7" w:tplc="04190019" w:tentative="1">
      <w:start w:val="1"/>
      <w:numFmt w:val="lowerLetter"/>
      <w:lvlText w:val="%8."/>
      <w:lvlJc w:val="left"/>
      <w:pPr>
        <w:ind w:left="6262" w:hanging="360"/>
      </w:pPr>
    </w:lvl>
    <w:lvl w:ilvl="8" w:tplc="0419001B" w:tentative="1">
      <w:start w:val="1"/>
      <w:numFmt w:val="lowerRoman"/>
      <w:lvlText w:val="%9."/>
      <w:lvlJc w:val="right"/>
      <w:pPr>
        <w:ind w:left="6982" w:hanging="180"/>
      </w:pPr>
    </w:lvl>
  </w:abstractNum>
  <w:abstractNum w:abstractNumId="3">
    <w:nsid w:val="041A7F41"/>
    <w:multiLevelType w:val="hybridMultilevel"/>
    <w:tmpl w:val="FDC29C9A"/>
    <w:lvl w:ilvl="0" w:tplc="80B40E54">
      <w:start w:val="1"/>
      <w:numFmt w:val="lowerLetter"/>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0C3203F9"/>
    <w:multiLevelType w:val="hybridMultilevel"/>
    <w:tmpl w:val="1F30C48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
    <w:nsid w:val="108A34CA"/>
    <w:multiLevelType w:val="hybridMultilevel"/>
    <w:tmpl w:val="BF129B02"/>
    <w:lvl w:ilvl="0" w:tplc="98183984">
      <w:start w:val="1"/>
      <w:numFmt w:val="bullet"/>
      <w:lvlText w:val="o"/>
      <w:lvlJc w:val="left"/>
      <w:pPr>
        <w:ind w:left="1080" w:hanging="360"/>
      </w:pPr>
      <w:rPr>
        <w:rFonts w:ascii="Courier New" w:hAnsi="Courier New" w:cs="Courier New" w:hint="default"/>
        <w:lang w:val="ru-RU"/>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
    <w:nsid w:val="122C4904"/>
    <w:multiLevelType w:val="hybridMultilevel"/>
    <w:tmpl w:val="5244602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4EB3AAD"/>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8">
    <w:nsid w:val="15DC4B28"/>
    <w:multiLevelType w:val="hybridMultilevel"/>
    <w:tmpl w:val="E2580DF0"/>
    <w:lvl w:ilvl="0" w:tplc="04190001">
      <w:start w:val="1"/>
      <w:numFmt w:val="bullet"/>
      <w:lvlText w:val=""/>
      <w:lvlJc w:val="left"/>
      <w:pPr>
        <w:ind w:left="1344" w:hanging="360"/>
      </w:pPr>
      <w:rPr>
        <w:rFonts w:ascii="Symbol" w:hAnsi="Symbol"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9">
    <w:nsid w:val="17141EF6"/>
    <w:multiLevelType w:val="hybridMultilevel"/>
    <w:tmpl w:val="0F2A3B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C82EE5"/>
    <w:multiLevelType w:val="hybridMultilevel"/>
    <w:tmpl w:val="678CD9AC"/>
    <w:lvl w:ilvl="0" w:tplc="04190017">
      <w:start w:val="1"/>
      <w:numFmt w:val="lowerLetter"/>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nsid w:val="1FA2392B"/>
    <w:multiLevelType w:val="hybridMultilevel"/>
    <w:tmpl w:val="AF14481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21F44DD9"/>
    <w:multiLevelType w:val="hybridMultilevel"/>
    <w:tmpl w:val="9E2A17D6"/>
    <w:lvl w:ilvl="0" w:tplc="0419000B">
      <w:start w:val="1"/>
      <w:numFmt w:val="bullet"/>
      <w:lvlText w:val=""/>
      <w:lvlJc w:val="left"/>
      <w:pPr>
        <w:tabs>
          <w:tab w:val="num" w:pos="1287"/>
        </w:tabs>
        <w:ind w:left="1287" w:hanging="360"/>
      </w:pPr>
      <w:rPr>
        <w:rFonts w:ascii="Wingdings" w:hAnsi="Wingdings"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13">
    <w:nsid w:val="28951C68"/>
    <w:multiLevelType w:val="multilevel"/>
    <w:tmpl w:val="4A1C637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35BC35D6"/>
    <w:multiLevelType w:val="hybridMultilevel"/>
    <w:tmpl w:val="3F367FD4"/>
    <w:lvl w:ilvl="0" w:tplc="04190001">
      <w:start w:val="1"/>
      <w:numFmt w:val="bullet"/>
      <w:lvlText w:val=""/>
      <w:lvlJc w:val="left"/>
      <w:pPr>
        <w:ind w:left="2520" w:hanging="360"/>
      </w:pPr>
      <w:rPr>
        <w:rFonts w:ascii="Symbol" w:hAnsi="Symbol" w:hint="default"/>
      </w:rPr>
    </w:lvl>
    <w:lvl w:ilvl="1" w:tplc="04190003" w:tentative="1">
      <w:start w:val="1"/>
      <w:numFmt w:val="bullet"/>
      <w:lvlText w:val="o"/>
      <w:lvlJc w:val="left"/>
      <w:pPr>
        <w:ind w:left="3240" w:hanging="360"/>
      </w:pPr>
      <w:rPr>
        <w:rFonts w:ascii="Courier New" w:hAnsi="Courier New" w:cs="Courier New" w:hint="default"/>
      </w:rPr>
    </w:lvl>
    <w:lvl w:ilvl="2" w:tplc="04190005" w:tentative="1">
      <w:start w:val="1"/>
      <w:numFmt w:val="bullet"/>
      <w:lvlText w:val=""/>
      <w:lvlJc w:val="left"/>
      <w:pPr>
        <w:ind w:left="3960" w:hanging="360"/>
      </w:pPr>
      <w:rPr>
        <w:rFonts w:ascii="Wingdings" w:hAnsi="Wingdings" w:hint="default"/>
      </w:rPr>
    </w:lvl>
    <w:lvl w:ilvl="3" w:tplc="04190001" w:tentative="1">
      <w:start w:val="1"/>
      <w:numFmt w:val="bullet"/>
      <w:lvlText w:val=""/>
      <w:lvlJc w:val="left"/>
      <w:pPr>
        <w:ind w:left="4680" w:hanging="360"/>
      </w:pPr>
      <w:rPr>
        <w:rFonts w:ascii="Symbol" w:hAnsi="Symbol" w:hint="default"/>
      </w:rPr>
    </w:lvl>
    <w:lvl w:ilvl="4" w:tplc="04190003" w:tentative="1">
      <w:start w:val="1"/>
      <w:numFmt w:val="bullet"/>
      <w:lvlText w:val="o"/>
      <w:lvlJc w:val="left"/>
      <w:pPr>
        <w:ind w:left="5400" w:hanging="360"/>
      </w:pPr>
      <w:rPr>
        <w:rFonts w:ascii="Courier New" w:hAnsi="Courier New" w:cs="Courier New" w:hint="default"/>
      </w:rPr>
    </w:lvl>
    <w:lvl w:ilvl="5" w:tplc="04190005" w:tentative="1">
      <w:start w:val="1"/>
      <w:numFmt w:val="bullet"/>
      <w:lvlText w:val=""/>
      <w:lvlJc w:val="left"/>
      <w:pPr>
        <w:ind w:left="6120" w:hanging="360"/>
      </w:pPr>
      <w:rPr>
        <w:rFonts w:ascii="Wingdings" w:hAnsi="Wingdings" w:hint="default"/>
      </w:rPr>
    </w:lvl>
    <w:lvl w:ilvl="6" w:tplc="04190001" w:tentative="1">
      <w:start w:val="1"/>
      <w:numFmt w:val="bullet"/>
      <w:lvlText w:val=""/>
      <w:lvlJc w:val="left"/>
      <w:pPr>
        <w:ind w:left="6840" w:hanging="360"/>
      </w:pPr>
      <w:rPr>
        <w:rFonts w:ascii="Symbol" w:hAnsi="Symbol" w:hint="default"/>
      </w:rPr>
    </w:lvl>
    <w:lvl w:ilvl="7" w:tplc="04190003" w:tentative="1">
      <w:start w:val="1"/>
      <w:numFmt w:val="bullet"/>
      <w:lvlText w:val="o"/>
      <w:lvlJc w:val="left"/>
      <w:pPr>
        <w:ind w:left="7560" w:hanging="360"/>
      </w:pPr>
      <w:rPr>
        <w:rFonts w:ascii="Courier New" w:hAnsi="Courier New" w:cs="Courier New" w:hint="default"/>
      </w:rPr>
    </w:lvl>
    <w:lvl w:ilvl="8" w:tplc="04190005" w:tentative="1">
      <w:start w:val="1"/>
      <w:numFmt w:val="bullet"/>
      <w:lvlText w:val=""/>
      <w:lvlJc w:val="left"/>
      <w:pPr>
        <w:ind w:left="8280" w:hanging="360"/>
      </w:pPr>
      <w:rPr>
        <w:rFonts w:ascii="Wingdings" w:hAnsi="Wingdings" w:hint="default"/>
      </w:rPr>
    </w:lvl>
  </w:abstractNum>
  <w:abstractNum w:abstractNumId="15">
    <w:nsid w:val="38740B44"/>
    <w:multiLevelType w:val="hybridMultilevel"/>
    <w:tmpl w:val="E7265E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nsid w:val="39AA5D9C"/>
    <w:multiLevelType w:val="hybridMultilevel"/>
    <w:tmpl w:val="6BFC31D4"/>
    <w:lvl w:ilvl="0" w:tplc="1C7AD8B8">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E245A8"/>
    <w:multiLevelType w:val="hybridMultilevel"/>
    <w:tmpl w:val="FB5A30A2"/>
    <w:lvl w:ilvl="0" w:tplc="04090001">
      <w:start w:val="1"/>
      <w:numFmt w:val="bullet"/>
      <w:lvlText w:val=""/>
      <w:lvlJc w:val="left"/>
      <w:pPr>
        <w:ind w:left="1429" w:hanging="360"/>
      </w:pPr>
      <w:rPr>
        <w:rFonts w:ascii="Symbol" w:hAnsi="Symbol" w:hint="default"/>
      </w:rPr>
    </w:lvl>
    <w:lvl w:ilvl="1" w:tplc="04090003">
      <w:start w:val="1"/>
      <w:numFmt w:val="bullet"/>
      <w:lvlText w:val="o"/>
      <w:lvlJc w:val="left"/>
      <w:pPr>
        <w:ind w:left="2149" w:hanging="360"/>
      </w:pPr>
      <w:rPr>
        <w:rFonts w:ascii="Courier New" w:hAnsi="Courier New" w:cs="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cs="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cs="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8">
    <w:nsid w:val="3BCC3482"/>
    <w:multiLevelType w:val="hybridMultilevel"/>
    <w:tmpl w:val="6BE6EDBC"/>
    <w:lvl w:ilvl="0" w:tplc="70DC2212">
      <w:numFmt w:val="bullet"/>
      <w:lvlText w:val="-"/>
      <w:lvlJc w:val="left"/>
      <w:pPr>
        <w:ind w:left="1440" w:hanging="360"/>
      </w:pPr>
      <w:rPr>
        <w:rFonts w:ascii="Calibri" w:eastAsia="Calibri" w:hAnsi="Calibri" w:cs="Calibri"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9">
    <w:nsid w:val="401658F1"/>
    <w:multiLevelType w:val="hybridMultilevel"/>
    <w:tmpl w:val="A3D81840"/>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0">
    <w:nsid w:val="460E3CEB"/>
    <w:multiLevelType w:val="hybridMultilevel"/>
    <w:tmpl w:val="6DC45B7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nsid w:val="46167C82"/>
    <w:multiLevelType w:val="hybridMultilevel"/>
    <w:tmpl w:val="C688FEF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2">
    <w:nsid w:val="47177343"/>
    <w:multiLevelType w:val="hybridMultilevel"/>
    <w:tmpl w:val="C06ED426"/>
    <w:lvl w:ilvl="0" w:tplc="DFBCC986">
      <w:start w:val="2"/>
      <w:numFmt w:val="bullet"/>
      <w:lvlText w:val="-"/>
      <w:lvlJc w:val="left"/>
      <w:pPr>
        <w:ind w:left="1080" w:hanging="360"/>
      </w:pPr>
      <w:rPr>
        <w:rFonts w:ascii="Calibri" w:eastAsia="Calibri" w:hAnsi="Calibri"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3">
    <w:nsid w:val="47E42818"/>
    <w:multiLevelType w:val="hybridMultilevel"/>
    <w:tmpl w:val="CC1E4D4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4">
    <w:nsid w:val="49BD274C"/>
    <w:multiLevelType w:val="hybridMultilevel"/>
    <w:tmpl w:val="817AC30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5">
    <w:nsid w:val="4F077EF6"/>
    <w:multiLevelType w:val="hybridMultilevel"/>
    <w:tmpl w:val="0C74237A"/>
    <w:lvl w:ilvl="0" w:tplc="DFBCC986">
      <w:start w:val="2"/>
      <w:numFmt w:val="bullet"/>
      <w:lvlText w:val="-"/>
      <w:lvlJc w:val="left"/>
      <w:pPr>
        <w:ind w:left="1287" w:hanging="360"/>
      </w:pPr>
      <w:rPr>
        <w:rFonts w:ascii="Calibri" w:eastAsia="Calibri" w:hAnsi="Calibri"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6">
    <w:nsid w:val="568616E8"/>
    <w:multiLevelType w:val="hybridMultilevel"/>
    <w:tmpl w:val="F4F04150"/>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nsid w:val="5AA10CDC"/>
    <w:multiLevelType w:val="hybridMultilevel"/>
    <w:tmpl w:val="EE329132"/>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nsid w:val="5AA53F37"/>
    <w:multiLevelType w:val="multilevel"/>
    <w:tmpl w:val="9E2A17D6"/>
    <w:lvl w:ilvl="0">
      <w:start w:val="1"/>
      <w:numFmt w:val="bullet"/>
      <w:lvlText w:val=""/>
      <w:lvlJc w:val="left"/>
      <w:pPr>
        <w:tabs>
          <w:tab w:val="num" w:pos="1287"/>
        </w:tabs>
        <w:ind w:left="1287" w:hanging="360"/>
      </w:pPr>
      <w:rPr>
        <w:rFonts w:ascii="Wingdings" w:hAnsi="Wingdings" w:hint="default"/>
      </w:rPr>
    </w:lvl>
    <w:lvl w:ilvl="1">
      <w:start w:val="1"/>
      <w:numFmt w:val="bullet"/>
      <w:lvlText w:val="o"/>
      <w:lvlJc w:val="left"/>
      <w:pPr>
        <w:tabs>
          <w:tab w:val="num" w:pos="2007"/>
        </w:tabs>
        <w:ind w:left="2007" w:hanging="360"/>
      </w:pPr>
      <w:rPr>
        <w:rFonts w:ascii="Courier New" w:hAnsi="Courier New" w:cs="Courier New" w:hint="default"/>
      </w:rPr>
    </w:lvl>
    <w:lvl w:ilvl="2">
      <w:start w:val="1"/>
      <w:numFmt w:val="bullet"/>
      <w:lvlText w:val=""/>
      <w:lvlJc w:val="left"/>
      <w:pPr>
        <w:tabs>
          <w:tab w:val="num" w:pos="2727"/>
        </w:tabs>
        <w:ind w:left="2727" w:hanging="360"/>
      </w:pPr>
      <w:rPr>
        <w:rFonts w:ascii="Wingdings" w:hAnsi="Wingdings" w:hint="default"/>
      </w:rPr>
    </w:lvl>
    <w:lvl w:ilvl="3">
      <w:start w:val="1"/>
      <w:numFmt w:val="bullet"/>
      <w:lvlText w:val=""/>
      <w:lvlJc w:val="left"/>
      <w:pPr>
        <w:tabs>
          <w:tab w:val="num" w:pos="3447"/>
        </w:tabs>
        <w:ind w:left="3447" w:hanging="360"/>
      </w:pPr>
      <w:rPr>
        <w:rFonts w:ascii="Symbol" w:hAnsi="Symbol" w:hint="default"/>
      </w:rPr>
    </w:lvl>
    <w:lvl w:ilvl="4">
      <w:start w:val="1"/>
      <w:numFmt w:val="bullet"/>
      <w:lvlText w:val="o"/>
      <w:lvlJc w:val="left"/>
      <w:pPr>
        <w:tabs>
          <w:tab w:val="num" w:pos="4167"/>
        </w:tabs>
        <w:ind w:left="4167" w:hanging="360"/>
      </w:pPr>
      <w:rPr>
        <w:rFonts w:ascii="Courier New" w:hAnsi="Courier New" w:cs="Courier New" w:hint="default"/>
      </w:rPr>
    </w:lvl>
    <w:lvl w:ilvl="5">
      <w:start w:val="1"/>
      <w:numFmt w:val="bullet"/>
      <w:lvlText w:val=""/>
      <w:lvlJc w:val="left"/>
      <w:pPr>
        <w:tabs>
          <w:tab w:val="num" w:pos="4887"/>
        </w:tabs>
        <w:ind w:left="4887" w:hanging="360"/>
      </w:pPr>
      <w:rPr>
        <w:rFonts w:ascii="Wingdings" w:hAnsi="Wingdings" w:hint="default"/>
      </w:rPr>
    </w:lvl>
    <w:lvl w:ilvl="6">
      <w:start w:val="1"/>
      <w:numFmt w:val="bullet"/>
      <w:lvlText w:val=""/>
      <w:lvlJc w:val="left"/>
      <w:pPr>
        <w:tabs>
          <w:tab w:val="num" w:pos="5607"/>
        </w:tabs>
        <w:ind w:left="5607" w:hanging="360"/>
      </w:pPr>
      <w:rPr>
        <w:rFonts w:ascii="Symbol" w:hAnsi="Symbol" w:hint="default"/>
      </w:rPr>
    </w:lvl>
    <w:lvl w:ilvl="7">
      <w:start w:val="1"/>
      <w:numFmt w:val="bullet"/>
      <w:lvlText w:val="o"/>
      <w:lvlJc w:val="left"/>
      <w:pPr>
        <w:tabs>
          <w:tab w:val="num" w:pos="6327"/>
        </w:tabs>
        <w:ind w:left="6327" w:hanging="360"/>
      </w:pPr>
      <w:rPr>
        <w:rFonts w:ascii="Courier New" w:hAnsi="Courier New" w:cs="Courier New" w:hint="default"/>
      </w:rPr>
    </w:lvl>
    <w:lvl w:ilvl="8">
      <w:start w:val="1"/>
      <w:numFmt w:val="bullet"/>
      <w:lvlText w:val=""/>
      <w:lvlJc w:val="left"/>
      <w:pPr>
        <w:tabs>
          <w:tab w:val="num" w:pos="7047"/>
        </w:tabs>
        <w:ind w:left="7047" w:hanging="360"/>
      </w:pPr>
      <w:rPr>
        <w:rFonts w:ascii="Wingdings" w:hAnsi="Wingdings" w:hint="default"/>
      </w:rPr>
    </w:lvl>
  </w:abstractNum>
  <w:abstractNum w:abstractNumId="29">
    <w:nsid w:val="5B145B3D"/>
    <w:multiLevelType w:val="hybridMultilevel"/>
    <w:tmpl w:val="E66423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E1C1E69"/>
    <w:multiLevelType w:val="hybridMultilevel"/>
    <w:tmpl w:val="F1C811E4"/>
    <w:lvl w:ilvl="0" w:tplc="98183984">
      <w:start w:val="1"/>
      <w:numFmt w:val="bullet"/>
      <w:lvlText w:val="o"/>
      <w:lvlJc w:val="left"/>
      <w:pPr>
        <w:ind w:left="1080" w:hanging="360"/>
      </w:pPr>
      <w:rPr>
        <w:rFonts w:ascii="Courier New" w:hAnsi="Courier New" w:cs="Courier New" w:hint="default"/>
        <w:lang w:val="ru-RU"/>
      </w:rPr>
    </w:lvl>
    <w:lvl w:ilvl="1" w:tplc="04190001">
      <w:start w:val="1"/>
      <w:numFmt w:val="bullet"/>
      <w:lvlText w:val=""/>
      <w:lvlJc w:val="left"/>
      <w:pPr>
        <w:ind w:left="1800" w:hanging="360"/>
      </w:pPr>
      <w:rPr>
        <w:rFonts w:ascii="Symbol" w:hAnsi="Symbol"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6A1733DA"/>
    <w:multiLevelType w:val="hybridMultilevel"/>
    <w:tmpl w:val="FA0436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A9B0CED"/>
    <w:multiLevelType w:val="hybridMultilevel"/>
    <w:tmpl w:val="7E3EB80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F7A7AC6"/>
    <w:multiLevelType w:val="hybridMultilevel"/>
    <w:tmpl w:val="7B5278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708B455E"/>
    <w:multiLevelType w:val="hybridMultilevel"/>
    <w:tmpl w:val="84C61D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46A5D41"/>
    <w:multiLevelType w:val="hybridMultilevel"/>
    <w:tmpl w:val="A3208918"/>
    <w:lvl w:ilvl="0" w:tplc="98183984">
      <w:start w:val="1"/>
      <w:numFmt w:val="bullet"/>
      <w:lvlText w:val="o"/>
      <w:lvlJc w:val="left"/>
      <w:pPr>
        <w:ind w:left="1440" w:hanging="360"/>
      </w:pPr>
      <w:rPr>
        <w:rFonts w:ascii="Courier New" w:hAnsi="Courier New" w:cs="Courier New" w:hint="default"/>
        <w:lang w:val="ru-RU"/>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6">
    <w:nsid w:val="75ED4629"/>
    <w:multiLevelType w:val="multilevel"/>
    <w:tmpl w:val="52AABDD2"/>
    <w:lvl w:ilvl="0">
      <w:start w:val="2"/>
      <w:numFmt w:val="decimal"/>
      <w:lvlText w:val="%1."/>
      <w:lvlJc w:val="left"/>
      <w:pPr>
        <w:ind w:left="360" w:hanging="360"/>
      </w:pPr>
      <w:rPr>
        <w:rFonts w:hint="default"/>
      </w:rPr>
    </w:lvl>
    <w:lvl w:ilvl="1">
      <w:start w:val="6"/>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7">
    <w:nsid w:val="7C162918"/>
    <w:multiLevelType w:val="hybridMultilevel"/>
    <w:tmpl w:val="56546F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7DBB3608"/>
    <w:multiLevelType w:val="hybridMultilevel"/>
    <w:tmpl w:val="1ECA7A18"/>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num w:numId="1">
    <w:abstractNumId w:val="12"/>
  </w:num>
  <w:num w:numId="2">
    <w:abstractNumId w:val="28"/>
  </w:num>
  <w:num w:numId="3">
    <w:abstractNumId w:val="6"/>
  </w:num>
  <w:num w:numId="4">
    <w:abstractNumId w:val="31"/>
  </w:num>
  <w:num w:numId="5">
    <w:abstractNumId w:val="13"/>
  </w:num>
  <w:num w:numId="6">
    <w:abstractNumId w:val="10"/>
  </w:num>
  <w:num w:numId="7">
    <w:abstractNumId w:val="7"/>
  </w:num>
  <w:num w:numId="8">
    <w:abstractNumId w:val="34"/>
  </w:num>
  <w:num w:numId="9">
    <w:abstractNumId w:val="22"/>
  </w:num>
  <w:num w:numId="10">
    <w:abstractNumId w:val="3"/>
  </w:num>
  <w:num w:numId="11">
    <w:abstractNumId w:val="32"/>
  </w:num>
  <w:num w:numId="12">
    <w:abstractNumId w:val="16"/>
  </w:num>
  <w:num w:numId="13">
    <w:abstractNumId w:val="9"/>
  </w:num>
  <w:num w:numId="14">
    <w:abstractNumId w:val="2"/>
  </w:num>
  <w:num w:numId="15">
    <w:abstractNumId w:val="8"/>
  </w:num>
  <w:num w:numId="16">
    <w:abstractNumId w:val="25"/>
  </w:num>
  <w:num w:numId="17">
    <w:abstractNumId w:val="0"/>
  </w:num>
  <w:num w:numId="18">
    <w:abstractNumId w:val="38"/>
  </w:num>
  <w:num w:numId="19">
    <w:abstractNumId w:val="20"/>
  </w:num>
  <w:num w:numId="20">
    <w:abstractNumId w:val="19"/>
  </w:num>
  <w:num w:numId="21">
    <w:abstractNumId w:val="15"/>
  </w:num>
  <w:num w:numId="22">
    <w:abstractNumId w:val="23"/>
  </w:num>
  <w:num w:numId="23">
    <w:abstractNumId w:val="4"/>
  </w:num>
  <w:num w:numId="24">
    <w:abstractNumId w:val="1"/>
  </w:num>
  <w:num w:numId="25">
    <w:abstractNumId w:val="24"/>
  </w:num>
  <w:num w:numId="26">
    <w:abstractNumId w:val="27"/>
  </w:num>
  <w:num w:numId="27">
    <w:abstractNumId w:val="21"/>
  </w:num>
  <w:num w:numId="28">
    <w:abstractNumId w:val="36"/>
  </w:num>
  <w:num w:numId="29">
    <w:abstractNumId w:val="17"/>
  </w:num>
  <w:num w:numId="30">
    <w:abstractNumId w:val="33"/>
  </w:num>
  <w:num w:numId="31">
    <w:abstractNumId w:val="37"/>
  </w:num>
  <w:num w:numId="32">
    <w:abstractNumId w:val="29"/>
  </w:num>
  <w:num w:numId="33">
    <w:abstractNumId w:val="30"/>
  </w:num>
  <w:num w:numId="34">
    <w:abstractNumId w:val="11"/>
  </w:num>
  <w:num w:numId="35">
    <w:abstractNumId w:val="14"/>
  </w:num>
  <w:num w:numId="36">
    <w:abstractNumId w:val="18"/>
  </w:num>
  <w:num w:numId="37">
    <w:abstractNumId w:val="26"/>
  </w:num>
  <w:num w:numId="38">
    <w:abstractNumId w:val="35"/>
  </w:num>
  <w:num w:numId="3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69E2"/>
    <w:rsid w:val="00000E68"/>
    <w:rsid w:val="000038E4"/>
    <w:rsid w:val="000058C2"/>
    <w:rsid w:val="00030ED6"/>
    <w:rsid w:val="00033542"/>
    <w:rsid w:val="00035791"/>
    <w:rsid w:val="00035E95"/>
    <w:rsid w:val="00046986"/>
    <w:rsid w:val="00047579"/>
    <w:rsid w:val="00050D90"/>
    <w:rsid w:val="0005249B"/>
    <w:rsid w:val="00053A9C"/>
    <w:rsid w:val="00060114"/>
    <w:rsid w:val="000649C2"/>
    <w:rsid w:val="00066811"/>
    <w:rsid w:val="000721E6"/>
    <w:rsid w:val="00073F50"/>
    <w:rsid w:val="00074E52"/>
    <w:rsid w:val="00082A33"/>
    <w:rsid w:val="00083372"/>
    <w:rsid w:val="00084715"/>
    <w:rsid w:val="00084963"/>
    <w:rsid w:val="000869FE"/>
    <w:rsid w:val="000901D9"/>
    <w:rsid w:val="00092B36"/>
    <w:rsid w:val="000A1E67"/>
    <w:rsid w:val="000A4346"/>
    <w:rsid w:val="000B0B0C"/>
    <w:rsid w:val="000B5A32"/>
    <w:rsid w:val="000C26EB"/>
    <w:rsid w:val="000C3D40"/>
    <w:rsid w:val="000C4560"/>
    <w:rsid w:val="000C4935"/>
    <w:rsid w:val="000D2016"/>
    <w:rsid w:val="000D48F4"/>
    <w:rsid w:val="000D7D4A"/>
    <w:rsid w:val="000E657F"/>
    <w:rsid w:val="000F2DC8"/>
    <w:rsid w:val="000F6B18"/>
    <w:rsid w:val="001024A9"/>
    <w:rsid w:val="00115788"/>
    <w:rsid w:val="00115C39"/>
    <w:rsid w:val="00120A4F"/>
    <w:rsid w:val="001308F2"/>
    <w:rsid w:val="0013301A"/>
    <w:rsid w:val="00141759"/>
    <w:rsid w:val="0015168E"/>
    <w:rsid w:val="00156BEF"/>
    <w:rsid w:val="00156C44"/>
    <w:rsid w:val="0016067C"/>
    <w:rsid w:val="0016357A"/>
    <w:rsid w:val="00170D30"/>
    <w:rsid w:val="00193810"/>
    <w:rsid w:val="00196D26"/>
    <w:rsid w:val="001A6548"/>
    <w:rsid w:val="001B6544"/>
    <w:rsid w:val="001C087F"/>
    <w:rsid w:val="001E448D"/>
    <w:rsid w:val="001E5DC0"/>
    <w:rsid w:val="001E6083"/>
    <w:rsid w:val="001F1E5F"/>
    <w:rsid w:val="001F4DA8"/>
    <w:rsid w:val="001F6D17"/>
    <w:rsid w:val="00202DA6"/>
    <w:rsid w:val="00215838"/>
    <w:rsid w:val="00221827"/>
    <w:rsid w:val="0022631D"/>
    <w:rsid w:val="00227D9F"/>
    <w:rsid w:val="00230212"/>
    <w:rsid w:val="00246106"/>
    <w:rsid w:val="00265924"/>
    <w:rsid w:val="00267268"/>
    <w:rsid w:val="00276A83"/>
    <w:rsid w:val="00282BF1"/>
    <w:rsid w:val="002906D1"/>
    <w:rsid w:val="002A5D81"/>
    <w:rsid w:val="002A5E2D"/>
    <w:rsid w:val="002A713A"/>
    <w:rsid w:val="002B7288"/>
    <w:rsid w:val="002B7666"/>
    <w:rsid w:val="002C2DA8"/>
    <w:rsid w:val="002C38D3"/>
    <w:rsid w:val="002D197F"/>
    <w:rsid w:val="002E1BEB"/>
    <w:rsid w:val="003007CA"/>
    <w:rsid w:val="00302623"/>
    <w:rsid w:val="00303935"/>
    <w:rsid w:val="00306688"/>
    <w:rsid w:val="003111BD"/>
    <w:rsid w:val="003177E1"/>
    <w:rsid w:val="00330BDF"/>
    <w:rsid w:val="00340FC4"/>
    <w:rsid w:val="00341352"/>
    <w:rsid w:val="003452A0"/>
    <w:rsid w:val="0035164E"/>
    <w:rsid w:val="00357306"/>
    <w:rsid w:val="00365253"/>
    <w:rsid w:val="00366EBF"/>
    <w:rsid w:val="00370259"/>
    <w:rsid w:val="00375ED1"/>
    <w:rsid w:val="00376E56"/>
    <w:rsid w:val="0038406E"/>
    <w:rsid w:val="0039089E"/>
    <w:rsid w:val="00392402"/>
    <w:rsid w:val="003938EC"/>
    <w:rsid w:val="003A75FE"/>
    <w:rsid w:val="003B3578"/>
    <w:rsid w:val="003B6109"/>
    <w:rsid w:val="003C44C7"/>
    <w:rsid w:val="003C73A9"/>
    <w:rsid w:val="003C7BEE"/>
    <w:rsid w:val="003D13AB"/>
    <w:rsid w:val="003E0371"/>
    <w:rsid w:val="003E3263"/>
    <w:rsid w:val="003E3D2D"/>
    <w:rsid w:val="003E4341"/>
    <w:rsid w:val="00405629"/>
    <w:rsid w:val="00410442"/>
    <w:rsid w:val="00416FA6"/>
    <w:rsid w:val="004305A9"/>
    <w:rsid w:val="0043284D"/>
    <w:rsid w:val="004350AF"/>
    <w:rsid w:val="0043611C"/>
    <w:rsid w:val="0044279B"/>
    <w:rsid w:val="004441D1"/>
    <w:rsid w:val="0044488B"/>
    <w:rsid w:val="00452FB9"/>
    <w:rsid w:val="00456069"/>
    <w:rsid w:val="0046133E"/>
    <w:rsid w:val="00471491"/>
    <w:rsid w:val="0047365F"/>
    <w:rsid w:val="004767A1"/>
    <w:rsid w:val="00481C52"/>
    <w:rsid w:val="004842BE"/>
    <w:rsid w:val="0048493B"/>
    <w:rsid w:val="004866EA"/>
    <w:rsid w:val="004A5731"/>
    <w:rsid w:val="004C283D"/>
    <w:rsid w:val="004C3BD2"/>
    <w:rsid w:val="004C5D4F"/>
    <w:rsid w:val="004C7215"/>
    <w:rsid w:val="004C7B9A"/>
    <w:rsid w:val="004D07D7"/>
    <w:rsid w:val="004D0E66"/>
    <w:rsid w:val="004D689F"/>
    <w:rsid w:val="004E1C91"/>
    <w:rsid w:val="004E2958"/>
    <w:rsid w:val="004E5A89"/>
    <w:rsid w:val="004E7A11"/>
    <w:rsid w:val="00502EFB"/>
    <w:rsid w:val="00504674"/>
    <w:rsid w:val="00526FE6"/>
    <w:rsid w:val="005367AD"/>
    <w:rsid w:val="0054675E"/>
    <w:rsid w:val="00555471"/>
    <w:rsid w:val="00562476"/>
    <w:rsid w:val="00570524"/>
    <w:rsid w:val="00574A24"/>
    <w:rsid w:val="0057713E"/>
    <w:rsid w:val="00581354"/>
    <w:rsid w:val="0059221B"/>
    <w:rsid w:val="005B1D64"/>
    <w:rsid w:val="005B6FFC"/>
    <w:rsid w:val="005B7007"/>
    <w:rsid w:val="005B7255"/>
    <w:rsid w:val="005B7FC3"/>
    <w:rsid w:val="005D01B8"/>
    <w:rsid w:val="005D1D6D"/>
    <w:rsid w:val="005D5FC5"/>
    <w:rsid w:val="005D70CE"/>
    <w:rsid w:val="005D7457"/>
    <w:rsid w:val="005D7FA8"/>
    <w:rsid w:val="005E35D3"/>
    <w:rsid w:val="005F09F3"/>
    <w:rsid w:val="005F1448"/>
    <w:rsid w:val="005F189A"/>
    <w:rsid w:val="005F18B0"/>
    <w:rsid w:val="005F7BB2"/>
    <w:rsid w:val="0060142F"/>
    <w:rsid w:val="0060144A"/>
    <w:rsid w:val="0060296C"/>
    <w:rsid w:val="0061551B"/>
    <w:rsid w:val="00623AAB"/>
    <w:rsid w:val="00633EB3"/>
    <w:rsid w:val="0063617F"/>
    <w:rsid w:val="00640BCB"/>
    <w:rsid w:val="006438E6"/>
    <w:rsid w:val="00657321"/>
    <w:rsid w:val="0066057B"/>
    <w:rsid w:val="006631EB"/>
    <w:rsid w:val="00664523"/>
    <w:rsid w:val="00677F54"/>
    <w:rsid w:val="0068196D"/>
    <w:rsid w:val="006841E1"/>
    <w:rsid w:val="006843EF"/>
    <w:rsid w:val="00685957"/>
    <w:rsid w:val="00691A46"/>
    <w:rsid w:val="006931CD"/>
    <w:rsid w:val="006A5E53"/>
    <w:rsid w:val="006B02F8"/>
    <w:rsid w:val="006B6070"/>
    <w:rsid w:val="006C09CD"/>
    <w:rsid w:val="006C5C28"/>
    <w:rsid w:val="006D499E"/>
    <w:rsid w:val="006D7A4F"/>
    <w:rsid w:val="006E1164"/>
    <w:rsid w:val="006F18F6"/>
    <w:rsid w:val="006F257E"/>
    <w:rsid w:val="006F34D4"/>
    <w:rsid w:val="006F7274"/>
    <w:rsid w:val="007001A8"/>
    <w:rsid w:val="0070342C"/>
    <w:rsid w:val="00711A24"/>
    <w:rsid w:val="00721995"/>
    <w:rsid w:val="00722EBF"/>
    <w:rsid w:val="00730AC7"/>
    <w:rsid w:val="00732AC9"/>
    <w:rsid w:val="00733A4F"/>
    <w:rsid w:val="00741FD5"/>
    <w:rsid w:val="00745697"/>
    <w:rsid w:val="00747295"/>
    <w:rsid w:val="007477BD"/>
    <w:rsid w:val="007500F1"/>
    <w:rsid w:val="00763F3F"/>
    <w:rsid w:val="00766237"/>
    <w:rsid w:val="00767EFD"/>
    <w:rsid w:val="00772692"/>
    <w:rsid w:val="00772917"/>
    <w:rsid w:val="007831E0"/>
    <w:rsid w:val="00792512"/>
    <w:rsid w:val="00797602"/>
    <w:rsid w:val="00797DB7"/>
    <w:rsid w:val="007A208E"/>
    <w:rsid w:val="007A7352"/>
    <w:rsid w:val="007A7BCE"/>
    <w:rsid w:val="007B3B46"/>
    <w:rsid w:val="007B60AB"/>
    <w:rsid w:val="007B7AB3"/>
    <w:rsid w:val="007C0C8A"/>
    <w:rsid w:val="007C14CE"/>
    <w:rsid w:val="007C5D88"/>
    <w:rsid w:val="007C6E4E"/>
    <w:rsid w:val="007D290D"/>
    <w:rsid w:val="007D3F6A"/>
    <w:rsid w:val="007E0C42"/>
    <w:rsid w:val="00803E0C"/>
    <w:rsid w:val="00804133"/>
    <w:rsid w:val="00804AA6"/>
    <w:rsid w:val="00805248"/>
    <w:rsid w:val="008147D2"/>
    <w:rsid w:val="0081630B"/>
    <w:rsid w:val="00820C41"/>
    <w:rsid w:val="0082692C"/>
    <w:rsid w:val="00826BC0"/>
    <w:rsid w:val="0083061F"/>
    <w:rsid w:val="00845BDB"/>
    <w:rsid w:val="00851265"/>
    <w:rsid w:val="0086233D"/>
    <w:rsid w:val="008841C2"/>
    <w:rsid w:val="0088565A"/>
    <w:rsid w:val="0088597D"/>
    <w:rsid w:val="00890F0E"/>
    <w:rsid w:val="008921A0"/>
    <w:rsid w:val="00897542"/>
    <w:rsid w:val="008A09BE"/>
    <w:rsid w:val="008A2D51"/>
    <w:rsid w:val="008B38F4"/>
    <w:rsid w:val="008B711F"/>
    <w:rsid w:val="008C469B"/>
    <w:rsid w:val="008C4A5E"/>
    <w:rsid w:val="008D25B6"/>
    <w:rsid w:val="008D323B"/>
    <w:rsid w:val="008D6F15"/>
    <w:rsid w:val="008E343E"/>
    <w:rsid w:val="008E5A2D"/>
    <w:rsid w:val="008E7A28"/>
    <w:rsid w:val="008F6DE8"/>
    <w:rsid w:val="00901AD8"/>
    <w:rsid w:val="009051DA"/>
    <w:rsid w:val="00925CF2"/>
    <w:rsid w:val="00930B56"/>
    <w:rsid w:val="009364DC"/>
    <w:rsid w:val="0094041A"/>
    <w:rsid w:val="00943205"/>
    <w:rsid w:val="009465B3"/>
    <w:rsid w:val="009526A7"/>
    <w:rsid w:val="00953FE5"/>
    <w:rsid w:val="00957AE3"/>
    <w:rsid w:val="00977DAC"/>
    <w:rsid w:val="00984807"/>
    <w:rsid w:val="00984AE7"/>
    <w:rsid w:val="00984FB8"/>
    <w:rsid w:val="00985A59"/>
    <w:rsid w:val="00992B03"/>
    <w:rsid w:val="009A1BFB"/>
    <w:rsid w:val="009A1D10"/>
    <w:rsid w:val="009A7505"/>
    <w:rsid w:val="009B3192"/>
    <w:rsid w:val="009B6C62"/>
    <w:rsid w:val="009B71A1"/>
    <w:rsid w:val="009C283B"/>
    <w:rsid w:val="009C4EBD"/>
    <w:rsid w:val="009D3DD7"/>
    <w:rsid w:val="009D6A66"/>
    <w:rsid w:val="009E0233"/>
    <w:rsid w:val="009E1FE1"/>
    <w:rsid w:val="009E2820"/>
    <w:rsid w:val="009E5196"/>
    <w:rsid w:val="009F2B94"/>
    <w:rsid w:val="009F50F2"/>
    <w:rsid w:val="00A02886"/>
    <w:rsid w:val="00A02AD2"/>
    <w:rsid w:val="00A075B3"/>
    <w:rsid w:val="00A13A54"/>
    <w:rsid w:val="00A15C71"/>
    <w:rsid w:val="00A20A26"/>
    <w:rsid w:val="00A27392"/>
    <w:rsid w:val="00A32BF0"/>
    <w:rsid w:val="00A33D04"/>
    <w:rsid w:val="00A44029"/>
    <w:rsid w:val="00A4690F"/>
    <w:rsid w:val="00A52D14"/>
    <w:rsid w:val="00A545E1"/>
    <w:rsid w:val="00A55C81"/>
    <w:rsid w:val="00A575FB"/>
    <w:rsid w:val="00A64730"/>
    <w:rsid w:val="00A748E8"/>
    <w:rsid w:val="00A8022E"/>
    <w:rsid w:val="00A81E29"/>
    <w:rsid w:val="00A91B97"/>
    <w:rsid w:val="00A92E82"/>
    <w:rsid w:val="00A97EE4"/>
    <w:rsid w:val="00AA0A1B"/>
    <w:rsid w:val="00AA7416"/>
    <w:rsid w:val="00AB588A"/>
    <w:rsid w:val="00AC2D9D"/>
    <w:rsid w:val="00AC4D2A"/>
    <w:rsid w:val="00AC6E32"/>
    <w:rsid w:val="00AD3244"/>
    <w:rsid w:val="00AD440B"/>
    <w:rsid w:val="00AD6779"/>
    <w:rsid w:val="00AD677D"/>
    <w:rsid w:val="00AE3929"/>
    <w:rsid w:val="00AE4A57"/>
    <w:rsid w:val="00AE7431"/>
    <w:rsid w:val="00AF5108"/>
    <w:rsid w:val="00AF5E5A"/>
    <w:rsid w:val="00B05AC4"/>
    <w:rsid w:val="00B13711"/>
    <w:rsid w:val="00B3618A"/>
    <w:rsid w:val="00B521D1"/>
    <w:rsid w:val="00B54625"/>
    <w:rsid w:val="00B62FBC"/>
    <w:rsid w:val="00B653A8"/>
    <w:rsid w:val="00B65B59"/>
    <w:rsid w:val="00B74BBF"/>
    <w:rsid w:val="00B9287D"/>
    <w:rsid w:val="00B93E2A"/>
    <w:rsid w:val="00B94119"/>
    <w:rsid w:val="00B97E33"/>
    <w:rsid w:val="00BA5817"/>
    <w:rsid w:val="00BA6F23"/>
    <w:rsid w:val="00BB21F4"/>
    <w:rsid w:val="00BB6240"/>
    <w:rsid w:val="00BC0214"/>
    <w:rsid w:val="00BE0354"/>
    <w:rsid w:val="00BE6314"/>
    <w:rsid w:val="00BE7214"/>
    <w:rsid w:val="00BF038D"/>
    <w:rsid w:val="00BF199D"/>
    <w:rsid w:val="00BF71FC"/>
    <w:rsid w:val="00C001F0"/>
    <w:rsid w:val="00C010A3"/>
    <w:rsid w:val="00C0500A"/>
    <w:rsid w:val="00C072EB"/>
    <w:rsid w:val="00C35B45"/>
    <w:rsid w:val="00C368C0"/>
    <w:rsid w:val="00C40433"/>
    <w:rsid w:val="00C404B5"/>
    <w:rsid w:val="00C43218"/>
    <w:rsid w:val="00C4522D"/>
    <w:rsid w:val="00C52614"/>
    <w:rsid w:val="00C633ED"/>
    <w:rsid w:val="00C64382"/>
    <w:rsid w:val="00C74DED"/>
    <w:rsid w:val="00C76871"/>
    <w:rsid w:val="00C81ADF"/>
    <w:rsid w:val="00C84665"/>
    <w:rsid w:val="00C91080"/>
    <w:rsid w:val="00C93476"/>
    <w:rsid w:val="00C954E5"/>
    <w:rsid w:val="00C96C12"/>
    <w:rsid w:val="00C97090"/>
    <w:rsid w:val="00CA1955"/>
    <w:rsid w:val="00CB0115"/>
    <w:rsid w:val="00CB2EB3"/>
    <w:rsid w:val="00CB47C7"/>
    <w:rsid w:val="00CB776E"/>
    <w:rsid w:val="00CC29A7"/>
    <w:rsid w:val="00CC3F29"/>
    <w:rsid w:val="00CC54DA"/>
    <w:rsid w:val="00CD1D69"/>
    <w:rsid w:val="00CD233D"/>
    <w:rsid w:val="00CD2CAC"/>
    <w:rsid w:val="00CD2CCC"/>
    <w:rsid w:val="00CD40DD"/>
    <w:rsid w:val="00CE2A16"/>
    <w:rsid w:val="00CE7811"/>
    <w:rsid w:val="00CF01B8"/>
    <w:rsid w:val="00CF1B8D"/>
    <w:rsid w:val="00CF75DC"/>
    <w:rsid w:val="00CF79A8"/>
    <w:rsid w:val="00D07117"/>
    <w:rsid w:val="00D10663"/>
    <w:rsid w:val="00D20AA4"/>
    <w:rsid w:val="00D2203E"/>
    <w:rsid w:val="00D27C4E"/>
    <w:rsid w:val="00D3076E"/>
    <w:rsid w:val="00D366A3"/>
    <w:rsid w:val="00D4488B"/>
    <w:rsid w:val="00D46BF7"/>
    <w:rsid w:val="00D46E56"/>
    <w:rsid w:val="00D64117"/>
    <w:rsid w:val="00D77254"/>
    <w:rsid w:val="00D82476"/>
    <w:rsid w:val="00D846D9"/>
    <w:rsid w:val="00D96447"/>
    <w:rsid w:val="00D979FB"/>
    <w:rsid w:val="00DB1DE9"/>
    <w:rsid w:val="00DC1E24"/>
    <w:rsid w:val="00DC3B01"/>
    <w:rsid w:val="00DC3E0F"/>
    <w:rsid w:val="00DD6C39"/>
    <w:rsid w:val="00DE4038"/>
    <w:rsid w:val="00DE7AE3"/>
    <w:rsid w:val="00DF069C"/>
    <w:rsid w:val="00DF089F"/>
    <w:rsid w:val="00DF2F88"/>
    <w:rsid w:val="00DF6FE6"/>
    <w:rsid w:val="00E11512"/>
    <w:rsid w:val="00E31586"/>
    <w:rsid w:val="00E438BA"/>
    <w:rsid w:val="00E451E0"/>
    <w:rsid w:val="00E455C2"/>
    <w:rsid w:val="00E47EE2"/>
    <w:rsid w:val="00E505ED"/>
    <w:rsid w:val="00E52BCD"/>
    <w:rsid w:val="00E53FB8"/>
    <w:rsid w:val="00E55799"/>
    <w:rsid w:val="00E56EC2"/>
    <w:rsid w:val="00E64063"/>
    <w:rsid w:val="00E6669B"/>
    <w:rsid w:val="00E67542"/>
    <w:rsid w:val="00E74DF1"/>
    <w:rsid w:val="00E77FC4"/>
    <w:rsid w:val="00E83D61"/>
    <w:rsid w:val="00E94735"/>
    <w:rsid w:val="00E97E9F"/>
    <w:rsid w:val="00EA488B"/>
    <w:rsid w:val="00EA5BC8"/>
    <w:rsid w:val="00EA7F0A"/>
    <w:rsid w:val="00EB2810"/>
    <w:rsid w:val="00EC6A7D"/>
    <w:rsid w:val="00ED1984"/>
    <w:rsid w:val="00ED238D"/>
    <w:rsid w:val="00EE115A"/>
    <w:rsid w:val="00EE2E29"/>
    <w:rsid w:val="00EE40FC"/>
    <w:rsid w:val="00EE4351"/>
    <w:rsid w:val="00EE45F6"/>
    <w:rsid w:val="00EF0EC3"/>
    <w:rsid w:val="00EF2A61"/>
    <w:rsid w:val="00EF3E44"/>
    <w:rsid w:val="00EF628F"/>
    <w:rsid w:val="00F04095"/>
    <w:rsid w:val="00F04FFB"/>
    <w:rsid w:val="00F20FFF"/>
    <w:rsid w:val="00F22C2C"/>
    <w:rsid w:val="00F24E27"/>
    <w:rsid w:val="00F31DE9"/>
    <w:rsid w:val="00F371A3"/>
    <w:rsid w:val="00F4175E"/>
    <w:rsid w:val="00F42366"/>
    <w:rsid w:val="00F4391C"/>
    <w:rsid w:val="00F44020"/>
    <w:rsid w:val="00F44D36"/>
    <w:rsid w:val="00F4793B"/>
    <w:rsid w:val="00F54354"/>
    <w:rsid w:val="00F60FD8"/>
    <w:rsid w:val="00F61154"/>
    <w:rsid w:val="00F64414"/>
    <w:rsid w:val="00F70C07"/>
    <w:rsid w:val="00F72403"/>
    <w:rsid w:val="00F80E13"/>
    <w:rsid w:val="00F80FCC"/>
    <w:rsid w:val="00F87DB0"/>
    <w:rsid w:val="00F936DD"/>
    <w:rsid w:val="00F946CC"/>
    <w:rsid w:val="00F96793"/>
    <w:rsid w:val="00FA4D7E"/>
    <w:rsid w:val="00FA7120"/>
    <w:rsid w:val="00FC2856"/>
    <w:rsid w:val="00FC3412"/>
    <w:rsid w:val="00FC69E2"/>
    <w:rsid w:val="00FD780E"/>
    <w:rsid w:val="00FD7914"/>
    <w:rsid w:val="00FE3AB7"/>
    <w:rsid w:val="00FE7C5C"/>
    <w:rsid w:val="00FF13FD"/>
    <w:rsid w:val="00FF37D7"/>
    <w:rsid w:val="00FF4B1D"/>
    <w:rsid w:val="00FF67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005a00"/>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paragraph" w:styleId="1">
    <w:name w:val="heading 1"/>
    <w:basedOn w:val="a"/>
    <w:next w:val="a"/>
    <w:link w:val="10"/>
    <w:qFormat/>
    <w:rsid w:val="00E55799"/>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semiHidden/>
    <w:unhideWhenUsed/>
    <w:qFormat/>
    <w:rsid w:val="00502EF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8E7A28"/>
    <w:pPr>
      <w:keepNext/>
      <w:tabs>
        <w:tab w:val="num" w:pos="0"/>
        <w:tab w:val="left" w:pos="1260"/>
        <w:tab w:val="num" w:pos="2340"/>
      </w:tabs>
      <w:spacing w:after="120" w:line="276" w:lineRule="auto"/>
      <w:jc w:val="both"/>
      <w:outlineLvl w:val="2"/>
    </w:pPr>
    <w:rPr>
      <w:rFonts w:eastAsia="Calibri"/>
      <w:i/>
      <w:iCs/>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B6240"/>
    <w:rPr>
      <w:color w:val="0000FF"/>
      <w:u w:val="single"/>
    </w:rPr>
  </w:style>
  <w:style w:type="paragraph" w:styleId="a4">
    <w:name w:val="List Paragraph"/>
    <w:basedOn w:val="a"/>
    <w:uiPriority w:val="34"/>
    <w:qFormat/>
    <w:rsid w:val="008841C2"/>
    <w:pPr>
      <w:spacing w:after="200" w:line="276" w:lineRule="auto"/>
      <w:ind w:left="720"/>
      <w:contextualSpacing/>
    </w:pPr>
    <w:rPr>
      <w:rFonts w:ascii="Calibri" w:eastAsia="Calibri" w:hAnsi="Calibri"/>
      <w:sz w:val="22"/>
      <w:szCs w:val="22"/>
      <w:lang w:eastAsia="en-US"/>
    </w:rPr>
  </w:style>
  <w:style w:type="table" w:styleId="a5">
    <w:name w:val="Table Grid"/>
    <w:basedOn w:val="a1"/>
    <w:rsid w:val="004C3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FA4D7E"/>
    <w:pPr>
      <w:tabs>
        <w:tab w:val="center" w:pos="4677"/>
        <w:tab w:val="right" w:pos="9355"/>
      </w:tabs>
    </w:pPr>
  </w:style>
  <w:style w:type="character" w:customStyle="1" w:styleId="a7">
    <w:name w:val="Верхний колонтитул Знак"/>
    <w:basedOn w:val="a0"/>
    <w:link w:val="a6"/>
    <w:rsid w:val="00FA4D7E"/>
    <w:rPr>
      <w:sz w:val="24"/>
      <w:szCs w:val="24"/>
    </w:rPr>
  </w:style>
  <w:style w:type="paragraph" w:styleId="a8">
    <w:name w:val="footer"/>
    <w:basedOn w:val="a"/>
    <w:link w:val="a9"/>
    <w:uiPriority w:val="99"/>
    <w:rsid w:val="00FA4D7E"/>
    <w:pPr>
      <w:tabs>
        <w:tab w:val="center" w:pos="4677"/>
        <w:tab w:val="right" w:pos="9355"/>
      </w:tabs>
    </w:pPr>
  </w:style>
  <w:style w:type="character" w:customStyle="1" w:styleId="a9">
    <w:name w:val="Нижний колонтитул Знак"/>
    <w:basedOn w:val="a0"/>
    <w:link w:val="a8"/>
    <w:uiPriority w:val="99"/>
    <w:rsid w:val="00FA4D7E"/>
    <w:rPr>
      <w:sz w:val="24"/>
      <w:szCs w:val="24"/>
    </w:rPr>
  </w:style>
  <w:style w:type="paragraph" w:customStyle="1" w:styleId="2909F619802848F09E01365C32F34654">
    <w:name w:val="2909F619802848F09E01365C32F34654"/>
    <w:rsid w:val="00FA4D7E"/>
    <w:pPr>
      <w:spacing w:after="200" w:line="276" w:lineRule="auto"/>
    </w:pPr>
    <w:rPr>
      <w:rFonts w:asciiTheme="minorHAnsi" w:eastAsiaTheme="minorEastAsia" w:hAnsiTheme="minorHAnsi" w:cstheme="minorBidi"/>
      <w:sz w:val="22"/>
      <w:szCs w:val="22"/>
    </w:rPr>
  </w:style>
  <w:style w:type="paragraph" w:styleId="aa">
    <w:name w:val="Balloon Text"/>
    <w:basedOn w:val="a"/>
    <w:link w:val="ab"/>
    <w:rsid w:val="00FA4D7E"/>
    <w:rPr>
      <w:rFonts w:ascii="Tahoma" w:hAnsi="Tahoma" w:cs="Tahoma"/>
      <w:sz w:val="16"/>
      <w:szCs w:val="16"/>
    </w:rPr>
  </w:style>
  <w:style w:type="character" w:customStyle="1" w:styleId="ab">
    <w:name w:val="Текст выноски Знак"/>
    <w:basedOn w:val="a0"/>
    <w:link w:val="aa"/>
    <w:rsid w:val="00FA4D7E"/>
    <w:rPr>
      <w:rFonts w:ascii="Tahoma" w:hAnsi="Tahoma" w:cs="Tahoma"/>
      <w:sz w:val="16"/>
      <w:szCs w:val="16"/>
    </w:rPr>
  </w:style>
  <w:style w:type="character" w:customStyle="1" w:styleId="30">
    <w:name w:val="Заголовок 3 Знак"/>
    <w:basedOn w:val="a0"/>
    <w:link w:val="3"/>
    <w:rsid w:val="008E7A28"/>
    <w:rPr>
      <w:rFonts w:eastAsia="Calibri"/>
      <w:i/>
      <w:iCs/>
      <w:sz w:val="24"/>
      <w:szCs w:val="24"/>
      <w:lang w:val="uk-UA" w:eastAsia="en-US"/>
    </w:rPr>
  </w:style>
  <w:style w:type="character" w:customStyle="1" w:styleId="20">
    <w:name w:val="Заголовок 2 Знак"/>
    <w:basedOn w:val="a0"/>
    <w:link w:val="2"/>
    <w:semiHidden/>
    <w:rsid w:val="00502EFB"/>
    <w:rPr>
      <w:rFonts w:asciiTheme="majorHAnsi" w:eastAsiaTheme="majorEastAsia" w:hAnsiTheme="majorHAnsi" w:cstheme="majorBidi"/>
      <w:b/>
      <w:bCs/>
      <w:color w:val="4F81BD" w:themeColor="accent1"/>
      <w:sz w:val="26"/>
      <w:szCs w:val="26"/>
    </w:rPr>
  </w:style>
  <w:style w:type="character" w:styleId="ac">
    <w:name w:val="Strong"/>
    <w:basedOn w:val="a0"/>
    <w:uiPriority w:val="22"/>
    <w:qFormat/>
    <w:rsid w:val="00FF37D7"/>
    <w:rPr>
      <w:b/>
      <w:bCs/>
    </w:rPr>
  </w:style>
  <w:style w:type="character" w:styleId="ad">
    <w:name w:val="Emphasis"/>
    <w:basedOn w:val="a0"/>
    <w:uiPriority w:val="20"/>
    <w:qFormat/>
    <w:rsid w:val="00A44029"/>
    <w:rPr>
      <w:i/>
      <w:iCs/>
    </w:rPr>
  </w:style>
  <w:style w:type="character" w:customStyle="1" w:styleId="10">
    <w:name w:val="Заголовок 1 Знак"/>
    <w:basedOn w:val="a0"/>
    <w:link w:val="1"/>
    <w:rsid w:val="00E55799"/>
    <w:rPr>
      <w:rFonts w:asciiTheme="majorHAnsi" w:eastAsiaTheme="majorEastAsia" w:hAnsiTheme="majorHAnsi" w:cstheme="majorBidi"/>
      <w:b/>
      <w:bCs/>
      <w:color w:val="365F91" w:themeColor="accent1" w:themeShade="BF"/>
      <w:sz w:val="28"/>
      <w:szCs w:val="28"/>
    </w:rPr>
  </w:style>
  <w:style w:type="paragraph" w:styleId="ae">
    <w:name w:val="Normal (Web)"/>
    <w:basedOn w:val="a"/>
    <w:uiPriority w:val="99"/>
    <w:semiHidden/>
    <w:unhideWhenUsed/>
    <w:rsid w:val="00410442"/>
    <w:pPr>
      <w:spacing w:before="100" w:beforeAutospacing="1" w:after="100" w:afterAutospacing="1"/>
    </w:pPr>
    <w:rPr>
      <w:rFonts w:eastAsiaTheme="minorEastAsi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8198101">
      <w:bodyDiv w:val="1"/>
      <w:marLeft w:val="0"/>
      <w:marRight w:val="0"/>
      <w:marTop w:val="0"/>
      <w:marBottom w:val="0"/>
      <w:divBdr>
        <w:top w:val="none" w:sz="0" w:space="0" w:color="auto"/>
        <w:left w:val="none" w:sz="0" w:space="0" w:color="auto"/>
        <w:bottom w:val="none" w:sz="0" w:space="0" w:color="auto"/>
        <w:right w:val="none" w:sz="0" w:space="0" w:color="auto"/>
      </w:divBdr>
    </w:div>
    <w:div w:id="232476419">
      <w:bodyDiv w:val="1"/>
      <w:marLeft w:val="0"/>
      <w:marRight w:val="0"/>
      <w:marTop w:val="0"/>
      <w:marBottom w:val="0"/>
      <w:divBdr>
        <w:top w:val="none" w:sz="0" w:space="0" w:color="auto"/>
        <w:left w:val="none" w:sz="0" w:space="0" w:color="auto"/>
        <w:bottom w:val="none" w:sz="0" w:space="0" w:color="auto"/>
        <w:right w:val="none" w:sz="0" w:space="0" w:color="auto"/>
      </w:divBdr>
      <w:divsChild>
        <w:div w:id="363988867">
          <w:marLeft w:val="0"/>
          <w:marRight w:val="0"/>
          <w:marTop w:val="0"/>
          <w:marBottom w:val="0"/>
          <w:divBdr>
            <w:top w:val="none" w:sz="0" w:space="0" w:color="auto"/>
            <w:left w:val="none" w:sz="0" w:space="0" w:color="auto"/>
            <w:bottom w:val="none" w:sz="0" w:space="0" w:color="auto"/>
            <w:right w:val="none" w:sz="0" w:space="0" w:color="auto"/>
          </w:divBdr>
        </w:div>
        <w:div w:id="1192887708">
          <w:marLeft w:val="0"/>
          <w:marRight w:val="0"/>
          <w:marTop w:val="0"/>
          <w:marBottom w:val="0"/>
          <w:divBdr>
            <w:top w:val="none" w:sz="0" w:space="0" w:color="auto"/>
            <w:left w:val="none" w:sz="0" w:space="0" w:color="auto"/>
            <w:bottom w:val="none" w:sz="0" w:space="0" w:color="auto"/>
            <w:right w:val="none" w:sz="0" w:space="0" w:color="auto"/>
          </w:divBdr>
        </w:div>
        <w:div w:id="928779459">
          <w:marLeft w:val="0"/>
          <w:marRight w:val="0"/>
          <w:marTop w:val="0"/>
          <w:marBottom w:val="0"/>
          <w:divBdr>
            <w:top w:val="none" w:sz="0" w:space="0" w:color="auto"/>
            <w:left w:val="none" w:sz="0" w:space="0" w:color="auto"/>
            <w:bottom w:val="none" w:sz="0" w:space="0" w:color="auto"/>
            <w:right w:val="none" w:sz="0" w:space="0" w:color="auto"/>
          </w:divBdr>
          <w:divsChild>
            <w:div w:id="1245727888">
              <w:marLeft w:val="0"/>
              <w:marRight w:val="0"/>
              <w:marTop w:val="0"/>
              <w:marBottom w:val="0"/>
              <w:divBdr>
                <w:top w:val="none" w:sz="0" w:space="0" w:color="auto"/>
                <w:left w:val="none" w:sz="0" w:space="0" w:color="auto"/>
                <w:bottom w:val="none" w:sz="0" w:space="0" w:color="auto"/>
                <w:right w:val="none" w:sz="0" w:space="0" w:color="auto"/>
              </w:divBdr>
            </w:div>
            <w:div w:id="1352295688">
              <w:marLeft w:val="0"/>
              <w:marRight w:val="0"/>
              <w:marTop w:val="0"/>
              <w:marBottom w:val="0"/>
              <w:divBdr>
                <w:top w:val="none" w:sz="0" w:space="0" w:color="auto"/>
                <w:left w:val="none" w:sz="0" w:space="0" w:color="auto"/>
                <w:bottom w:val="none" w:sz="0" w:space="0" w:color="auto"/>
                <w:right w:val="none" w:sz="0" w:space="0" w:color="auto"/>
              </w:divBdr>
            </w:div>
            <w:div w:id="363405494">
              <w:marLeft w:val="0"/>
              <w:marRight w:val="0"/>
              <w:marTop w:val="0"/>
              <w:marBottom w:val="0"/>
              <w:divBdr>
                <w:top w:val="none" w:sz="0" w:space="0" w:color="auto"/>
                <w:left w:val="none" w:sz="0" w:space="0" w:color="auto"/>
                <w:bottom w:val="none" w:sz="0" w:space="0" w:color="auto"/>
                <w:right w:val="none" w:sz="0" w:space="0" w:color="auto"/>
              </w:divBdr>
            </w:div>
            <w:div w:id="17495749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5764405">
      <w:bodyDiv w:val="1"/>
      <w:marLeft w:val="0"/>
      <w:marRight w:val="0"/>
      <w:marTop w:val="0"/>
      <w:marBottom w:val="0"/>
      <w:divBdr>
        <w:top w:val="none" w:sz="0" w:space="0" w:color="auto"/>
        <w:left w:val="none" w:sz="0" w:space="0" w:color="auto"/>
        <w:bottom w:val="none" w:sz="0" w:space="0" w:color="auto"/>
        <w:right w:val="none" w:sz="0" w:space="0" w:color="auto"/>
      </w:divBdr>
    </w:div>
    <w:div w:id="458303100">
      <w:bodyDiv w:val="1"/>
      <w:marLeft w:val="0"/>
      <w:marRight w:val="0"/>
      <w:marTop w:val="0"/>
      <w:marBottom w:val="0"/>
      <w:divBdr>
        <w:top w:val="none" w:sz="0" w:space="0" w:color="auto"/>
        <w:left w:val="none" w:sz="0" w:space="0" w:color="auto"/>
        <w:bottom w:val="none" w:sz="0" w:space="0" w:color="auto"/>
        <w:right w:val="none" w:sz="0" w:space="0" w:color="auto"/>
      </w:divBdr>
    </w:div>
    <w:div w:id="493188290">
      <w:bodyDiv w:val="1"/>
      <w:marLeft w:val="0"/>
      <w:marRight w:val="0"/>
      <w:marTop w:val="0"/>
      <w:marBottom w:val="0"/>
      <w:divBdr>
        <w:top w:val="none" w:sz="0" w:space="0" w:color="auto"/>
        <w:left w:val="none" w:sz="0" w:space="0" w:color="auto"/>
        <w:bottom w:val="none" w:sz="0" w:space="0" w:color="auto"/>
        <w:right w:val="none" w:sz="0" w:space="0" w:color="auto"/>
      </w:divBdr>
    </w:div>
    <w:div w:id="496118095">
      <w:bodyDiv w:val="1"/>
      <w:marLeft w:val="0"/>
      <w:marRight w:val="0"/>
      <w:marTop w:val="0"/>
      <w:marBottom w:val="0"/>
      <w:divBdr>
        <w:top w:val="none" w:sz="0" w:space="0" w:color="auto"/>
        <w:left w:val="none" w:sz="0" w:space="0" w:color="auto"/>
        <w:bottom w:val="none" w:sz="0" w:space="0" w:color="auto"/>
        <w:right w:val="none" w:sz="0" w:space="0" w:color="auto"/>
      </w:divBdr>
    </w:div>
    <w:div w:id="524291330">
      <w:bodyDiv w:val="1"/>
      <w:marLeft w:val="0"/>
      <w:marRight w:val="0"/>
      <w:marTop w:val="0"/>
      <w:marBottom w:val="0"/>
      <w:divBdr>
        <w:top w:val="none" w:sz="0" w:space="0" w:color="auto"/>
        <w:left w:val="none" w:sz="0" w:space="0" w:color="auto"/>
        <w:bottom w:val="none" w:sz="0" w:space="0" w:color="auto"/>
        <w:right w:val="none" w:sz="0" w:space="0" w:color="auto"/>
      </w:divBdr>
    </w:div>
    <w:div w:id="676924168">
      <w:bodyDiv w:val="1"/>
      <w:marLeft w:val="0"/>
      <w:marRight w:val="0"/>
      <w:marTop w:val="0"/>
      <w:marBottom w:val="0"/>
      <w:divBdr>
        <w:top w:val="none" w:sz="0" w:space="0" w:color="auto"/>
        <w:left w:val="none" w:sz="0" w:space="0" w:color="auto"/>
        <w:bottom w:val="none" w:sz="0" w:space="0" w:color="auto"/>
        <w:right w:val="none" w:sz="0" w:space="0" w:color="auto"/>
      </w:divBdr>
    </w:div>
    <w:div w:id="690422880">
      <w:bodyDiv w:val="1"/>
      <w:marLeft w:val="0"/>
      <w:marRight w:val="0"/>
      <w:marTop w:val="0"/>
      <w:marBottom w:val="0"/>
      <w:divBdr>
        <w:top w:val="none" w:sz="0" w:space="0" w:color="auto"/>
        <w:left w:val="none" w:sz="0" w:space="0" w:color="auto"/>
        <w:bottom w:val="none" w:sz="0" w:space="0" w:color="auto"/>
        <w:right w:val="none" w:sz="0" w:space="0" w:color="auto"/>
      </w:divBdr>
    </w:div>
    <w:div w:id="737093643">
      <w:bodyDiv w:val="1"/>
      <w:marLeft w:val="0"/>
      <w:marRight w:val="0"/>
      <w:marTop w:val="0"/>
      <w:marBottom w:val="0"/>
      <w:divBdr>
        <w:top w:val="none" w:sz="0" w:space="0" w:color="auto"/>
        <w:left w:val="none" w:sz="0" w:space="0" w:color="auto"/>
        <w:bottom w:val="none" w:sz="0" w:space="0" w:color="auto"/>
        <w:right w:val="none" w:sz="0" w:space="0" w:color="auto"/>
      </w:divBdr>
    </w:div>
    <w:div w:id="902446844">
      <w:bodyDiv w:val="1"/>
      <w:marLeft w:val="0"/>
      <w:marRight w:val="0"/>
      <w:marTop w:val="0"/>
      <w:marBottom w:val="0"/>
      <w:divBdr>
        <w:top w:val="none" w:sz="0" w:space="0" w:color="auto"/>
        <w:left w:val="none" w:sz="0" w:space="0" w:color="auto"/>
        <w:bottom w:val="none" w:sz="0" w:space="0" w:color="auto"/>
        <w:right w:val="none" w:sz="0" w:space="0" w:color="auto"/>
      </w:divBdr>
    </w:div>
    <w:div w:id="969016509">
      <w:bodyDiv w:val="1"/>
      <w:marLeft w:val="0"/>
      <w:marRight w:val="0"/>
      <w:marTop w:val="0"/>
      <w:marBottom w:val="0"/>
      <w:divBdr>
        <w:top w:val="none" w:sz="0" w:space="0" w:color="auto"/>
        <w:left w:val="none" w:sz="0" w:space="0" w:color="auto"/>
        <w:bottom w:val="none" w:sz="0" w:space="0" w:color="auto"/>
        <w:right w:val="none" w:sz="0" w:space="0" w:color="auto"/>
      </w:divBdr>
    </w:div>
    <w:div w:id="1188788124">
      <w:bodyDiv w:val="1"/>
      <w:marLeft w:val="0"/>
      <w:marRight w:val="0"/>
      <w:marTop w:val="0"/>
      <w:marBottom w:val="0"/>
      <w:divBdr>
        <w:top w:val="none" w:sz="0" w:space="0" w:color="auto"/>
        <w:left w:val="none" w:sz="0" w:space="0" w:color="auto"/>
        <w:bottom w:val="none" w:sz="0" w:space="0" w:color="auto"/>
        <w:right w:val="none" w:sz="0" w:space="0" w:color="auto"/>
      </w:divBdr>
    </w:div>
    <w:div w:id="1262374090">
      <w:bodyDiv w:val="1"/>
      <w:marLeft w:val="0"/>
      <w:marRight w:val="0"/>
      <w:marTop w:val="0"/>
      <w:marBottom w:val="0"/>
      <w:divBdr>
        <w:top w:val="none" w:sz="0" w:space="0" w:color="auto"/>
        <w:left w:val="none" w:sz="0" w:space="0" w:color="auto"/>
        <w:bottom w:val="none" w:sz="0" w:space="0" w:color="auto"/>
        <w:right w:val="none" w:sz="0" w:space="0" w:color="auto"/>
      </w:divBdr>
    </w:div>
    <w:div w:id="1299453373">
      <w:bodyDiv w:val="1"/>
      <w:marLeft w:val="0"/>
      <w:marRight w:val="0"/>
      <w:marTop w:val="0"/>
      <w:marBottom w:val="0"/>
      <w:divBdr>
        <w:top w:val="none" w:sz="0" w:space="0" w:color="auto"/>
        <w:left w:val="none" w:sz="0" w:space="0" w:color="auto"/>
        <w:bottom w:val="none" w:sz="0" w:space="0" w:color="auto"/>
        <w:right w:val="none" w:sz="0" w:space="0" w:color="auto"/>
      </w:divBdr>
    </w:div>
    <w:div w:id="1483236307">
      <w:bodyDiv w:val="1"/>
      <w:marLeft w:val="0"/>
      <w:marRight w:val="0"/>
      <w:marTop w:val="0"/>
      <w:marBottom w:val="0"/>
      <w:divBdr>
        <w:top w:val="none" w:sz="0" w:space="0" w:color="auto"/>
        <w:left w:val="none" w:sz="0" w:space="0" w:color="auto"/>
        <w:bottom w:val="none" w:sz="0" w:space="0" w:color="auto"/>
        <w:right w:val="none" w:sz="0" w:space="0" w:color="auto"/>
      </w:divBdr>
    </w:div>
    <w:div w:id="1526019872">
      <w:bodyDiv w:val="1"/>
      <w:marLeft w:val="0"/>
      <w:marRight w:val="0"/>
      <w:marTop w:val="0"/>
      <w:marBottom w:val="0"/>
      <w:divBdr>
        <w:top w:val="none" w:sz="0" w:space="0" w:color="auto"/>
        <w:left w:val="none" w:sz="0" w:space="0" w:color="auto"/>
        <w:bottom w:val="none" w:sz="0" w:space="0" w:color="auto"/>
        <w:right w:val="none" w:sz="0" w:space="0" w:color="auto"/>
      </w:divBdr>
    </w:div>
    <w:div w:id="1526478008">
      <w:bodyDiv w:val="1"/>
      <w:marLeft w:val="0"/>
      <w:marRight w:val="0"/>
      <w:marTop w:val="0"/>
      <w:marBottom w:val="0"/>
      <w:divBdr>
        <w:top w:val="none" w:sz="0" w:space="0" w:color="auto"/>
        <w:left w:val="none" w:sz="0" w:space="0" w:color="auto"/>
        <w:bottom w:val="none" w:sz="0" w:space="0" w:color="auto"/>
        <w:right w:val="none" w:sz="0" w:space="0" w:color="auto"/>
      </w:divBdr>
    </w:div>
    <w:div w:id="1720392917">
      <w:bodyDiv w:val="1"/>
      <w:marLeft w:val="0"/>
      <w:marRight w:val="0"/>
      <w:marTop w:val="0"/>
      <w:marBottom w:val="0"/>
      <w:divBdr>
        <w:top w:val="none" w:sz="0" w:space="0" w:color="auto"/>
        <w:left w:val="none" w:sz="0" w:space="0" w:color="auto"/>
        <w:bottom w:val="none" w:sz="0" w:space="0" w:color="auto"/>
        <w:right w:val="none" w:sz="0" w:space="0" w:color="auto"/>
      </w:divBdr>
    </w:div>
    <w:div w:id="1734623207">
      <w:bodyDiv w:val="1"/>
      <w:marLeft w:val="0"/>
      <w:marRight w:val="0"/>
      <w:marTop w:val="0"/>
      <w:marBottom w:val="0"/>
      <w:divBdr>
        <w:top w:val="none" w:sz="0" w:space="0" w:color="auto"/>
        <w:left w:val="none" w:sz="0" w:space="0" w:color="auto"/>
        <w:bottom w:val="none" w:sz="0" w:space="0" w:color="auto"/>
        <w:right w:val="none" w:sz="0" w:space="0" w:color="auto"/>
      </w:divBdr>
    </w:div>
    <w:div w:id="1812749823">
      <w:bodyDiv w:val="1"/>
      <w:marLeft w:val="0"/>
      <w:marRight w:val="0"/>
      <w:marTop w:val="0"/>
      <w:marBottom w:val="0"/>
      <w:divBdr>
        <w:top w:val="none" w:sz="0" w:space="0" w:color="auto"/>
        <w:left w:val="none" w:sz="0" w:space="0" w:color="auto"/>
        <w:bottom w:val="none" w:sz="0" w:space="0" w:color="auto"/>
        <w:right w:val="none" w:sz="0" w:space="0" w:color="auto"/>
      </w:divBdr>
    </w:div>
    <w:div w:id="1944418180">
      <w:bodyDiv w:val="1"/>
      <w:marLeft w:val="0"/>
      <w:marRight w:val="0"/>
      <w:marTop w:val="0"/>
      <w:marBottom w:val="0"/>
      <w:divBdr>
        <w:top w:val="none" w:sz="0" w:space="0" w:color="auto"/>
        <w:left w:val="none" w:sz="0" w:space="0" w:color="auto"/>
        <w:bottom w:val="none" w:sz="0" w:space="0" w:color="auto"/>
        <w:right w:val="none" w:sz="0" w:space="0" w:color="auto"/>
      </w:divBdr>
    </w:div>
    <w:div w:id="2034763223">
      <w:bodyDiv w:val="1"/>
      <w:marLeft w:val="0"/>
      <w:marRight w:val="0"/>
      <w:marTop w:val="0"/>
      <w:marBottom w:val="0"/>
      <w:divBdr>
        <w:top w:val="none" w:sz="0" w:space="0" w:color="auto"/>
        <w:left w:val="none" w:sz="0" w:space="0" w:color="auto"/>
        <w:bottom w:val="none" w:sz="0" w:space="0" w:color="auto"/>
        <w:right w:val="none" w:sz="0" w:space="0" w:color="auto"/>
      </w:divBdr>
    </w:div>
    <w:div w:id="2061394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tender@rokada.org.ua"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khrulenko@rokada.org.ua"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rokada.org.ua/zakupki/"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dmin\Application%20Data\Microsoft\&#1064;&#1072;&#1073;&#1083;&#1086;&#1085;&#1099;\Rokada\ROKADA-letter-blank-NEW.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D29992-F821-46F5-84EC-141A16D92F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ROKADA-letter-blank-NEW</Template>
  <TotalTime>222</TotalTime>
  <Pages>2</Pages>
  <Words>594</Words>
  <Characters>3391</Characters>
  <Application>Microsoft Office Word</Application>
  <DocSecurity>0</DocSecurity>
  <Lines>28</Lines>
  <Paragraphs>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"ROKADA"</Company>
  <LinksUpToDate>false</LinksUpToDate>
  <CharactersWithSpaces>3978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Ruslan Privalov</dc:creator>
  <cp:lastModifiedBy>Роман Беляев</cp:lastModifiedBy>
  <cp:revision>142</cp:revision>
  <cp:lastPrinted>2019-01-08T14:20:00Z</cp:lastPrinted>
  <dcterms:created xsi:type="dcterms:W3CDTF">2020-01-08T06:34:00Z</dcterms:created>
  <dcterms:modified xsi:type="dcterms:W3CDTF">2022-01-06T08:54:00Z</dcterms:modified>
</cp:coreProperties>
</file>