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722EBF" w:rsidP="00C76871">
      <w:pPr>
        <w:jc w:val="center"/>
        <w:rPr>
          <w:b/>
          <w:color w:val="006600"/>
          <w:sz w:val="20"/>
          <w:szCs w:val="20"/>
          <w:lang w:val="uk-UA" w:eastAsia="en-US"/>
        </w:rPr>
      </w:pPr>
      <w:r>
        <w:rPr>
          <w:b/>
          <w:color w:val="006600"/>
          <w:sz w:val="20"/>
          <w:szCs w:val="20"/>
          <w:lang w:val="uk-UA" w:eastAsia="en-US"/>
        </w:rPr>
        <w:t>Проект УВКБ ООН № 272</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460025">
        <w:rPr>
          <w:rFonts w:asciiTheme="minorHAnsi" w:hAnsiTheme="minorHAnsi"/>
          <w:b/>
          <w:sz w:val="20"/>
          <w:szCs w:val="20"/>
          <w:shd w:val="clear" w:color="auto" w:fill="FFFFFF"/>
          <w:lang w:val="uk-UA"/>
        </w:rPr>
        <w:t>07</w:t>
      </w:r>
      <w:r w:rsidR="00410442" w:rsidRPr="00F96793">
        <w:rPr>
          <w:rFonts w:asciiTheme="minorHAnsi" w:hAnsiTheme="minorHAnsi"/>
          <w:b/>
          <w:sz w:val="20"/>
          <w:szCs w:val="20"/>
          <w:shd w:val="clear" w:color="auto" w:fill="FFFFFF"/>
          <w:lang w:val="uk-UA"/>
        </w:rPr>
        <w:t>.</w:t>
      </w:r>
      <w:r w:rsidR="00460025">
        <w:rPr>
          <w:rFonts w:asciiTheme="minorHAnsi" w:hAnsiTheme="minorHAnsi"/>
          <w:b/>
          <w:sz w:val="20"/>
          <w:szCs w:val="20"/>
          <w:shd w:val="clear" w:color="auto" w:fill="FFFFFF"/>
          <w:lang w:val="uk-UA"/>
        </w:rPr>
        <w:t>12</w:t>
      </w:r>
      <w:r w:rsidR="006B6070">
        <w:rPr>
          <w:rFonts w:asciiTheme="minorHAnsi" w:hAnsiTheme="minorHAnsi"/>
          <w:b/>
          <w:sz w:val="20"/>
          <w:szCs w:val="20"/>
          <w:shd w:val="clear" w:color="auto" w:fill="FFFFFF"/>
          <w:lang w:val="uk-UA"/>
        </w:rPr>
        <w:t>.2021</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r w:rsidR="00BC7EE8" w:rsidRPr="00071822">
        <w:rPr>
          <w:rFonts w:asciiTheme="minorHAnsi" w:hAnsiTheme="minorHAnsi"/>
          <w:b/>
          <w:sz w:val="21"/>
          <w:szCs w:val="21"/>
          <w:shd w:val="clear" w:color="auto" w:fill="FFFFFF"/>
          <w:lang w:val="uk-UA"/>
        </w:rPr>
        <w:t>Ц</w:t>
      </w:r>
      <w:r w:rsidRPr="00071822">
        <w:rPr>
          <w:rFonts w:asciiTheme="minorHAnsi" w:hAnsiTheme="minorHAnsi"/>
          <w:b/>
          <w:sz w:val="21"/>
          <w:szCs w:val="21"/>
          <w:shd w:val="clear" w:color="auto" w:fill="FFFFFF"/>
          <w:lang w:val="uk-UA"/>
        </w:rPr>
        <w:t xml:space="preserve">ІНОВУ </w:t>
      </w:r>
      <w:r>
        <w:rPr>
          <w:rFonts w:asciiTheme="minorHAnsi" w:hAnsiTheme="minorHAnsi"/>
          <w:b/>
          <w:sz w:val="21"/>
          <w:szCs w:val="21"/>
          <w:shd w:val="clear" w:color="auto" w:fill="FFFFFF"/>
          <w:lang w:val="uk-UA"/>
        </w:rPr>
        <w:t xml:space="preserve">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460025">
        <w:rPr>
          <w:rFonts w:asciiTheme="minorHAnsi" w:hAnsiTheme="minorHAnsi"/>
          <w:b/>
          <w:sz w:val="21"/>
          <w:szCs w:val="21"/>
          <w:shd w:val="clear" w:color="auto" w:fill="FFFFFF"/>
          <w:lang w:val="uk-UA"/>
        </w:rPr>
        <w:t>13</w:t>
      </w:r>
      <w:r w:rsidR="0060144A">
        <w:rPr>
          <w:rFonts w:asciiTheme="minorHAnsi" w:hAnsiTheme="minorHAnsi"/>
          <w:b/>
          <w:sz w:val="21"/>
          <w:szCs w:val="21"/>
          <w:shd w:val="clear" w:color="auto" w:fill="FFFFFF"/>
          <w:lang w:val="uk-UA"/>
        </w:rPr>
        <w:t>_</w:t>
      </w:r>
      <w:r w:rsidR="004E7070">
        <w:rPr>
          <w:rFonts w:asciiTheme="minorHAnsi" w:hAnsiTheme="minorHAnsi"/>
          <w:b/>
          <w:sz w:val="21"/>
          <w:szCs w:val="21"/>
          <w:shd w:val="clear" w:color="auto" w:fill="FFFFFF"/>
          <w:lang w:val="uk-UA"/>
        </w:rPr>
        <w:t>20</w:t>
      </w:r>
      <w:r w:rsidR="006B6070">
        <w:rPr>
          <w:rFonts w:asciiTheme="minorHAnsi" w:hAnsiTheme="minorHAnsi"/>
          <w:b/>
          <w:sz w:val="21"/>
          <w:szCs w:val="21"/>
          <w:shd w:val="clear" w:color="auto" w:fill="FFFFFF"/>
          <w:lang w:val="uk-UA"/>
        </w:rPr>
        <w:t>21</w:t>
      </w:r>
      <w:r w:rsidR="008841C2" w:rsidRPr="00ED238D">
        <w:rPr>
          <w:rFonts w:asciiTheme="minorHAnsi" w:hAnsiTheme="minorHAnsi"/>
          <w:b/>
          <w:sz w:val="21"/>
          <w:szCs w:val="21"/>
          <w:shd w:val="clear" w:color="auto" w:fill="FFFFFF"/>
          <w:lang w:val="uk-UA"/>
        </w:rPr>
        <w:t xml:space="preserve"> </w:t>
      </w:r>
    </w:p>
    <w:p w:rsidR="008841C2" w:rsidRPr="00ED238D" w:rsidRDefault="00AC7A7A"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НА</w:t>
      </w:r>
      <w:r w:rsidR="00460025">
        <w:rPr>
          <w:rFonts w:asciiTheme="minorHAnsi" w:hAnsiTheme="minorHAnsi"/>
          <w:b/>
          <w:sz w:val="21"/>
          <w:szCs w:val="21"/>
          <w:shd w:val="clear" w:color="auto" w:fill="FFFFFF"/>
          <w:lang w:val="uk-UA"/>
        </w:rPr>
        <w:t xml:space="preserve"> ЗАКУПІВЛЮ</w:t>
      </w:r>
      <w:r w:rsidR="00444030">
        <w:rPr>
          <w:rFonts w:asciiTheme="minorHAnsi" w:hAnsiTheme="minorHAnsi"/>
          <w:b/>
          <w:sz w:val="21"/>
          <w:szCs w:val="21"/>
          <w:shd w:val="clear" w:color="auto" w:fill="FFFFFF"/>
          <w:lang w:val="uk-UA"/>
        </w:rPr>
        <w:t xml:space="preserve"> </w:t>
      </w:r>
      <w:r w:rsidR="006B478E">
        <w:rPr>
          <w:rFonts w:asciiTheme="minorHAnsi" w:hAnsiTheme="minorHAnsi"/>
          <w:b/>
          <w:sz w:val="21"/>
          <w:szCs w:val="21"/>
          <w:shd w:val="clear" w:color="auto" w:fill="FFFFFF"/>
          <w:lang w:val="uk-UA"/>
        </w:rPr>
        <w:t>НОУТБУ</w:t>
      </w:r>
      <w:r w:rsidR="001F56C2">
        <w:rPr>
          <w:rFonts w:asciiTheme="minorHAnsi" w:hAnsiTheme="minorHAnsi"/>
          <w:b/>
          <w:sz w:val="21"/>
          <w:szCs w:val="21"/>
          <w:shd w:val="clear" w:color="auto" w:fill="FFFFFF"/>
          <w:lang w:val="uk-UA"/>
        </w:rPr>
        <w:t>КІВ</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460025" w:rsidRPr="00EC5D0B">
        <w:rPr>
          <w:rFonts w:asciiTheme="minorHAnsi" w:hAnsiTheme="minorHAnsi"/>
          <w:b/>
          <w:i/>
          <w:sz w:val="21"/>
          <w:szCs w:val="21"/>
          <w:u w:val="single"/>
          <w:lang w:val="uk-UA"/>
        </w:rPr>
        <w:t>1</w:t>
      </w:r>
      <w:r w:rsidR="00276782" w:rsidRPr="00276782">
        <w:rPr>
          <w:rFonts w:asciiTheme="minorHAnsi" w:hAnsiTheme="minorHAnsi"/>
          <w:b/>
          <w:i/>
          <w:sz w:val="21"/>
          <w:szCs w:val="21"/>
          <w:u w:val="single"/>
        </w:rPr>
        <w:t>5</w:t>
      </w:r>
      <w:r w:rsidRPr="00EC5D0B">
        <w:rPr>
          <w:rFonts w:asciiTheme="minorHAnsi" w:hAnsiTheme="minorHAnsi"/>
          <w:b/>
          <w:i/>
          <w:sz w:val="21"/>
          <w:szCs w:val="21"/>
          <w:u w:val="single"/>
          <w:lang w:val="uk-UA"/>
        </w:rPr>
        <w:t>.</w:t>
      </w:r>
      <w:r w:rsidR="0058781D" w:rsidRPr="00EC5D0B">
        <w:rPr>
          <w:rFonts w:asciiTheme="minorHAnsi" w:hAnsiTheme="minorHAnsi"/>
          <w:b/>
          <w:i/>
          <w:sz w:val="21"/>
          <w:szCs w:val="21"/>
          <w:u w:val="single"/>
          <w:lang w:val="uk-UA"/>
        </w:rPr>
        <w:t>12</w:t>
      </w:r>
      <w:r w:rsidRPr="00EC5D0B">
        <w:rPr>
          <w:rFonts w:asciiTheme="minorHAnsi" w:hAnsiTheme="minorHAnsi"/>
          <w:b/>
          <w:i/>
          <w:sz w:val="21"/>
          <w:szCs w:val="21"/>
          <w:u w:val="single"/>
          <w:lang w:val="uk-UA"/>
        </w:rPr>
        <w:t>.</w:t>
      </w:r>
      <w:r w:rsidR="00722EBF" w:rsidRPr="00EC5D0B">
        <w:rPr>
          <w:rFonts w:asciiTheme="minorHAnsi" w:hAnsiTheme="minorHAnsi"/>
          <w:b/>
          <w:i/>
          <w:sz w:val="21"/>
          <w:szCs w:val="21"/>
          <w:u w:val="single"/>
          <w:lang w:val="uk-UA"/>
        </w:rPr>
        <w:t>2021</w:t>
      </w:r>
      <w:r w:rsidRPr="00EC5D0B">
        <w:rPr>
          <w:rFonts w:asciiTheme="minorHAnsi" w:hAnsiTheme="minorHAnsi"/>
          <w:b/>
          <w:i/>
          <w:sz w:val="21"/>
          <w:szCs w:val="21"/>
          <w:u w:val="single"/>
          <w:lang w:val="uk-UA"/>
        </w:rPr>
        <w:t xml:space="preserve"> –</w:t>
      </w:r>
      <w:r w:rsidR="00CD2CAC" w:rsidRPr="00EC5D0B">
        <w:rPr>
          <w:rFonts w:asciiTheme="minorHAnsi" w:hAnsiTheme="minorHAnsi"/>
          <w:b/>
          <w:sz w:val="21"/>
          <w:szCs w:val="21"/>
          <w:u w:val="single"/>
          <w:lang w:val="uk-UA"/>
        </w:rPr>
        <w:t>23</w:t>
      </w:r>
      <w:r w:rsidR="00D2203E" w:rsidRPr="00EC5D0B">
        <w:rPr>
          <w:rFonts w:asciiTheme="minorHAnsi" w:hAnsiTheme="minorHAnsi"/>
          <w:b/>
          <w:sz w:val="21"/>
          <w:szCs w:val="21"/>
          <w:u w:val="single"/>
          <w:lang w:val="uk-UA"/>
        </w:rPr>
        <w:t>:</w:t>
      </w:r>
      <w:r w:rsidR="00CD2CAC" w:rsidRPr="00EC5D0B">
        <w:rPr>
          <w:rFonts w:asciiTheme="minorHAnsi" w:hAnsiTheme="minorHAnsi"/>
          <w:b/>
          <w:sz w:val="21"/>
          <w:szCs w:val="21"/>
          <w:u w:val="single"/>
          <w:lang w:val="uk-UA"/>
        </w:rPr>
        <w:t>59</w:t>
      </w:r>
      <w:r w:rsidRPr="00EC5D0B">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780365">
        <w:rPr>
          <w:rFonts w:asciiTheme="minorHAnsi" w:hAnsiTheme="minorHAnsi"/>
          <w:sz w:val="21"/>
          <w:szCs w:val="21"/>
          <w:lang w:val="uk-UA"/>
        </w:rPr>
        <w:t>адати В</w:t>
      </w:r>
      <w:r w:rsidR="003F659D">
        <w:rPr>
          <w:rFonts w:asciiTheme="minorHAnsi" w:hAnsiTheme="minorHAnsi"/>
          <w:sz w:val="21"/>
          <w:szCs w:val="21"/>
          <w:lang w:val="uk-UA"/>
        </w:rPr>
        <w:t>ашу цінов</w:t>
      </w:r>
      <w:r w:rsidR="00EE2C9E">
        <w:rPr>
          <w:rFonts w:asciiTheme="minorHAnsi" w:hAnsiTheme="minorHAnsi"/>
          <w:sz w:val="21"/>
          <w:szCs w:val="21"/>
          <w:lang w:val="uk-UA"/>
        </w:rPr>
        <w:t>у пропозицію на закупівлю</w:t>
      </w:r>
      <w:r w:rsidR="00460025">
        <w:rPr>
          <w:rFonts w:asciiTheme="minorHAnsi" w:hAnsiTheme="minorHAnsi"/>
          <w:sz w:val="21"/>
          <w:szCs w:val="21"/>
          <w:lang w:val="uk-UA"/>
        </w:rPr>
        <w:t xml:space="preserve"> </w:t>
      </w:r>
      <w:r w:rsidR="0070151B">
        <w:rPr>
          <w:rFonts w:asciiTheme="minorHAnsi" w:hAnsiTheme="minorHAnsi"/>
          <w:sz w:val="21"/>
          <w:szCs w:val="21"/>
          <w:lang w:val="uk-UA"/>
        </w:rPr>
        <w:t>ноутбу</w:t>
      </w:r>
      <w:r w:rsidR="003F659D">
        <w:rPr>
          <w:rFonts w:asciiTheme="minorHAnsi" w:hAnsiTheme="minorHAnsi"/>
          <w:sz w:val="21"/>
          <w:szCs w:val="21"/>
          <w:lang w:val="uk-UA"/>
        </w:rPr>
        <w:t>ків</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4E1C91">
        <w:rPr>
          <w:rFonts w:asciiTheme="minorHAnsi" w:hAnsiTheme="minorHAnsi"/>
          <w:sz w:val="21"/>
          <w:szCs w:val="21"/>
          <w:lang w:val="uk-UA"/>
        </w:rPr>
        <w:t>72</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т.п. В і</w:t>
      </w:r>
      <w:r w:rsidR="00F07DA5">
        <w:rPr>
          <w:rFonts w:asciiTheme="minorHAnsi" w:hAnsiTheme="minorHAnsi" w:cs="Tahoma"/>
          <w:color w:val="333333"/>
          <w:szCs w:val="18"/>
          <w:lang w:val="uk-UA"/>
        </w:rPr>
        <w:t>ншому випадку</w:t>
      </w:r>
      <w:r w:rsidR="00341352">
        <w:rPr>
          <w:rFonts w:asciiTheme="minorHAnsi" w:hAnsiTheme="minorHAnsi" w:cs="Tahoma"/>
          <w:color w:val="333333"/>
          <w:szCs w:val="18"/>
          <w:lang w:val="uk-UA"/>
        </w:rPr>
        <w:t xml:space="preserve">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460025" w:rsidRPr="00EC5D0B">
        <w:rPr>
          <w:rFonts w:asciiTheme="minorHAnsi" w:hAnsiTheme="minorHAnsi"/>
          <w:b/>
          <w:i/>
          <w:sz w:val="21"/>
          <w:szCs w:val="21"/>
          <w:u w:val="single"/>
          <w:lang w:val="uk-UA"/>
        </w:rPr>
        <w:t>1</w:t>
      </w:r>
      <w:r w:rsidR="00276782">
        <w:rPr>
          <w:rFonts w:asciiTheme="minorHAnsi" w:hAnsiTheme="minorHAnsi"/>
          <w:b/>
          <w:i/>
          <w:sz w:val="21"/>
          <w:szCs w:val="21"/>
          <w:u w:val="single"/>
          <w:lang w:val="en-US"/>
        </w:rPr>
        <w:t>5</w:t>
      </w:r>
      <w:bookmarkStart w:id="0" w:name="_GoBack"/>
      <w:bookmarkEnd w:id="0"/>
      <w:r w:rsidR="00830A82" w:rsidRPr="00EC5D0B">
        <w:rPr>
          <w:rFonts w:asciiTheme="minorHAnsi" w:hAnsiTheme="minorHAnsi"/>
          <w:b/>
          <w:i/>
          <w:sz w:val="21"/>
          <w:szCs w:val="21"/>
          <w:u w:val="single"/>
          <w:lang w:val="uk-UA"/>
        </w:rPr>
        <w:t>.12</w:t>
      </w:r>
      <w:r w:rsidR="00CD2CAC" w:rsidRPr="00EC5D0B">
        <w:rPr>
          <w:rFonts w:asciiTheme="minorHAnsi" w:hAnsiTheme="minorHAnsi"/>
          <w:b/>
          <w:i/>
          <w:sz w:val="21"/>
          <w:szCs w:val="21"/>
          <w:u w:val="single"/>
          <w:lang w:val="uk-UA"/>
        </w:rPr>
        <w:t>.202</w:t>
      </w:r>
      <w:r w:rsidR="00A97EE4" w:rsidRPr="00EC5D0B">
        <w:rPr>
          <w:rFonts w:asciiTheme="minorHAnsi" w:hAnsiTheme="minorHAnsi"/>
          <w:b/>
          <w:i/>
          <w:sz w:val="21"/>
          <w:szCs w:val="21"/>
          <w:u w:val="single"/>
          <w:lang w:val="uk-UA"/>
        </w:rPr>
        <w:t>1</w:t>
      </w:r>
      <w:r w:rsidRPr="00EC5D0B">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В.Чумака,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Pr="00444030" w:rsidRDefault="002E1BEB" w:rsidP="002E1BEB">
      <w:pPr>
        <w:pStyle w:val="a4"/>
        <w:ind w:left="1080"/>
        <w:jc w:val="both"/>
        <w:rPr>
          <w:rFonts w:asciiTheme="minorHAnsi" w:hAnsiTheme="minorHAnsi"/>
          <w:b/>
          <w:sz w:val="21"/>
          <w:szCs w:val="21"/>
          <w:u w:val="single"/>
        </w:rPr>
      </w:pPr>
    </w:p>
    <w:p w:rsidR="00AD677D" w:rsidRDefault="0076473D" w:rsidP="0076473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ВИМОГИ ДО ТЕХНІЧНИХ ХАРАКТЕРИСТИК ТОВАРУ</w:t>
      </w:r>
    </w:p>
    <w:p w:rsidR="00484812" w:rsidRPr="00484812" w:rsidRDefault="006F50BB" w:rsidP="00484812">
      <w:pPr>
        <w:pStyle w:val="a4"/>
        <w:numPr>
          <w:ilvl w:val="0"/>
          <w:numId w:val="33"/>
        </w:numPr>
        <w:rPr>
          <w:rFonts w:asciiTheme="minorHAnsi" w:hAnsiTheme="minorHAnsi"/>
          <w:sz w:val="21"/>
          <w:szCs w:val="21"/>
          <w:lang w:val="uk-UA"/>
        </w:rPr>
      </w:pPr>
      <w:r>
        <w:rPr>
          <w:rFonts w:asciiTheme="minorHAnsi" w:hAnsiTheme="minorHAnsi"/>
          <w:sz w:val="21"/>
          <w:szCs w:val="21"/>
          <w:lang w:val="uk-UA"/>
        </w:rPr>
        <w:t>«Жорсткий д</w:t>
      </w:r>
      <w:r w:rsidR="00484812">
        <w:rPr>
          <w:rFonts w:asciiTheme="minorHAnsi" w:hAnsiTheme="minorHAnsi"/>
          <w:sz w:val="21"/>
          <w:szCs w:val="21"/>
          <w:lang w:val="uk-UA"/>
        </w:rPr>
        <w:t>иск</w:t>
      </w:r>
      <w:r>
        <w:rPr>
          <w:rFonts w:asciiTheme="minorHAnsi" w:hAnsiTheme="minorHAnsi"/>
          <w:sz w:val="21"/>
          <w:szCs w:val="21"/>
          <w:lang w:val="uk-UA"/>
        </w:rPr>
        <w:t>»</w:t>
      </w:r>
      <w:r w:rsidR="00484812">
        <w:rPr>
          <w:rFonts w:asciiTheme="minorHAnsi" w:hAnsiTheme="minorHAnsi"/>
          <w:sz w:val="21"/>
          <w:szCs w:val="21"/>
          <w:lang w:val="uk-UA"/>
        </w:rPr>
        <w:t xml:space="preserve"> бажано SSD</w:t>
      </w:r>
      <w:r w:rsidR="00D768FC">
        <w:rPr>
          <w:rFonts w:asciiTheme="minorHAnsi" w:hAnsiTheme="minorHAnsi"/>
          <w:sz w:val="21"/>
          <w:szCs w:val="21"/>
          <w:lang w:val="uk-UA"/>
        </w:rPr>
        <w:t xml:space="preserve"> від</w:t>
      </w:r>
      <w:r w:rsidR="00484812">
        <w:rPr>
          <w:rFonts w:asciiTheme="minorHAnsi" w:hAnsiTheme="minorHAnsi"/>
          <w:sz w:val="21"/>
          <w:szCs w:val="21"/>
          <w:lang w:val="uk-UA"/>
        </w:rPr>
        <w:t xml:space="preserve"> </w:t>
      </w:r>
      <w:r w:rsidR="00D768FC">
        <w:rPr>
          <w:rFonts w:asciiTheme="minorHAnsi" w:hAnsiTheme="minorHAnsi"/>
          <w:sz w:val="21"/>
          <w:szCs w:val="21"/>
          <w:lang w:val="uk-UA"/>
        </w:rPr>
        <w:t xml:space="preserve">240 </w:t>
      </w:r>
      <w:r w:rsidR="00D768FC">
        <w:rPr>
          <w:rFonts w:asciiTheme="minorHAnsi" w:hAnsiTheme="minorHAnsi"/>
          <w:sz w:val="21"/>
          <w:szCs w:val="21"/>
          <w:lang w:val="en-US"/>
        </w:rPr>
        <w:t>GB</w:t>
      </w:r>
      <w:r w:rsidR="00D768FC" w:rsidRPr="00D768FC">
        <w:rPr>
          <w:rFonts w:asciiTheme="minorHAnsi" w:hAnsiTheme="minorHAnsi"/>
          <w:sz w:val="21"/>
          <w:szCs w:val="21"/>
        </w:rPr>
        <w:t xml:space="preserve"> </w:t>
      </w:r>
    </w:p>
    <w:p w:rsidR="00AC238E" w:rsidRDefault="00D508E9" w:rsidP="00985A59">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Екран – </w:t>
      </w:r>
      <w:r w:rsidR="00484812">
        <w:rPr>
          <w:rFonts w:asciiTheme="minorHAnsi" w:hAnsiTheme="minorHAnsi"/>
          <w:sz w:val="21"/>
          <w:szCs w:val="21"/>
        </w:rPr>
        <w:t>15</w:t>
      </w:r>
      <w:r w:rsidR="00A86480">
        <w:rPr>
          <w:rFonts w:asciiTheme="minorHAnsi" w:hAnsiTheme="minorHAnsi"/>
          <w:sz w:val="21"/>
          <w:szCs w:val="21"/>
          <w:lang w:val="uk-UA"/>
        </w:rPr>
        <w:t>.</w:t>
      </w:r>
      <w:r w:rsidR="00484812">
        <w:rPr>
          <w:rFonts w:asciiTheme="minorHAnsi" w:hAnsiTheme="minorHAnsi"/>
          <w:sz w:val="21"/>
          <w:szCs w:val="21"/>
        </w:rPr>
        <w:t>6</w:t>
      </w:r>
      <w:r w:rsidR="00A86480">
        <w:rPr>
          <w:rFonts w:asciiTheme="minorHAnsi" w:hAnsiTheme="minorHAnsi"/>
          <w:sz w:val="21"/>
          <w:szCs w:val="21"/>
          <w:lang w:val="uk-UA"/>
        </w:rPr>
        <w:t>’’</w:t>
      </w:r>
    </w:p>
    <w:p w:rsidR="00260030" w:rsidRDefault="00EC5D0B"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Об’єм оперативної пам’яті від </w:t>
      </w:r>
      <w:r w:rsidR="00D768FC">
        <w:rPr>
          <w:rFonts w:asciiTheme="minorHAnsi" w:hAnsiTheme="minorHAnsi"/>
          <w:sz w:val="21"/>
          <w:szCs w:val="21"/>
          <w:lang w:val="uk-UA"/>
        </w:rPr>
        <w:t>8</w:t>
      </w:r>
      <w:r w:rsidR="00D73E96">
        <w:rPr>
          <w:rFonts w:asciiTheme="minorHAnsi" w:hAnsiTheme="minorHAnsi"/>
          <w:sz w:val="21"/>
          <w:szCs w:val="21"/>
          <w:lang w:val="uk-UA"/>
        </w:rPr>
        <w:t>ГБ</w:t>
      </w:r>
    </w:p>
    <w:p w:rsidR="00D768FC" w:rsidRDefault="00D768FC"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Процесор  не менш  </w:t>
      </w:r>
      <w:r>
        <w:rPr>
          <w:rFonts w:asciiTheme="minorHAnsi" w:hAnsiTheme="minorHAnsi"/>
          <w:sz w:val="21"/>
          <w:szCs w:val="21"/>
          <w:lang w:val="en-US"/>
        </w:rPr>
        <w:t>Intel</w:t>
      </w:r>
      <w:r w:rsidRPr="00D768FC">
        <w:rPr>
          <w:rFonts w:asciiTheme="minorHAnsi" w:hAnsiTheme="minorHAnsi"/>
          <w:sz w:val="21"/>
          <w:szCs w:val="21"/>
        </w:rPr>
        <w:t xml:space="preserve"> </w:t>
      </w:r>
      <w:r>
        <w:rPr>
          <w:rFonts w:asciiTheme="minorHAnsi" w:hAnsiTheme="minorHAnsi"/>
          <w:sz w:val="21"/>
          <w:szCs w:val="21"/>
          <w:lang w:val="en-US"/>
        </w:rPr>
        <w:t>I</w:t>
      </w:r>
      <w:r w:rsidRPr="00D768FC">
        <w:rPr>
          <w:rFonts w:asciiTheme="minorHAnsi" w:hAnsiTheme="minorHAnsi"/>
          <w:sz w:val="21"/>
          <w:szCs w:val="21"/>
        </w:rPr>
        <w:t xml:space="preserve">3 </w:t>
      </w:r>
      <w:proofErr w:type="spellStart"/>
      <w:r>
        <w:rPr>
          <w:rFonts w:asciiTheme="minorHAnsi" w:hAnsiTheme="minorHAnsi"/>
          <w:sz w:val="21"/>
          <w:szCs w:val="21"/>
        </w:rPr>
        <w:t>або</w:t>
      </w:r>
      <w:proofErr w:type="spellEnd"/>
      <w:r w:rsidRPr="00D768FC">
        <w:rPr>
          <w:rFonts w:asciiTheme="minorHAnsi" w:hAnsiTheme="minorHAnsi"/>
          <w:sz w:val="21"/>
          <w:szCs w:val="21"/>
        </w:rPr>
        <w:t xml:space="preserve"> </w:t>
      </w:r>
      <w:r w:rsidRPr="00D768FC">
        <w:rPr>
          <w:rFonts w:ascii="Arial" w:hAnsi="Arial" w:cs="Arial"/>
          <w:color w:val="797878"/>
          <w:sz w:val="18"/>
          <w:szCs w:val="18"/>
          <w:shd w:val="clear" w:color="auto" w:fill="FFFFFF"/>
          <w:lang w:val="en-US"/>
        </w:rPr>
        <w:t>AMD Ryzen </w:t>
      </w:r>
      <w:r w:rsidRPr="00D768FC">
        <w:rPr>
          <w:rFonts w:ascii="Arial" w:hAnsi="Arial" w:cs="Arial"/>
          <w:color w:val="797878"/>
          <w:sz w:val="18"/>
          <w:szCs w:val="18"/>
          <w:shd w:val="clear" w:color="auto" w:fill="FFFFFF"/>
        </w:rPr>
        <w:t xml:space="preserve">3 </w:t>
      </w:r>
    </w:p>
    <w:p w:rsidR="0076473D" w:rsidRPr="00D768FC" w:rsidRDefault="0076473D" w:rsidP="0076473D">
      <w:pPr>
        <w:pStyle w:val="a4"/>
        <w:ind w:left="1080"/>
        <w:jc w:val="both"/>
        <w:rPr>
          <w:rFonts w:asciiTheme="minorHAnsi" w:hAnsiTheme="minorHAnsi"/>
          <w:sz w:val="21"/>
          <w:szCs w:val="21"/>
          <w:lang w:val="uk-UA"/>
        </w:rPr>
      </w:pPr>
    </w:p>
    <w:p w:rsidR="0076473D" w:rsidRPr="0076473D" w:rsidRDefault="0076473D" w:rsidP="0076473D">
      <w:pPr>
        <w:pStyle w:val="a4"/>
        <w:numPr>
          <w:ilvl w:val="0"/>
          <w:numId w:val="32"/>
        </w:numPr>
        <w:jc w:val="both"/>
        <w:rPr>
          <w:rFonts w:asciiTheme="minorHAnsi" w:hAnsiTheme="minorHAnsi"/>
          <w:sz w:val="21"/>
          <w:szCs w:val="21"/>
          <w:lang w:val="uk-UA"/>
        </w:rPr>
      </w:pPr>
      <w:r w:rsidRPr="0076473D">
        <w:rPr>
          <w:rFonts w:asciiTheme="minorHAnsi" w:hAnsiTheme="minorHAnsi"/>
          <w:b/>
          <w:sz w:val="21"/>
          <w:szCs w:val="21"/>
          <w:u w:val="single"/>
          <w:lang w:val="uk-UA"/>
        </w:rPr>
        <w:t>ОЦІНКА ПРОПОЗИЦІЙ</w:t>
      </w:r>
    </w:p>
    <w:p w:rsidR="0076473D" w:rsidRDefault="0076473D" w:rsidP="0076473D">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76473D" w:rsidRDefault="0076473D" w:rsidP="0068196D">
      <w:pPr>
        <w:ind w:left="720"/>
        <w:jc w:val="both"/>
        <w:rPr>
          <w:rFonts w:asciiTheme="minorHAnsi" w:hAnsiTheme="minorHAnsi"/>
          <w:sz w:val="21"/>
          <w:szCs w:val="21"/>
          <w:lang w:val="uk-UA"/>
        </w:rPr>
      </w:pP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6F1" w:rsidRDefault="00AD46F1" w:rsidP="00FA4D7E">
      <w:r>
        <w:separator/>
      </w:r>
    </w:p>
  </w:endnote>
  <w:endnote w:type="continuationSeparator" w:id="0">
    <w:p w:rsidR="00AD46F1" w:rsidRDefault="00AD46F1"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AD46F1"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EC5D0B">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EC5D0B">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A58DE59"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6F1" w:rsidRDefault="00AD46F1" w:rsidP="00FA4D7E">
      <w:r>
        <w:separator/>
      </w:r>
    </w:p>
  </w:footnote>
  <w:footnote w:type="continuationSeparator" w:id="0">
    <w:p w:rsidR="00AD46F1" w:rsidRDefault="00AD46F1"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C71E5658"/>
    <w:lvl w:ilvl="0" w:tplc="E2EE6D84">
      <w:start w:val="1"/>
      <w:numFmt w:val="bullet"/>
      <w:lvlText w:val="o"/>
      <w:lvlJc w:val="left"/>
      <w:pPr>
        <w:ind w:left="1080" w:hanging="360"/>
      </w:pPr>
      <w:rPr>
        <w:rFonts w:ascii="Courier New" w:hAnsi="Courier New" w:cs="Courier New" w:hint="default"/>
        <w:lang w:val="uk-UA"/>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3BD"/>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1822"/>
    <w:rsid w:val="000721E6"/>
    <w:rsid w:val="00073F50"/>
    <w:rsid w:val="00074E52"/>
    <w:rsid w:val="00082A33"/>
    <w:rsid w:val="00083372"/>
    <w:rsid w:val="00084715"/>
    <w:rsid w:val="00084963"/>
    <w:rsid w:val="000869FE"/>
    <w:rsid w:val="000901D9"/>
    <w:rsid w:val="00092B36"/>
    <w:rsid w:val="000A1E67"/>
    <w:rsid w:val="000A4346"/>
    <w:rsid w:val="000A4F6C"/>
    <w:rsid w:val="000A5B5D"/>
    <w:rsid w:val="000A7228"/>
    <w:rsid w:val="000B0B0C"/>
    <w:rsid w:val="000B21F2"/>
    <w:rsid w:val="000B5A32"/>
    <w:rsid w:val="000C26EB"/>
    <w:rsid w:val="000C3D40"/>
    <w:rsid w:val="000C4560"/>
    <w:rsid w:val="000C4935"/>
    <w:rsid w:val="000D2016"/>
    <w:rsid w:val="000D48F4"/>
    <w:rsid w:val="000D7D4A"/>
    <w:rsid w:val="000E657F"/>
    <w:rsid w:val="000F2DC8"/>
    <w:rsid w:val="000F6B18"/>
    <w:rsid w:val="001024A9"/>
    <w:rsid w:val="0010583C"/>
    <w:rsid w:val="00115788"/>
    <w:rsid w:val="00115C39"/>
    <w:rsid w:val="00120A4F"/>
    <w:rsid w:val="001308F2"/>
    <w:rsid w:val="00130C74"/>
    <w:rsid w:val="00132336"/>
    <w:rsid w:val="0013301A"/>
    <w:rsid w:val="00141759"/>
    <w:rsid w:val="0015168E"/>
    <w:rsid w:val="00156BEF"/>
    <w:rsid w:val="00156C44"/>
    <w:rsid w:val="0016067C"/>
    <w:rsid w:val="00160CDA"/>
    <w:rsid w:val="00161008"/>
    <w:rsid w:val="0016357A"/>
    <w:rsid w:val="00170D30"/>
    <w:rsid w:val="00193810"/>
    <w:rsid w:val="00196D26"/>
    <w:rsid w:val="001A6548"/>
    <w:rsid w:val="001B4104"/>
    <w:rsid w:val="001B6544"/>
    <w:rsid w:val="001C087F"/>
    <w:rsid w:val="001E448D"/>
    <w:rsid w:val="001E5DC0"/>
    <w:rsid w:val="001E6083"/>
    <w:rsid w:val="001F0CE3"/>
    <w:rsid w:val="001F4DA8"/>
    <w:rsid w:val="001F56C2"/>
    <w:rsid w:val="001F6D17"/>
    <w:rsid w:val="00202DA6"/>
    <w:rsid w:val="00215838"/>
    <w:rsid w:val="00221827"/>
    <w:rsid w:val="0022631D"/>
    <w:rsid w:val="00227D9F"/>
    <w:rsid w:val="00230212"/>
    <w:rsid w:val="00234BDE"/>
    <w:rsid w:val="00260030"/>
    <w:rsid w:val="0026358C"/>
    <w:rsid w:val="00265924"/>
    <w:rsid w:val="00267268"/>
    <w:rsid w:val="00276782"/>
    <w:rsid w:val="00276A83"/>
    <w:rsid w:val="00282BF1"/>
    <w:rsid w:val="002906D1"/>
    <w:rsid w:val="002A5392"/>
    <w:rsid w:val="002A5D81"/>
    <w:rsid w:val="002A5E2D"/>
    <w:rsid w:val="002B02F7"/>
    <w:rsid w:val="002B7288"/>
    <w:rsid w:val="002B7666"/>
    <w:rsid w:val="002C2DA8"/>
    <w:rsid w:val="002C38D3"/>
    <w:rsid w:val="002D197F"/>
    <w:rsid w:val="002E1BEB"/>
    <w:rsid w:val="002F6EC5"/>
    <w:rsid w:val="003007CA"/>
    <w:rsid w:val="00302623"/>
    <w:rsid w:val="00303935"/>
    <w:rsid w:val="00306688"/>
    <w:rsid w:val="003111BD"/>
    <w:rsid w:val="003177E1"/>
    <w:rsid w:val="00330BDF"/>
    <w:rsid w:val="00335E43"/>
    <w:rsid w:val="00340FC4"/>
    <w:rsid w:val="00341352"/>
    <w:rsid w:val="003452A0"/>
    <w:rsid w:val="0035164E"/>
    <w:rsid w:val="00357306"/>
    <w:rsid w:val="00366EBF"/>
    <w:rsid w:val="00370259"/>
    <w:rsid w:val="00373F39"/>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3F659D"/>
    <w:rsid w:val="00405629"/>
    <w:rsid w:val="00410442"/>
    <w:rsid w:val="00416FA6"/>
    <w:rsid w:val="004305A9"/>
    <w:rsid w:val="0043284D"/>
    <w:rsid w:val="004350AF"/>
    <w:rsid w:val="0043611C"/>
    <w:rsid w:val="0044279B"/>
    <w:rsid w:val="00444030"/>
    <w:rsid w:val="004441D1"/>
    <w:rsid w:val="0044488B"/>
    <w:rsid w:val="00452FB9"/>
    <w:rsid w:val="00456069"/>
    <w:rsid w:val="00460025"/>
    <w:rsid w:val="0046133E"/>
    <w:rsid w:val="00471491"/>
    <w:rsid w:val="0047365F"/>
    <w:rsid w:val="004767A1"/>
    <w:rsid w:val="00481C52"/>
    <w:rsid w:val="004842BE"/>
    <w:rsid w:val="00484812"/>
    <w:rsid w:val="0048493B"/>
    <w:rsid w:val="004866EA"/>
    <w:rsid w:val="0049644A"/>
    <w:rsid w:val="004A5731"/>
    <w:rsid w:val="004C283D"/>
    <w:rsid w:val="004C3BD2"/>
    <w:rsid w:val="004C5D4F"/>
    <w:rsid w:val="004C7215"/>
    <w:rsid w:val="004C7B9A"/>
    <w:rsid w:val="004D07D7"/>
    <w:rsid w:val="004D0E66"/>
    <w:rsid w:val="004D689F"/>
    <w:rsid w:val="004E1C91"/>
    <w:rsid w:val="004E2958"/>
    <w:rsid w:val="004E5A89"/>
    <w:rsid w:val="004E7070"/>
    <w:rsid w:val="004E7A11"/>
    <w:rsid w:val="00502EFB"/>
    <w:rsid w:val="00504674"/>
    <w:rsid w:val="00526FE6"/>
    <w:rsid w:val="005367AD"/>
    <w:rsid w:val="0054675E"/>
    <w:rsid w:val="00555471"/>
    <w:rsid w:val="00562476"/>
    <w:rsid w:val="00570524"/>
    <w:rsid w:val="00574A24"/>
    <w:rsid w:val="0057713E"/>
    <w:rsid w:val="00581354"/>
    <w:rsid w:val="0058781D"/>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2168"/>
    <w:rsid w:val="00633EB3"/>
    <w:rsid w:val="0063617F"/>
    <w:rsid w:val="00640BCB"/>
    <w:rsid w:val="006438E6"/>
    <w:rsid w:val="00657321"/>
    <w:rsid w:val="0066057B"/>
    <w:rsid w:val="0066147A"/>
    <w:rsid w:val="006631EB"/>
    <w:rsid w:val="00664523"/>
    <w:rsid w:val="00666A3B"/>
    <w:rsid w:val="00677F54"/>
    <w:rsid w:val="0068196D"/>
    <w:rsid w:val="006841E1"/>
    <w:rsid w:val="006843EF"/>
    <w:rsid w:val="00685957"/>
    <w:rsid w:val="00691A46"/>
    <w:rsid w:val="006931CD"/>
    <w:rsid w:val="006A5E53"/>
    <w:rsid w:val="006B02F8"/>
    <w:rsid w:val="006B478E"/>
    <w:rsid w:val="006B6070"/>
    <w:rsid w:val="006C09CD"/>
    <w:rsid w:val="006C5C28"/>
    <w:rsid w:val="006D499E"/>
    <w:rsid w:val="006D7A4F"/>
    <w:rsid w:val="006E1164"/>
    <w:rsid w:val="006F18F6"/>
    <w:rsid w:val="006F257E"/>
    <w:rsid w:val="006F34D4"/>
    <w:rsid w:val="006F50BB"/>
    <w:rsid w:val="006F7274"/>
    <w:rsid w:val="007001A8"/>
    <w:rsid w:val="0070151B"/>
    <w:rsid w:val="0070342C"/>
    <w:rsid w:val="00711A24"/>
    <w:rsid w:val="00721995"/>
    <w:rsid w:val="00722EBF"/>
    <w:rsid w:val="00730AC7"/>
    <w:rsid w:val="00732AC9"/>
    <w:rsid w:val="00733A4F"/>
    <w:rsid w:val="00735CF4"/>
    <w:rsid w:val="00741FD5"/>
    <w:rsid w:val="00745697"/>
    <w:rsid w:val="00747295"/>
    <w:rsid w:val="007477BD"/>
    <w:rsid w:val="007500F1"/>
    <w:rsid w:val="00763F3F"/>
    <w:rsid w:val="0076473D"/>
    <w:rsid w:val="00766237"/>
    <w:rsid w:val="00767EFD"/>
    <w:rsid w:val="00772692"/>
    <w:rsid w:val="00772917"/>
    <w:rsid w:val="00780365"/>
    <w:rsid w:val="007831E0"/>
    <w:rsid w:val="00785983"/>
    <w:rsid w:val="0079072C"/>
    <w:rsid w:val="00792512"/>
    <w:rsid w:val="00797602"/>
    <w:rsid w:val="00797DB7"/>
    <w:rsid w:val="007A208E"/>
    <w:rsid w:val="007A40A4"/>
    <w:rsid w:val="007A7352"/>
    <w:rsid w:val="007A7BCE"/>
    <w:rsid w:val="007B3B46"/>
    <w:rsid w:val="007B60AB"/>
    <w:rsid w:val="007B7AB3"/>
    <w:rsid w:val="007C0C8A"/>
    <w:rsid w:val="007C14CE"/>
    <w:rsid w:val="007C5D88"/>
    <w:rsid w:val="007C6E4E"/>
    <w:rsid w:val="007D290D"/>
    <w:rsid w:val="007D3F6A"/>
    <w:rsid w:val="007D4E66"/>
    <w:rsid w:val="007E0C42"/>
    <w:rsid w:val="00803E0C"/>
    <w:rsid w:val="00804133"/>
    <w:rsid w:val="00804AA6"/>
    <w:rsid w:val="00805248"/>
    <w:rsid w:val="008147D2"/>
    <w:rsid w:val="0081630B"/>
    <w:rsid w:val="00820C41"/>
    <w:rsid w:val="0082692C"/>
    <w:rsid w:val="00826BC0"/>
    <w:rsid w:val="0083061F"/>
    <w:rsid w:val="00830A82"/>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1C06"/>
    <w:rsid w:val="008E343E"/>
    <w:rsid w:val="008E5A2D"/>
    <w:rsid w:val="008E7A28"/>
    <w:rsid w:val="008F6DE8"/>
    <w:rsid w:val="00901AD8"/>
    <w:rsid w:val="009051DA"/>
    <w:rsid w:val="00925CF2"/>
    <w:rsid w:val="00930B56"/>
    <w:rsid w:val="00931677"/>
    <w:rsid w:val="0093552B"/>
    <w:rsid w:val="009364DC"/>
    <w:rsid w:val="0094041A"/>
    <w:rsid w:val="00943205"/>
    <w:rsid w:val="009465B3"/>
    <w:rsid w:val="009526A7"/>
    <w:rsid w:val="00953FE5"/>
    <w:rsid w:val="00957AE3"/>
    <w:rsid w:val="00964150"/>
    <w:rsid w:val="00964831"/>
    <w:rsid w:val="00975E97"/>
    <w:rsid w:val="00977DAC"/>
    <w:rsid w:val="00984807"/>
    <w:rsid w:val="00984AE7"/>
    <w:rsid w:val="00984FB8"/>
    <w:rsid w:val="00985A59"/>
    <w:rsid w:val="00992B03"/>
    <w:rsid w:val="009A1BFB"/>
    <w:rsid w:val="009A1D10"/>
    <w:rsid w:val="009A46A4"/>
    <w:rsid w:val="009A7505"/>
    <w:rsid w:val="009B3192"/>
    <w:rsid w:val="009B6C62"/>
    <w:rsid w:val="009B71A1"/>
    <w:rsid w:val="009C283B"/>
    <w:rsid w:val="009C4EBD"/>
    <w:rsid w:val="009D3DD7"/>
    <w:rsid w:val="009D6A66"/>
    <w:rsid w:val="009E0233"/>
    <w:rsid w:val="009E1FE1"/>
    <w:rsid w:val="009E2820"/>
    <w:rsid w:val="009E5196"/>
    <w:rsid w:val="009E6B3E"/>
    <w:rsid w:val="009F2B94"/>
    <w:rsid w:val="009F50F2"/>
    <w:rsid w:val="009F5469"/>
    <w:rsid w:val="00A02886"/>
    <w:rsid w:val="00A02AD2"/>
    <w:rsid w:val="00A052AE"/>
    <w:rsid w:val="00A075B3"/>
    <w:rsid w:val="00A13A54"/>
    <w:rsid w:val="00A15C71"/>
    <w:rsid w:val="00A20A26"/>
    <w:rsid w:val="00A254DE"/>
    <w:rsid w:val="00A27392"/>
    <w:rsid w:val="00A32BF0"/>
    <w:rsid w:val="00A33D04"/>
    <w:rsid w:val="00A44029"/>
    <w:rsid w:val="00A4690F"/>
    <w:rsid w:val="00A52D14"/>
    <w:rsid w:val="00A545E1"/>
    <w:rsid w:val="00A55C81"/>
    <w:rsid w:val="00A575FB"/>
    <w:rsid w:val="00A64730"/>
    <w:rsid w:val="00A748E8"/>
    <w:rsid w:val="00A8022E"/>
    <w:rsid w:val="00A81E29"/>
    <w:rsid w:val="00A86480"/>
    <w:rsid w:val="00A91B97"/>
    <w:rsid w:val="00A92E82"/>
    <w:rsid w:val="00A97EE4"/>
    <w:rsid w:val="00AA0A1B"/>
    <w:rsid w:val="00AA7416"/>
    <w:rsid w:val="00AB55CF"/>
    <w:rsid w:val="00AB588A"/>
    <w:rsid w:val="00AC15F8"/>
    <w:rsid w:val="00AC238E"/>
    <w:rsid w:val="00AC2D9D"/>
    <w:rsid w:val="00AC4D2A"/>
    <w:rsid w:val="00AC6E32"/>
    <w:rsid w:val="00AC7A7A"/>
    <w:rsid w:val="00AD3244"/>
    <w:rsid w:val="00AD440B"/>
    <w:rsid w:val="00AD46F1"/>
    <w:rsid w:val="00AD6779"/>
    <w:rsid w:val="00AD677D"/>
    <w:rsid w:val="00AE3929"/>
    <w:rsid w:val="00AE4A57"/>
    <w:rsid w:val="00AE7431"/>
    <w:rsid w:val="00AF119E"/>
    <w:rsid w:val="00AF5108"/>
    <w:rsid w:val="00AF5E5A"/>
    <w:rsid w:val="00B05AC4"/>
    <w:rsid w:val="00B13711"/>
    <w:rsid w:val="00B3618A"/>
    <w:rsid w:val="00B521D1"/>
    <w:rsid w:val="00B54625"/>
    <w:rsid w:val="00B62FBC"/>
    <w:rsid w:val="00B653A8"/>
    <w:rsid w:val="00B65B59"/>
    <w:rsid w:val="00B74BBF"/>
    <w:rsid w:val="00B9287D"/>
    <w:rsid w:val="00B93E2A"/>
    <w:rsid w:val="00B97E33"/>
    <w:rsid w:val="00BA5817"/>
    <w:rsid w:val="00BA6F23"/>
    <w:rsid w:val="00BB21F4"/>
    <w:rsid w:val="00BB6240"/>
    <w:rsid w:val="00BC0214"/>
    <w:rsid w:val="00BC7EE8"/>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00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44F"/>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508E9"/>
    <w:rsid w:val="00D64117"/>
    <w:rsid w:val="00D73E96"/>
    <w:rsid w:val="00D768FC"/>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07704"/>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3052"/>
    <w:rsid w:val="00E74DF1"/>
    <w:rsid w:val="00E77FC4"/>
    <w:rsid w:val="00E83D61"/>
    <w:rsid w:val="00E94735"/>
    <w:rsid w:val="00E97E9F"/>
    <w:rsid w:val="00EA488B"/>
    <w:rsid w:val="00EA5BC8"/>
    <w:rsid w:val="00EA7F0A"/>
    <w:rsid w:val="00EB2810"/>
    <w:rsid w:val="00EC5D0B"/>
    <w:rsid w:val="00EC6A7D"/>
    <w:rsid w:val="00ED1984"/>
    <w:rsid w:val="00ED238D"/>
    <w:rsid w:val="00EE115A"/>
    <w:rsid w:val="00EE2C9E"/>
    <w:rsid w:val="00EE2E29"/>
    <w:rsid w:val="00EE40FC"/>
    <w:rsid w:val="00EE4351"/>
    <w:rsid w:val="00EE45F6"/>
    <w:rsid w:val="00EF0EC3"/>
    <w:rsid w:val="00EF2A61"/>
    <w:rsid w:val="00EF3E44"/>
    <w:rsid w:val="00EF628F"/>
    <w:rsid w:val="00F04095"/>
    <w:rsid w:val="00F04FFB"/>
    <w:rsid w:val="00F07DA5"/>
    <w:rsid w:val="00F20FFF"/>
    <w:rsid w:val="00F22C2C"/>
    <w:rsid w:val="00F24E27"/>
    <w:rsid w:val="00F31DE9"/>
    <w:rsid w:val="00F371A3"/>
    <w:rsid w:val="00F4175E"/>
    <w:rsid w:val="00F42366"/>
    <w:rsid w:val="00F4391C"/>
    <w:rsid w:val="00F44020"/>
    <w:rsid w:val="00F44D36"/>
    <w:rsid w:val="00F4793B"/>
    <w:rsid w:val="00F54354"/>
    <w:rsid w:val="00F5445A"/>
    <w:rsid w:val="00F557BF"/>
    <w:rsid w:val="00F60FD8"/>
    <w:rsid w:val="00F61154"/>
    <w:rsid w:val="00F64414"/>
    <w:rsid w:val="00F70C07"/>
    <w:rsid w:val="00F72403"/>
    <w:rsid w:val="00F75D01"/>
    <w:rsid w:val="00F80E13"/>
    <w:rsid w:val="00F80FCC"/>
    <w:rsid w:val="00F87DB0"/>
    <w:rsid w:val="00F936DD"/>
    <w:rsid w:val="00F946CC"/>
    <w:rsid w:val="00F96793"/>
    <w:rsid w:val="00FA4D7E"/>
    <w:rsid w:val="00FA6DB1"/>
    <w:rsid w:val="00FA7120"/>
    <w:rsid w:val="00FC2856"/>
    <w:rsid w:val="00FC3412"/>
    <w:rsid w:val="00FC69E2"/>
    <w:rsid w:val="00FD22F3"/>
    <w:rsid w:val="00FD43EF"/>
    <w:rsid w:val="00FD780E"/>
    <w:rsid w:val="00FD7914"/>
    <w:rsid w:val="00FE7C5C"/>
    <w:rsid w:val="00FF13FD"/>
    <w:rsid w:val="00FF34C7"/>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321D5E0D"/>
  <w15:docId w15:val="{3CC022E2-563B-4BCA-B667-252D8418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745763686">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6612509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D0A99-AC9E-442B-A32A-26FE94635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ROKADA-letter-blank-NEW.dot</Template>
  <TotalTime>325</TotalTime>
  <Pages>2</Pages>
  <Words>562</Words>
  <Characters>3209</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Vladimir Tokar</cp:lastModifiedBy>
  <cp:revision>215</cp:revision>
  <cp:lastPrinted>2019-01-08T14:20:00Z</cp:lastPrinted>
  <dcterms:created xsi:type="dcterms:W3CDTF">2020-01-08T06:34:00Z</dcterms:created>
  <dcterms:modified xsi:type="dcterms:W3CDTF">2021-12-15T11:26:00Z</dcterms:modified>
</cp:coreProperties>
</file>