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text="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text="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text="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text="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722EBF" w:rsidP="00C76871">
      <w:pPr>
        <w:jc w:val="center"/>
        <w:rPr>
          <w:b/>
          <w:color w:val="006600"/>
          <w:sz w:val="20"/>
          <w:szCs w:val="20"/>
          <w:lang w:val="uk-UA" w:eastAsia="en-US"/>
        </w:rPr>
      </w:pPr>
      <w:r>
        <w:rPr>
          <w:b/>
          <w:color w:val="006600"/>
          <w:sz w:val="20"/>
          <w:szCs w:val="20"/>
          <w:lang w:val="uk-UA" w:eastAsia="en-US"/>
        </w:rPr>
        <w:t>Проект УВКБ ООН № 272</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6B478E">
        <w:rPr>
          <w:rFonts w:asciiTheme="minorHAnsi" w:hAnsiTheme="minorHAnsi"/>
          <w:b/>
          <w:sz w:val="20"/>
          <w:szCs w:val="20"/>
          <w:shd w:val="clear" w:color="auto" w:fill="FFFFFF"/>
          <w:lang w:val="uk-UA"/>
        </w:rPr>
        <w:t>30</w:t>
      </w:r>
      <w:r w:rsidR="00410442" w:rsidRPr="00F96793">
        <w:rPr>
          <w:rFonts w:asciiTheme="minorHAnsi" w:hAnsiTheme="minorHAnsi"/>
          <w:b/>
          <w:sz w:val="20"/>
          <w:szCs w:val="20"/>
          <w:shd w:val="clear" w:color="auto" w:fill="FFFFFF"/>
          <w:lang w:val="uk-UA"/>
        </w:rPr>
        <w:t>.</w:t>
      </w:r>
      <w:r w:rsidR="00632168">
        <w:rPr>
          <w:rFonts w:asciiTheme="minorHAnsi" w:hAnsiTheme="minorHAnsi"/>
          <w:b/>
          <w:sz w:val="20"/>
          <w:szCs w:val="20"/>
          <w:shd w:val="clear" w:color="auto" w:fill="FFFFFF"/>
          <w:lang w:val="uk-UA"/>
        </w:rPr>
        <w:t>11</w:t>
      </w:r>
      <w:r w:rsidR="006B6070">
        <w:rPr>
          <w:rFonts w:asciiTheme="minorHAnsi" w:hAnsiTheme="minorHAnsi"/>
          <w:b/>
          <w:sz w:val="20"/>
          <w:szCs w:val="20"/>
          <w:shd w:val="clear" w:color="auto" w:fill="FFFFFF"/>
          <w:lang w:val="uk-UA"/>
        </w:rPr>
        <w:t>.2021</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sidR="00BC7EE8" w:rsidRPr="00071822">
        <w:rPr>
          <w:rFonts w:asciiTheme="minorHAnsi" w:hAnsiTheme="minorHAnsi"/>
          <w:b/>
          <w:sz w:val="21"/>
          <w:szCs w:val="21"/>
          <w:shd w:val="clear" w:color="auto" w:fill="FFFFFF"/>
          <w:lang w:val="uk-UA"/>
        </w:rPr>
        <w:t>Ц</w:t>
      </w:r>
      <w:proofErr w:type="gramEnd"/>
      <w:r w:rsidRPr="00071822">
        <w:rPr>
          <w:rFonts w:asciiTheme="minorHAnsi" w:hAnsiTheme="minorHAnsi"/>
          <w:b/>
          <w:sz w:val="21"/>
          <w:szCs w:val="21"/>
          <w:shd w:val="clear" w:color="auto" w:fill="FFFFFF"/>
          <w:lang w:val="uk-UA"/>
        </w:rPr>
        <w:t xml:space="preserve">ІНОВУ </w:t>
      </w:r>
      <w:r>
        <w:rPr>
          <w:rFonts w:asciiTheme="minorHAnsi" w:hAnsiTheme="minorHAnsi"/>
          <w:b/>
          <w:sz w:val="21"/>
          <w:szCs w:val="21"/>
          <w:shd w:val="clear" w:color="auto" w:fill="FFFFFF"/>
          <w:lang w:val="uk-UA"/>
        </w:rPr>
        <w:t xml:space="preserve">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6B478E">
        <w:rPr>
          <w:rFonts w:asciiTheme="minorHAnsi" w:hAnsiTheme="minorHAnsi"/>
          <w:b/>
          <w:sz w:val="21"/>
          <w:szCs w:val="21"/>
          <w:shd w:val="clear" w:color="auto" w:fill="FFFFFF"/>
          <w:lang w:val="uk-UA"/>
        </w:rPr>
        <w:t>12</w:t>
      </w:r>
      <w:r w:rsidR="0060144A">
        <w:rPr>
          <w:rFonts w:asciiTheme="minorHAnsi" w:hAnsiTheme="minorHAnsi"/>
          <w:b/>
          <w:sz w:val="21"/>
          <w:szCs w:val="21"/>
          <w:shd w:val="clear" w:color="auto" w:fill="FFFFFF"/>
          <w:lang w:val="uk-UA"/>
        </w:rPr>
        <w:t>_</w:t>
      </w:r>
      <w:r w:rsidR="004E7070">
        <w:rPr>
          <w:rFonts w:asciiTheme="minorHAnsi" w:hAnsiTheme="minorHAnsi"/>
          <w:b/>
          <w:sz w:val="21"/>
          <w:szCs w:val="21"/>
          <w:shd w:val="clear" w:color="auto" w:fill="FFFFFF"/>
          <w:lang w:val="uk-UA"/>
        </w:rPr>
        <w:t>20</w:t>
      </w:r>
      <w:r w:rsidR="006B6070">
        <w:rPr>
          <w:rFonts w:asciiTheme="minorHAnsi" w:hAnsiTheme="minorHAnsi"/>
          <w:b/>
          <w:sz w:val="21"/>
          <w:szCs w:val="21"/>
          <w:shd w:val="clear" w:color="auto" w:fill="FFFFFF"/>
          <w:lang w:val="uk-UA"/>
        </w:rPr>
        <w:t>21</w:t>
      </w:r>
      <w:r w:rsidR="008841C2" w:rsidRPr="00ED238D">
        <w:rPr>
          <w:rFonts w:asciiTheme="minorHAnsi" w:hAnsiTheme="minorHAnsi"/>
          <w:b/>
          <w:sz w:val="21"/>
          <w:szCs w:val="21"/>
          <w:shd w:val="clear" w:color="auto" w:fill="FFFFFF"/>
          <w:lang w:val="uk-UA"/>
        </w:rPr>
        <w:t xml:space="preserve"> </w:t>
      </w:r>
    </w:p>
    <w:p w:rsidR="008841C2" w:rsidRPr="00ED238D" w:rsidRDefault="00AC7A7A"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00132336">
        <w:rPr>
          <w:rFonts w:asciiTheme="minorHAnsi" w:hAnsiTheme="minorHAnsi"/>
          <w:b/>
          <w:sz w:val="21"/>
          <w:szCs w:val="21"/>
          <w:shd w:val="clear" w:color="auto" w:fill="FFFFFF"/>
          <w:lang w:val="uk-UA"/>
        </w:rPr>
        <w:t xml:space="preserve"> ЗАКУПІВЛЮ </w:t>
      </w:r>
      <w:r w:rsidR="00444030">
        <w:rPr>
          <w:rFonts w:asciiTheme="minorHAnsi" w:hAnsiTheme="minorHAnsi"/>
          <w:b/>
          <w:sz w:val="21"/>
          <w:szCs w:val="21"/>
          <w:shd w:val="clear" w:color="auto" w:fill="FFFFFF"/>
          <w:lang w:val="uk-UA"/>
        </w:rPr>
        <w:t xml:space="preserve">4 </w:t>
      </w:r>
      <w:r w:rsidR="006B478E">
        <w:rPr>
          <w:rFonts w:asciiTheme="minorHAnsi" w:hAnsiTheme="minorHAnsi"/>
          <w:b/>
          <w:sz w:val="21"/>
          <w:szCs w:val="21"/>
          <w:shd w:val="clear" w:color="auto" w:fill="FFFFFF"/>
          <w:lang w:val="uk-UA"/>
        </w:rPr>
        <w:t>НОУТБУ</w:t>
      </w:r>
      <w:r w:rsidR="001F56C2">
        <w:rPr>
          <w:rFonts w:asciiTheme="minorHAnsi" w:hAnsiTheme="minorHAnsi"/>
          <w:b/>
          <w:sz w:val="21"/>
          <w:szCs w:val="21"/>
          <w:shd w:val="clear" w:color="auto" w:fill="FFFFFF"/>
          <w:lang w:val="uk-UA"/>
        </w:rPr>
        <w:t>КІВ</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9E6B3E">
        <w:rPr>
          <w:rFonts w:asciiTheme="minorHAnsi" w:hAnsiTheme="minorHAnsi"/>
          <w:b/>
          <w:i/>
          <w:color w:val="FF0000"/>
          <w:sz w:val="21"/>
          <w:szCs w:val="21"/>
          <w:u w:val="single"/>
          <w:lang w:val="uk-UA"/>
        </w:rPr>
        <w:t>07</w:t>
      </w:r>
      <w:r w:rsidRPr="00FE7C5C">
        <w:rPr>
          <w:rFonts w:asciiTheme="minorHAnsi" w:hAnsiTheme="minorHAnsi"/>
          <w:b/>
          <w:i/>
          <w:color w:val="FF0000"/>
          <w:sz w:val="21"/>
          <w:szCs w:val="21"/>
          <w:u w:val="single"/>
          <w:lang w:val="uk-UA"/>
        </w:rPr>
        <w:t>.</w:t>
      </w:r>
      <w:r w:rsidR="0058781D">
        <w:rPr>
          <w:rFonts w:asciiTheme="minorHAnsi" w:hAnsiTheme="minorHAnsi"/>
          <w:b/>
          <w:i/>
          <w:color w:val="FF0000"/>
          <w:sz w:val="21"/>
          <w:szCs w:val="21"/>
          <w:u w:val="single"/>
          <w:lang w:val="uk-UA"/>
        </w:rPr>
        <w:t>12</w:t>
      </w:r>
      <w:r w:rsidRPr="00FE7C5C">
        <w:rPr>
          <w:rFonts w:asciiTheme="minorHAnsi" w:hAnsiTheme="minorHAnsi"/>
          <w:b/>
          <w:i/>
          <w:color w:val="FF0000"/>
          <w:sz w:val="21"/>
          <w:szCs w:val="21"/>
          <w:u w:val="single"/>
          <w:lang w:val="uk-UA"/>
        </w:rPr>
        <w:t>.</w:t>
      </w:r>
      <w:r w:rsidR="00722EBF">
        <w:rPr>
          <w:rFonts w:asciiTheme="minorHAnsi" w:hAnsiTheme="minorHAnsi"/>
          <w:b/>
          <w:i/>
          <w:color w:val="FF0000"/>
          <w:sz w:val="21"/>
          <w:szCs w:val="21"/>
          <w:u w:val="single"/>
          <w:lang w:val="uk-UA"/>
        </w:rPr>
        <w:t>2021</w:t>
      </w:r>
      <w:r w:rsidRPr="0057713E">
        <w:rPr>
          <w:rFonts w:asciiTheme="minorHAnsi" w:hAnsiTheme="minorHAnsi"/>
          <w:b/>
          <w:i/>
          <w:color w:val="FF0000"/>
          <w:sz w:val="21"/>
          <w:szCs w:val="21"/>
          <w:u w:val="single"/>
          <w:lang w:val="uk-UA"/>
        </w:rPr>
        <w:t xml:space="preserve"> –</w:t>
      </w:r>
      <w:r w:rsidR="00CD2CAC">
        <w:rPr>
          <w:rFonts w:asciiTheme="minorHAnsi" w:hAnsiTheme="minorHAnsi"/>
          <w:b/>
          <w:color w:val="FF0000"/>
          <w:sz w:val="21"/>
          <w:szCs w:val="21"/>
          <w:u w:val="single"/>
          <w:lang w:val="uk-UA"/>
        </w:rPr>
        <w:t>23</w:t>
      </w:r>
      <w:r w:rsidR="00D2203E" w:rsidRPr="0057713E">
        <w:rPr>
          <w:rFonts w:asciiTheme="minorHAnsi" w:hAnsiTheme="minorHAnsi"/>
          <w:b/>
          <w:color w:val="FF0000"/>
          <w:sz w:val="21"/>
          <w:szCs w:val="21"/>
          <w:u w:val="single"/>
          <w:lang w:val="uk-UA"/>
        </w:rPr>
        <w:t>:</w:t>
      </w:r>
      <w:r w:rsidR="00CD2CAC">
        <w:rPr>
          <w:rFonts w:asciiTheme="minorHAnsi" w:hAnsiTheme="minorHAnsi"/>
          <w:b/>
          <w:color w:val="FF0000"/>
          <w:sz w:val="21"/>
          <w:szCs w:val="21"/>
          <w:u w:val="single"/>
          <w:lang w:val="uk-UA"/>
        </w:rPr>
        <w:t>59</w:t>
      </w:r>
      <w:r w:rsidRPr="0057713E">
        <w:rPr>
          <w:rFonts w:asciiTheme="minorHAnsi" w:hAnsiTheme="minorHAnsi"/>
          <w:b/>
          <w:color w:val="FF0000"/>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780365">
        <w:rPr>
          <w:rFonts w:asciiTheme="minorHAnsi" w:hAnsiTheme="minorHAnsi"/>
          <w:sz w:val="21"/>
          <w:szCs w:val="21"/>
          <w:lang w:val="uk-UA"/>
        </w:rPr>
        <w:t>адати В</w:t>
      </w:r>
      <w:r w:rsidR="003F659D">
        <w:rPr>
          <w:rFonts w:asciiTheme="minorHAnsi" w:hAnsiTheme="minorHAnsi"/>
          <w:sz w:val="21"/>
          <w:szCs w:val="21"/>
          <w:lang w:val="uk-UA"/>
        </w:rPr>
        <w:t>ашу цінов</w:t>
      </w:r>
      <w:r w:rsidR="00EE2C9E">
        <w:rPr>
          <w:rFonts w:asciiTheme="minorHAnsi" w:hAnsiTheme="minorHAnsi"/>
          <w:sz w:val="21"/>
          <w:szCs w:val="21"/>
          <w:lang w:val="uk-UA"/>
        </w:rPr>
        <w:t>у пропозицію на закупівлю</w:t>
      </w:r>
      <w:r w:rsidR="00444030">
        <w:rPr>
          <w:rFonts w:asciiTheme="minorHAnsi" w:hAnsiTheme="minorHAnsi"/>
          <w:sz w:val="21"/>
          <w:szCs w:val="21"/>
          <w:lang w:val="uk-UA"/>
        </w:rPr>
        <w:t xml:space="preserve"> 4</w:t>
      </w:r>
      <w:r w:rsidR="0070151B">
        <w:rPr>
          <w:rFonts w:asciiTheme="minorHAnsi" w:hAnsiTheme="minorHAnsi"/>
          <w:sz w:val="21"/>
          <w:szCs w:val="21"/>
          <w:lang w:val="uk-UA"/>
        </w:rPr>
        <w:t xml:space="preserve"> ноутбу</w:t>
      </w:r>
      <w:r w:rsidR="003F659D">
        <w:rPr>
          <w:rFonts w:asciiTheme="minorHAnsi" w:hAnsiTheme="minorHAnsi"/>
          <w:sz w:val="21"/>
          <w:szCs w:val="21"/>
          <w:lang w:val="uk-UA"/>
        </w:rPr>
        <w:t>ків</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4E1C91">
        <w:rPr>
          <w:rFonts w:asciiTheme="minorHAnsi" w:hAnsiTheme="minorHAnsi"/>
          <w:sz w:val="21"/>
          <w:szCs w:val="21"/>
          <w:lang w:val="uk-UA"/>
        </w:rPr>
        <w:t>72</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т.п. В і</w:t>
      </w:r>
      <w:r w:rsidR="00F07DA5">
        <w:rPr>
          <w:rFonts w:asciiTheme="minorHAnsi" w:hAnsiTheme="minorHAnsi" w:cs="Tahoma"/>
          <w:color w:val="333333"/>
          <w:szCs w:val="18"/>
          <w:lang w:val="uk-UA"/>
        </w:rPr>
        <w:t>ншому випадку</w:t>
      </w:r>
      <w:r w:rsidR="00341352">
        <w:rPr>
          <w:rFonts w:asciiTheme="minorHAnsi" w:hAnsiTheme="minorHAnsi" w:cs="Tahoma"/>
          <w:color w:val="333333"/>
          <w:szCs w:val="18"/>
          <w:lang w:val="uk-UA"/>
        </w:rPr>
        <w:t xml:space="preserve">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9E6B3E">
        <w:rPr>
          <w:rFonts w:asciiTheme="minorHAnsi" w:hAnsiTheme="minorHAnsi"/>
          <w:b/>
          <w:i/>
          <w:color w:val="FF0000"/>
          <w:sz w:val="21"/>
          <w:szCs w:val="21"/>
          <w:u w:val="single"/>
          <w:lang w:val="uk-UA"/>
        </w:rPr>
        <w:t>07</w:t>
      </w:r>
      <w:r w:rsidR="00830A82">
        <w:rPr>
          <w:rFonts w:asciiTheme="minorHAnsi" w:hAnsiTheme="minorHAnsi"/>
          <w:b/>
          <w:i/>
          <w:color w:val="FF0000"/>
          <w:sz w:val="21"/>
          <w:szCs w:val="21"/>
          <w:u w:val="single"/>
          <w:lang w:val="uk-UA"/>
        </w:rPr>
        <w:t>.12</w:t>
      </w:r>
      <w:r w:rsidR="00CD2CAC">
        <w:rPr>
          <w:rFonts w:asciiTheme="minorHAnsi" w:hAnsiTheme="minorHAnsi"/>
          <w:b/>
          <w:i/>
          <w:color w:val="FF0000"/>
          <w:sz w:val="21"/>
          <w:szCs w:val="21"/>
          <w:u w:val="single"/>
          <w:lang w:val="uk-UA"/>
        </w:rPr>
        <w:t>.202</w:t>
      </w:r>
      <w:r w:rsidR="00A97EE4">
        <w:rPr>
          <w:rFonts w:asciiTheme="minorHAnsi" w:hAnsiTheme="minorHAnsi"/>
          <w:b/>
          <w:i/>
          <w:color w:val="FF0000"/>
          <w:sz w:val="21"/>
          <w:szCs w:val="21"/>
          <w:u w:val="single"/>
          <w:lang w:val="uk-UA"/>
        </w:rPr>
        <w:t>1</w:t>
      </w:r>
      <w:r w:rsidRPr="0038406E">
        <w:rPr>
          <w:rFonts w:asciiTheme="minorHAnsi" w:hAnsiTheme="minorHAnsi"/>
          <w:b/>
          <w:i/>
          <w:sz w:val="21"/>
          <w:szCs w:val="21"/>
          <w:u w:val="single"/>
          <w:lang w:val="uk-UA"/>
        </w:rPr>
        <w:t xml:space="preserve"> –</w:t>
      </w:r>
      <w:r w:rsidR="006A5E53" w:rsidRPr="00A97EE4">
        <w:rPr>
          <w:rFonts w:asciiTheme="minorHAnsi" w:hAnsiTheme="minorHAnsi"/>
          <w:b/>
          <w:sz w:val="21"/>
          <w:szCs w:val="21"/>
          <w:u w:val="single"/>
          <w:lang w:val="uk-UA"/>
        </w:rPr>
        <w:t>23</w:t>
      </w:r>
      <w:r w:rsidRPr="0038406E">
        <w:rPr>
          <w:rFonts w:asciiTheme="minorHAnsi" w:hAnsiTheme="minorHAnsi"/>
          <w:b/>
          <w:sz w:val="21"/>
          <w:szCs w:val="21"/>
          <w:u w:val="single"/>
          <w:lang w:val="uk-UA"/>
        </w:rPr>
        <w:t>:</w:t>
      </w:r>
      <w:r w:rsidR="006A5E53" w:rsidRPr="00A97EE4">
        <w:rPr>
          <w:rFonts w:asciiTheme="minorHAnsi" w:hAnsiTheme="minorHAnsi"/>
          <w:b/>
          <w:sz w:val="21"/>
          <w:szCs w:val="21"/>
          <w:u w:val="single"/>
          <w:lang w:val="uk-UA"/>
        </w:rPr>
        <w:t>59</w:t>
      </w:r>
      <w:r w:rsidRPr="0038406E">
        <w:rPr>
          <w:rFonts w:asciiTheme="minorHAnsi" w:hAnsiTheme="minorHAnsi"/>
          <w:b/>
          <w:sz w:val="21"/>
          <w:szCs w:val="21"/>
          <w:u w:val="single"/>
          <w:lang w:val="uk-UA"/>
        </w:rPr>
        <w:t xml:space="preserve"> 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В.Чумака,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Pr="00444030" w:rsidRDefault="002E1BEB" w:rsidP="002E1BEB">
      <w:pPr>
        <w:pStyle w:val="a4"/>
        <w:ind w:left="1080"/>
        <w:jc w:val="both"/>
        <w:rPr>
          <w:rFonts w:asciiTheme="minorHAnsi" w:hAnsiTheme="minorHAnsi"/>
          <w:b/>
          <w:sz w:val="21"/>
          <w:szCs w:val="21"/>
          <w:u w:val="single"/>
        </w:rPr>
      </w:pPr>
    </w:p>
    <w:p w:rsidR="00AD677D" w:rsidRDefault="0076473D" w:rsidP="0076473D">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ВИМОГИ ДО ТЕХНІЧНИХ ХАРАКТЕРИСТИК ТОВАРУ</w:t>
      </w:r>
    </w:p>
    <w:p w:rsidR="00985A59" w:rsidRDefault="00AC238E" w:rsidP="00985A59">
      <w:pPr>
        <w:pStyle w:val="a4"/>
        <w:numPr>
          <w:ilvl w:val="0"/>
          <w:numId w:val="33"/>
        </w:numPr>
        <w:jc w:val="both"/>
        <w:rPr>
          <w:rFonts w:asciiTheme="minorHAnsi" w:hAnsiTheme="minorHAnsi"/>
          <w:sz w:val="21"/>
          <w:szCs w:val="21"/>
          <w:lang w:val="uk-UA"/>
        </w:rPr>
      </w:pPr>
      <w:r w:rsidRPr="00AC238E">
        <w:rPr>
          <w:rFonts w:asciiTheme="minorHAnsi" w:hAnsiTheme="minorHAnsi"/>
          <w:sz w:val="21"/>
          <w:szCs w:val="21"/>
          <w:lang w:val="uk-UA"/>
        </w:rPr>
        <w:t>SSD диск мінімум 256 ГБ.</w:t>
      </w:r>
    </w:p>
    <w:p w:rsidR="00AC238E" w:rsidRDefault="00D508E9" w:rsidP="00985A59">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Екран – </w:t>
      </w:r>
      <w:r>
        <w:rPr>
          <w:rFonts w:asciiTheme="minorHAnsi" w:hAnsiTheme="minorHAnsi"/>
          <w:sz w:val="21"/>
          <w:szCs w:val="21"/>
          <w:lang w:val="en-US"/>
        </w:rPr>
        <w:t>IPS.</w:t>
      </w:r>
    </w:p>
    <w:p w:rsidR="00260030" w:rsidRDefault="00260030"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 xml:space="preserve">Процесор </w:t>
      </w:r>
      <w:r w:rsidR="00A254DE">
        <w:rPr>
          <w:rFonts w:asciiTheme="minorHAnsi" w:hAnsiTheme="minorHAnsi"/>
          <w:sz w:val="21"/>
          <w:szCs w:val="21"/>
          <w:lang w:val="en-US"/>
        </w:rPr>
        <w:t>Intel</w:t>
      </w:r>
      <w:r w:rsidR="00A254DE" w:rsidRPr="00A254DE">
        <w:rPr>
          <w:rFonts w:asciiTheme="minorHAnsi" w:hAnsiTheme="minorHAnsi"/>
          <w:sz w:val="21"/>
          <w:szCs w:val="21"/>
        </w:rPr>
        <w:t xml:space="preserve"> </w:t>
      </w:r>
      <w:r w:rsidR="00A254DE">
        <w:rPr>
          <w:rFonts w:asciiTheme="minorHAnsi" w:hAnsiTheme="minorHAnsi"/>
          <w:sz w:val="21"/>
          <w:szCs w:val="21"/>
          <w:lang w:val="en-US"/>
        </w:rPr>
        <w:t>i</w:t>
      </w:r>
      <w:r w:rsidR="00A254DE" w:rsidRPr="00A254DE">
        <w:rPr>
          <w:rFonts w:asciiTheme="minorHAnsi" w:hAnsiTheme="minorHAnsi"/>
          <w:sz w:val="21"/>
          <w:szCs w:val="21"/>
        </w:rPr>
        <w:t>5 11-</w:t>
      </w:r>
      <w:proofErr w:type="spellStart"/>
      <w:r w:rsidR="00A254DE">
        <w:rPr>
          <w:rFonts w:asciiTheme="minorHAnsi" w:hAnsiTheme="minorHAnsi"/>
          <w:sz w:val="21"/>
          <w:szCs w:val="21"/>
          <w:lang w:val="uk-UA"/>
        </w:rPr>
        <w:t>го</w:t>
      </w:r>
      <w:proofErr w:type="spellEnd"/>
      <w:r w:rsidR="00A254DE">
        <w:rPr>
          <w:rFonts w:asciiTheme="minorHAnsi" w:hAnsiTheme="minorHAnsi"/>
          <w:sz w:val="21"/>
          <w:szCs w:val="21"/>
          <w:lang w:val="uk-UA"/>
        </w:rPr>
        <w:t xml:space="preserve"> покоління</w:t>
      </w:r>
      <w:r>
        <w:rPr>
          <w:rFonts w:asciiTheme="minorHAnsi" w:hAnsiTheme="minorHAnsi"/>
          <w:sz w:val="21"/>
          <w:szCs w:val="21"/>
          <w:lang w:val="uk-UA"/>
        </w:rPr>
        <w:t>.</w:t>
      </w:r>
    </w:p>
    <w:p w:rsidR="00260030" w:rsidRDefault="00D73E96" w:rsidP="00260030">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Об’єм оперативної пам’яті від 8 ГБ</w:t>
      </w:r>
    </w:p>
    <w:p w:rsidR="0076473D" w:rsidRPr="00D508E9" w:rsidRDefault="0076473D" w:rsidP="0076473D">
      <w:pPr>
        <w:pStyle w:val="a4"/>
        <w:ind w:left="1080"/>
        <w:jc w:val="both"/>
        <w:rPr>
          <w:rFonts w:asciiTheme="minorHAnsi" w:hAnsiTheme="minorHAnsi"/>
          <w:sz w:val="21"/>
          <w:szCs w:val="21"/>
          <w:lang w:val="en-US"/>
        </w:rPr>
      </w:pPr>
      <w:bookmarkStart w:id="0" w:name="_GoBack"/>
      <w:bookmarkEnd w:id="0"/>
    </w:p>
    <w:p w:rsidR="0076473D" w:rsidRPr="0076473D" w:rsidRDefault="0076473D" w:rsidP="0076473D">
      <w:pPr>
        <w:pStyle w:val="a4"/>
        <w:numPr>
          <w:ilvl w:val="0"/>
          <w:numId w:val="32"/>
        </w:numPr>
        <w:jc w:val="both"/>
        <w:rPr>
          <w:rFonts w:asciiTheme="minorHAnsi" w:hAnsiTheme="minorHAnsi"/>
          <w:sz w:val="21"/>
          <w:szCs w:val="21"/>
          <w:lang w:val="uk-UA"/>
        </w:rPr>
      </w:pPr>
      <w:r w:rsidRPr="0076473D">
        <w:rPr>
          <w:rFonts w:asciiTheme="minorHAnsi" w:hAnsiTheme="minorHAnsi"/>
          <w:b/>
          <w:sz w:val="21"/>
          <w:szCs w:val="21"/>
          <w:u w:val="single"/>
          <w:lang w:val="uk-UA"/>
        </w:rPr>
        <w:t>ОЦІНКА ПРОПОЗИЦІЙ</w:t>
      </w:r>
    </w:p>
    <w:p w:rsidR="0076473D" w:rsidRDefault="0076473D" w:rsidP="0076473D">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76473D" w:rsidRDefault="0076473D" w:rsidP="0068196D">
      <w:pPr>
        <w:ind w:left="720"/>
        <w:jc w:val="both"/>
        <w:rPr>
          <w:rFonts w:asciiTheme="minorHAnsi" w:hAnsiTheme="minorHAnsi"/>
          <w:sz w:val="21"/>
          <w:szCs w:val="21"/>
          <w:lang w:val="uk-UA"/>
        </w:rPr>
      </w:pP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228" w:rsidRDefault="000A7228" w:rsidP="00FA4D7E">
      <w:r>
        <w:separator/>
      </w:r>
    </w:p>
  </w:endnote>
  <w:endnote w:type="continuationSeparator" w:id="0">
    <w:p w:rsidR="000A7228" w:rsidRDefault="000A7228"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0A7228"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D73E96">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D73E96">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228" w:rsidRDefault="000A7228" w:rsidP="00FA4D7E">
      <w:r>
        <w:separator/>
      </w:r>
    </w:p>
  </w:footnote>
  <w:footnote w:type="continuationSeparator" w:id="0">
    <w:p w:rsidR="000A7228" w:rsidRDefault="000A7228"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3BD"/>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1822"/>
    <w:rsid w:val="000721E6"/>
    <w:rsid w:val="00073F50"/>
    <w:rsid w:val="00074E52"/>
    <w:rsid w:val="00082A33"/>
    <w:rsid w:val="00083372"/>
    <w:rsid w:val="00084715"/>
    <w:rsid w:val="00084963"/>
    <w:rsid w:val="000869FE"/>
    <w:rsid w:val="000901D9"/>
    <w:rsid w:val="00092B36"/>
    <w:rsid w:val="000A1E67"/>
    <w:rsid w:val="000A4346"/>
    <w:rsid w:val="000A4F6C"/>
    <w:rsid w:val="000A5B5D"/>
    <w:rsid w:val="000A7228"/>
    <w:rsid w:val="000B0B0C"/>
    <w:rsid w:val="000B21F2"/>
    <w:rsid w:val="000B5A32"/>
    <w:rsid w:val="000C26EB"/>
    <w:rsid w:val="000C3D40"/>
    <w:rsid w:val="000C4560"/>
    <w:rsid w:val="000C4935"/>
    <w:rsid w:val="000D2016"/>
    <w:rsid w:val="000D48F4"/>
    <w:rsid w:val="000D7D4A"/>
    <w:rsid w:val="000E657F"/>
    <w:rsid w:val="000F2DC8"/>
    <w:rsid w:val="000F6B18"/>
    <w:rsid w:val="001024A9"/>
    <w:rsid w:val="0010583C"/>
    <w:rsid w:val="00115788"/>
    <w:rsid w:val="00115C39"/>
    <w:rsid w:val="00120A4F"/>
    <w:rsid w:val="001308F2"/>
    <w:rsid w:val="00130C74"/>
    <w:rsid w:val="00132336"/>
    <w:rsid w:val="0013301A"/>
    <w:rsid w:val="00141759"/>
    <w:rsid w:val="0015168E"/>
    <w:rsid w:val="00156BEF"/>
    <w:rsid w:val="00156C44"/>
    <w:rsid w:val="0016067C"/>
    <w:rsid w:val="00160CDA"/>
    <w:rsid w:val="00161008"/>
    <w:rsid w:val="0016357A"/>
    <w:rsid w:val="00170D30"/>
    <w:rsid w:val="00193810"/>
    <w:rsid w:val="00196D26"/>
    <w:rsid w:val="001A6548"/>
    <w:rsid w:val="001B6544"/>
    <w:rsid w:val="001C087F"/>
    <w:rsid w:val="001E448D"/>
    <w:rsid w:val="001E5DC0"/>
    <w:rsid w:val="001E6083"/>
    <w:rsid w:val="001F0CE3"/>
    <w:rsid w:val="001F4DA8"/>
    <w:rsid w:val="001F56C2"/>
    <w:rsid w:val="001F6D17"/>
    <w:rsid w:val="00202DA6"/>
    <w:rsid w:val="00215838"/>
    <w:rsid w:val="00221827"/>
    <w:rsid w:val="0022631D"/>
    <w:rsid w:val="00227D9F"/>
    <w:rsid w:val="00230212"/>
    <w:rsid w:val="00234BDE"/>
    <w:rsid w:val="00260030"/>
    <w:rsid w:val="0026358C"/>
    <w:rsid w:val="00265924"/>
    <w:rsid w:val="00267268"/>
    <w:rsid w:val="00276A83"/>
    <w:rsid w:val="00282BF1"/>
    <w:rsid w:val="002906D1"/>
    <w:rsid w:val="002A5392"/>
    <w:rsid w:val="002A5D81"/>
    <w:rsid w:val="002A5E2D"/>
    <w:rsid w:val="002B02F7"/>
    <w:rsid w:val="002B7288"/>
    <w:rsid w:val="002B7666"/>
    <w:rsid w:val="002C2DA8"/>
    <w:rsid w:val="002C38D3"/>
    <w:rsid w:val="002D197F"/>
    <w:rsid w:val="002E1BEB"/>
    <w:rsid w:val="002F6EC5"/>
    <w:rsid w:val="003007CA"/>
    <w:rsid w:val="00302623"/>
    <w:rsid w:val="00303935"/>
    <w:rsid w:val="00306688"/>
    <w:rsid w:val="003111BD"/>
    <w:rsid w:val="003177E1"/>
    <w:rsid w:val="00330BDF"/>
    <w:rsid w:val="00335E43"/>
    <w:rsid w:val="00340FC4"/>
    <w:rsid w:val="00341352"/>
    <w:rsid w:val="003452A0"/>
    <w:rsid w:val="0035164E"/>
    <w:rsid w:val="00357306"/>
    <w:rsid w:val="00366EBF"/>
    <w:rsid w:val="00370259"/>
    <w:rsid w:val="00373F3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3F659D"/>
    <w:rsid w:val="00405629"/>
    <w:rsid w:val="00410442"/>
    <w:rsid w:val="00416FA6"/>
    <w:rsid w:val="004305A9"/>
    <w:rsid w:val="0043284D"/>
    <w:rsid w:val="004350AF"/>
    <w:rsid w:val="0043611C"/>
    <w:rsid w:val="0044279B"/>
    <w:rsid w:val="00444030"/>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070"/>
    <w:rsid w:val="004E7A11"/>
    <w:rsid w:val="00502EFB"/>
    <w:rsid w:val="00504674"/>
    <w:rsid w:val="00526FE6"/>
    <w:rsid w:val="005367AD"/>
    <w:rsid w:val="0054675E"/>
    <w:rsid w:val="00555471"/>
    <w:rsid w:val="00562476"/>
    <w:rsid w:val="00570524"/>
    <w:rsid w:val="00574A24"/>
    <w:rsid w:val="0057713E"/>
    <w:rsid w:val="00581354"/>
    <w:rsid w:val="0058781D"/>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23AAB"/>
    <w:rsid w:val="00632168"/>
    <w:rsid w:val="00633EB3"/>
    <w:rsid w:val="0063617F"/>
    <w:rsid w:val="00640BCB"/>
    <w:rsid w:val="006438E6"/>
    <w:rsid w:val="00657321"/>
    <w:rsid w:val="0066057B"/>
    <w:rsid w:val="0066147A"/>
    <w:rsid w:val="006631EB"/>
    <w:rsid w:val="00664523"/>
    <w:rsid w:val="00666A3B"/>
    <w:rsid w:val="00677F54"/>
    <w:rsid w:val="0068196D"/>
    <w:rsid w:val="006841E1"/>
    <w:rsid w:val="006843EF"/>
    <w:rsid w:val="00685957"/>
    <w:rsid w:val="00691A46"/>
    <w:rsid w:val="006931CD"/>
    <w:rsid w:val="006A5E53"/>
    <w:rsid w:val="006B02F8"/>
    <w:rsid w:val="006B478E"/>
    <w:rsid w:val="006B6070"/>
    <w:rsid w:val="006C09CD"/>
    <w:rsid w:val="006C5C28"/>
    <w:rsid w:val="006D499E"/>
    <w:rsid w:val="006D7A4F"/>
    <w:rsid w:val="006E1164"/>
    <w:rsid w:val="006F18F6"/>
    <w:rsid w:val="006F257E"/>
    <w:rsid w:val="006F34D4"/>
    <w:rsid w:val="006F7274"/>
    <w:rsid w:val="007001A8"/>
    <w:rsid w:val="0070151B"/>
    <w:rsid w:val="0070342C"/>
    <w:rsid w:val="00711A24"/>
    <w:rsid w:val="00721995"/>
    <w:rsid w:val="00722EBF"/>
    <w:rsid w:val="00730AC7"/>
    <w:rsid w:val="00732AC9"/>
    <w:rsid w:val="00733A4F"/>
    <w:rsid w:val="00735CF4"/>
    <w:rsid w:val="00741FD5"/>
    <w:rsid w:val="00745697"/>
    <w:rsid w:val="00747295"/>
    <w:rsid w:val="007477BD"/>
    <w:rsid w:val="007500F1"/>
    <w:rsid w:val="00763F3F"/>
    <w:rsid w:val="0076473D"/>
    <w:rsid w:val="00766237"/>
    <w:rsid w:val="00767EFD"/>
    <w:rsid w:val="00772692"/>
    <w:rsid w:val="00772917"/>
    <w:rsid w:val="00780365"/>
    <w:rsid w:val="007831E0"/>
    <w:rsid w:val="00785983"/>
    <w:rsid w:val="0079072C"/>
    <w:rsid w:val="00792512"/>
    <w:rsid w:val="00797602"/>
    <w:rsid w:val="00797DB7"/>
    <w:rsid w:val="007A208E"/>
    <w:rsid w:val="007A40A4"/>
    <w:rsid w:val="007A7352"/>
    <w:rsid w:val="007A7BCE"/>
    <w:rsid w:val="007B3B46"/>
    <w:rsid w:val="007B60AB"/>
    <w:rsid w:val="007B7AB3"/>
    <w:rsid w:val="007C0C8A"/>
    <w:rsid w:val="007C14CE"/>
    <w:rsid w:val="007C5D88"/>
    <w:rsid w:val="007C6E4E"/>
    <w:rsid w:val="007D290D"/>
    <w:rsid w:val="007D3F6A"/>
    <w:rsid w:val="007D4E66"/>
    <w:rsid w:val="007E0C42"/>
    <w:rsid w:val="00803E0C"/>
    <w:rsid w:val="00804133"/>
    <w:rsid w:val="00804AA6"/>
    <w:rsid w:val="00805248"/>
    <w:rsid w:val="008147D2"/>
    <w:rsid w:val="0081630B"/>
    <w:rsid w:val="00820C41"/>
    <w:rsid w:val="0082692C"/>
    <w:rsid w:val="00826BC0"/>
    <w:rsid w:val="0083061F"/>
    <w:rsid w:val="00830A82"/>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552B"/>
    <w:rsid w:val="009364DC"/>
    <w:rsid w:val="0094041A"/>
    <w:rsid w:val="00943205"/>
    <w:rsid w:val="009465B3"/>
    <w:rsid w:val="009526A7"/>
    <w:rsid w:val="00953FE5"/>
    <w:rsid w:val="00957AE3"/>
    <w:rsid w:val="00964150"/>
    <w:rsid w:val="00964831"/>
    <w:rsid w:val="00975E97"/>
    <w:rsid w:val="00977DAC"/>
    <w:rsid w:val="00984807"/>
    <w:rsid w:val="00984AE7"/>
    <w:rsid w:val="00984FB8"/>
    <w:rsid w:val="00985A59"/>
    <w:rsid w:val="00992B03"/>
    <w:rsid w:val="009A1BFB"/>
    <w:rsid w:val="009A1D10"/>
    <w:rsid w:val="009A46A4"/>
    <w:rsid w:val="009A7505"/>
    <w:rsid w:val="009B3192"/>
    <w:rsid w:val="009B6C62"/>
    <w:rsid w:val="009B71A1"/>
    <w:rsid w:val="009C283B"/>
    <w:rsid w:val="009C4EBD"/>
    <w:rsid w:val="009D3DD7"/>
    <w:rsid w:val="009D6A66"/>
    <w:rsid w:val="009E0233"/>
    <w:rsid w:val="009E1FE1"/>
    <w:rsid w:val="009E2820"/>
    <w:rsid w:val="009E5196"/>
    <w:rsid w:val="009E6B3E"/>
    <w:rsid w:val="009F2B94"/>
    <w:rsid w:val="009F50F2"/>
    <w:rsid w:val="009F5469"/>
    <w:rsid w:val="00A02886"/>
    <w:rsid w:val="00A02AD2"/>
    <w:rsid w:val="00A052AE"/>
    <w:rsid w:val="00A075B3"/>
    <w:rsid w:val="00A13A54"/>
    <w:rsid w:val="00A15C71"/>
    <w:rsid w:val="00A20A26"/>
    <w:rsid w:val="00A254DE"/>
    <w:rsid w:val="00A27392"/>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7EE4"/>
    <w:rsid w:val="00AA0A1B"/>
    <w:rsid w:val="00AA7416"/>
    <w:rsid w:val="00AB55CF"/>
    <w:rsid w:val="00AB588A"/>
    <w:rsid w:val="00AC15F8"/>
    <w:rsid w:val="00AC238E"/>
    <w:rsid w:val="00AC2D9D"/>
    <w:rsid w:val="00AC4D2A"/>
    <w:rsid w:val="00AC6E32"/>
    <w:rsid w:val="00AC7A7A"/>
    <w:rsid w:val="00AD3244"/>
    <w:rsid w:val="00AD440B"/>
    <w:rsid w:val="00AD6779"/>
    <w:rsid w:val="00AD677D"/>
    <w:rsid w:val="00AE3929"/>
    <w:rsid w:val="00AE4A57"/>
    <w:rsid w:val="00AE7431"/>
    <w:rsid w:val="00AF119E"/>
    <w:rsid w:val="00AF5108"/>
    <w:rsid w:val="00AF5E5A"/>
    <w:rsid w:val="00B05AC4"/>
    <w:rsid w:val="00B13711"/>
    <w:rsid w:val="00B3618A"/>
    <w:rsid w:val="00B521D1"/>
    <w:rsid w:val="00B54625"/>
    <w:rsid w:val="00B62FBC"/>
    <w:rsid w:val="00B653A8"/>
    <w:rsid w:val="00B65B59"/>
    <w:rsid w:val="00B74BBF"/>
    <w:rsid w:val="00B9287D"/>
    <w:rsid w:val="00B93E2A"/>
    <w:rsid w:val="00B97E33"/>
    <w:rsid w:val="00BA5817"/>
    <w:rsid w:val="00BA6F23"/>
    <w:rsid w:val="00BB21F4"/>
    <w:rsid w:val="00BB6240"/>
    <w:rsid w:val="00BC0214"/>
    <w:rsid w:val="00BC7EE8"/>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00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44F"/>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508E9"/>
    <w:rsid w:val="00D64117"/>
    <w:rsid w:val="00D73E96"/>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07704"/>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3052"/>
    <w:rsid w:val="00E74DF1"/>
    <w:rsid w:val="00E77FC4"/>
    <w:rsid w:val="00E83D61"/>
    <w:rsid w:val="00E94735"/>
    <w:rsid w:val="00E97E9F"/>
    <w:rsid w:val="00EA488B"/>
    <w:rsid w:val="00EA5BC8"/>
    <w:rsid w:val="00EA7F0A"/>
    <w:rsid w:val="00EB2810"/>
    <w:rsid w:val="00EC6A7D"/>
    <w:rsid w:val="00ED1984"/>
    <w:rsid w:val="00ED238D"/>
    <w:rsid w:val="00EE115A"/>
    <w:rsid w:val="00EE2C9E"/>
    <w:rsid w:val="00EE2E29"/>
    <w:rsid w:val="00EE40FC"/>
    <w:rsid w:val="00EE4351"/>
    <w:rsid w:val="00EE45F6"/>
    <w:rsid w:val="00EF0EC3"/>
    <w:rsid w:val="00EF2A61"/>
    <w:rsid w:val="00EF3E44"/>
    <w:rsid w:val="00EF628F"/>
    <w:rsid w:val="00F04095"/>
    <w:rsid w:val="00F04FFB"/>
    <w:rsid w:val="00F07DA5"/>
    <w:rsid w:val="00F20FFF"/>
    <w:rsid w:val="00F22C2C"/>
    <w:rsid w:val="00F24E27"/>
    <w:rsid w:val="00F31DE9"/>
    <w:rsid w:val="00F371A3"/>
    <w:rsid w:val="00F4175E"/>
    <w:rsid w:val="00F42366"/>
    <w:rsid w:val="00F4391C"/>
    <w:rsid w:val="00F44020"/>
    <w:rsid w:val="00F44D36"/>
    <w:rsid w:val="00F4793B"/>
    <w:rsid w:val="00F54354"/>
    <w:rsid w:val="00F5445A"/>
    <w:rsid w:val="00F557BF"/>
    <w:rsid w:val="00F60FD8"/>
    <w:rsid w:val="00F61154"/>
    <w:rsid w:val="00F64414"/>
    <w:rsid w:val="00F70C07"/>
    <w:rsid w:val="00F72403"/>
    <w:rsid w:val="00F80E13"/>
    <w:rsid w:val="00F80FCC"/>
    <w:rsid w:val="00F87DB0"/>
    <w:rsid w:val="00F936DD"/>
    <w:rsid w:val="00F946CC"/>
    <w:rsid w:val="00F96793"/>
    <w:rsid w:val="00FA4D7E"/>
    <w:rsid w:val="00FA6DB1"/>
    <w:rsid w:val="00FA7120"/>
    <w:rsid w:val="00FC2856"/>
    <w:rsid w:val="00FC3412"/>
    <w:rsid w:val="00FC69E2"/>
    <w:rsid w:val="00FD22F3"/>
    <w:rsid w:val="00FD43EF"/>
    <w:rsid w:val="00FD780E"/>
    <w:rsid w:val="00FD7914"/>
    <w:rsid w:val="00FE7C5C"/>
    <w:rsid w:val="00FF13FD"/>
    <w:rsid w:val="00FF34C7"/>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5FAB1-4D5F-4DE5-940E-4230183FA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290</TotalTime>
  <Pages>2</Pages>
  <Words>559</Words>
  <Characters>3191</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Инна</cp:lastModifiedBy>
  <cp:revision>206</cp:revision>
  <cp:lastPrinted>2019-01-08T14:20:00Z</cp:lastPrinted>
  <dcterms:created xsi:type="dcterms:W3CDTF">2020-01-08T06:34:00Z</dcterms:created>
  <dcterms:modified xsi:type="dcterms:W3CDTF">2021-11-30T12:03:00Z</dcterms:modified>
</cp:coreProperties>
</file>