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Ueo3EAAAA2gAAAA8AAABkcnMvZG93bnJldi54bWxEj9FqwkAURN+F/sNyhb4U3VRKLWk20gol&#10;oiI0+gG32WsSzN6N2VVTv94tFHwcZuYMk8x604gzda62rOB5HIEgLqyuuVSw236N3kA4j6yxsUwK&#10;fsnBLH0YJBhre+FvOue+FAHCLkYFlfdtLKUrKjLoxrYlDt7edgZ9kF0pdYeXADeNnETRqzRYc1io&#10;sKV5RcUhPxkFT4ds+mOj7XGZmeuqzV42n7gmpR6H/cc7CE+9v4f/2wutYAJ/V8INkOk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1Ueo3EAAAA2gAAAA8AAAAAAAAAAAAAAAAA&#10;nwIAAGRycy9kb3ducmV2LnhtbFBLBQYAAAAABAAEAPcAAACQAwAAAAA=&#10;">
                  <v:imagedata r:id="rId10" o:title="Rok1"/>
                </v:shape>
                <v:group id="Group 47" o:spid="_x0000_s1028" style="position:absolute;left:1657;top:596;width:8756;height:872" coordorigin="1657,987" coordsize="8756,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48" o:spid="_x0000_s1029" style="position:absolute;left:1657;top:1271;width:8494;height:588" coordorigin="1657,1271" coordsize="8494,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o:lock v:ext="edit" text="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o:lock v:ext="edit" text="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WordArt 52" o:spid="_x0000_s1033" type="#_x0000_t202" style="position:absolute;left:1674;top:1031;width:2880;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o:lock v:ext="edit" text="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o:lock v:ext="edit" text="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2WN8MAAADbAAAADwAAAGRycy9kb3ducmV2LnhtbERPS2sCMRC+C/6HMAUvpWYVaWU1SusL&#10;r2sf4G3YTLOrm8m6ibr11zeFgrf5+J4znbe2EhdqfOlYwaCfgCDOnS7ZKPh4Xz+NQfiArLFyTAp+&#10;yMN81u1MMdXuyhlddsGIGMI+RQVFCHUqpc8Lsuj7riaO3LdrLIYIGyN1g9cYbis5TJJnabHk2FBg&#10;TYuC8uPubBVk+8Nj9nZ6uZVL8zk63LZfq7HZKNV7aF8nIAK14S7+d291nD+Ev1/iAXL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dljfDAAAA2wAAAA8AAAAAAAAAAAAA&#10;AAAAoQIAAGRycy9kb3ducmV2LnhtbFBLBQYAAAAABAAEAPkAAACRAwAAAAA=&#10;" strokecolor="#005a00" strokeweight="4.5pt">
                  <v:stroke linestyle="thinThick"/>
                </v:line>
                <v:shape id="Text Box 57" o:spid="_x0000_s1038" type="#_x0000_t202" style="position:absolute;left:1134;top:2156;width:9720;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722EBF" w:rsidP="00C76871">
      <w:pPr>
        <w:jc w:val="center"/>
        <w:rPr>
          <w:b/>
          <w:color w:val="006600"/>
          <w:sz w:val="20"/>
          <w:szCs w:val="20"/>
          <w:lang w:val="uk-UA" w:eastAsia="en-US"/>
        </w:rPr>
      </w:pPr>
      <w:r>
        <w:rPr>
          <w:b/>
          <w:color w:val="006600"/>
          <w:sz w:val="20"/>
          <w:szCs w:val="20"/>
          <w:lang w:val="uk-UA" w:eastAsia="en-US"/>
        </w:rPr>
        <w:t>Проект УВКБ ООН № 272</w:t>
      </w:r>
    </w:p>
    <w:p w:rsidR="00AD677D" w:rsidRPr="00E74DF1" w:rsidRDefault="00AD677D" w:rsidP="008841C2">
      <w:pPr>
        <w:spacing w:line="360" w:lineRule="auto"/>
        <w:jc w:val="right"/>
        <w:rPr>
          <w:rFonts w:asciiTheme="minorHAnsi" w:hAnsiTheme="minorHAnsi"/>
          <w:b/>
          <w:sz w:val="20"/>
          <w:szCs w:val="20"/>
          <w:shd w:val="clear" w:color="auto" w:fill="FFFFFF"/>
        </w:rPr>
      </w:pP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58781D">
        <w:rPr>
          <w:rFonts w:asciiTheme="minorHAnsi" w:hAnsiTheme="minorHAnsi"/>
          <w:b/>
          <w:sz w:val="20"/>
          <w:szCs w:val="20"/>
          <w:shd w:val="clear" w:color="auto" w:fill="FFFFFF"/>
          <w:lang w:val="uk-UA"/>
        </w:rPr>
        <w:t>26</w:t>
      </w:r>
      <w:r w:rsidR="00410442" w:rsidRPr="00F96793">
        <w:rPr>
          <w:rFonts w:asciiTheme="minorHAnsi" w:hAnsiTheme="minorHAnsi"/>
          <w:b/>
          <w:sz w:val="20"/>
          <w:szCs w:val="20"/>
          <w:shd w:val="clear" w:color="auto" w:fill="FFFFFF"/>
          <w:lang w:val="uk-UA"/>
        </w:rPr>
        <w:t>.</w:t>
      </w:r>
      <w:r w:rsidR="00632168">
        <w:rPr>
          <w:rFonts w:asciiTheme="minorHAnsi" w:hAnsiTheme="minorHAnsi"/>
          <w:b/>
          <w:sz w:val="20"/>
          <w:szCs w:val="20"/>
          <w:shd w:val="clear" w:color="auto" w:fill="FFFFFF"/>
          <w:lang w:val="uk-UA"/>
        </w:rPr>
        <w:t>11</w:t>
      </w:r>
      <w:r w:rsidR="006B6070">
        <w:rPr>
          <w:rFonts w:asciiTheme="minorHAnsi" w:hAnsiTheme="minorHAnsi"/>
          <w:b/>
          <w:sz w:val="20"/>
          <w:szCs w:val="20"/>
          <w:shd w:val="clear" w:color="auto" w:fill="FFFFFF"/>
          <w:lang w:val="uk-UA"/>
        </w:rPr>
        <w:t>.2021</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 xml:space="preserve">ЗАПИТ НА </w:t>
      </w:r>
      <w:proofErr w:type="gramStart"/>
      <w:r w:rsidR="00BC7EE8" w:rsidRPr="00071822">
        <w:rPr>
          <w:rFonts w:asciiTheme="minorHAnsi" w:hAnsiTheme="minorHAnsi"/>
          <w:b/>
          <w:sz w:val="21"/>
          <w:szCs w:val="21"/>
          <w:shd w:val="clear" w:color="auto" w:fill="FFFFFF"/>
          <w:lang w:val="uk-UA"/>
        </w:rPr>
        <w:t>Ц</w:t>
      </w:r>
      <w:proofErr w:type="gramEnd"/>
      <w:r w:rsidRPr="00071822">
        <w:rPr>
          <w:rFonts w:asciiTheme="minorHAnsi" w:hAnsiTheme="minorHAnsi"/>
          <w:b/>
          <w:sz w:val="21"/>
          <w:szCs w:val="21"/>
          <w:shd w:val="clear" w:color="auto" w:fill="FFFFFF"/>
          <w:lang w:val="uk-UA"/>
        </w:rPr>
        <w:t xml:space="preserve">ІНОВУ </w:t>
      </w:r>
      <w:r>
        <w:rPr>
          <w:rFonts w:asciiTheme="minorHAnsi" w:hAnsiTheme="minorHAnsi"/>
          <w:b/>
          <w:sz w:val="21"/>
          <w:szCs w:val="21"/>
          <w:shd w:val="clear" w:color="auto" w:fill="FFFFFF"/>
          <w:lang w:val="uk-UA"/>
        </w:rPr>
        <w:t xml:space="preserve">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4E7070">
        <w:rPr>
          <w:rFonts w:asciiTheme="minorHAnsi" w:hAnsiTheme="minorHAnsi"/>
          <w:b/>
          <w:sz w:val="21"/>
          <w:szCs w:val="21"/>
          <w:shd w:val="clear" w:color="auto" w:fill="FFFFFF"/>
          <w:lang w:val="uk-UA"/>
        </w:rPr>
        <w:t>11</w:t>
      </w:r>
      <w:r w:rsidR="0060144A">
        <w:rPr>
          <w:rFonts w:asciiTheme="minorHAnsi" w:hAnsiTheme="minorHAnsi"/>
          <w:b/>
          <w:sz w:val="21"/>
          <w:szCs w:val="21"/>
          <w:shd w:val="clear" w:color="auto" w:fill="FFFFFF"/>
          <w:lang w:val="uk-UA"/>
        </w:rPr>
        <w:t>_</w:t>
      </w:r>
      <w:r w:rsidR="004E7070">
        <w:rPr>
          <w:rFonts w:asciiTheme="minorHAnsi" w:hAnsiTheme="minorHAnsi"/>
          <w:b/>
          <w:sz w:val="21"/>
          <w:szCs w:val="21"/>
          <w:shd w:val="clear" w:color="auto" w:fill="FFFFFF"/>
          <w:lang w:val="uk-UA"/>
        </w:rPr>
        <w:t>20</w:t>
      </w:r>
      <w:r w:rsidR="006B6070">
        <w:rPr>
          <w:rFonts w:asciiTheme="minorHAnsi" w:hAnsiTheme="minorHAnsi"/>
          <w:b/>
          <w:sz w:val="21"/>
          <w:szCs w:val="21"/>
          <w:shd w:val="clear" w:color="auto" w:fill="FFFFFF"/>
          <w:lang w:val="uk-UA"/>
        </w:rPr>
        <w:t>21</w:t>
      </w:r>
      <w:r w:rsidR="008841C2" w:rsidRPr="00ED238D">
        <w:rPr>
          <w:rFonts w:asciiTheme="minorHAnsi" w:hAnsiTheme="minorHAnsi"/>
          <w:b/>
          <w:sz w:val="21"/>
          <w:szCs w:val="21"/>
          <w:shd w:val="clear" w:color="auto" w:fill="FFFFFF"/>
          <w:lang w:val="uk-UA"/>
        </w:rPr>
        <w:t xml:space="preserve"> </w:t>
      </w:r>
    </w:p>
    <w:p w:rsidR="008841C2" w:rsidRPr="00ED238D" w:rsidRDefault="00AC7A7A"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НА</w:t>
      </w:r>
      <w:r w:rsidR="00132336">
        <w:rPr>
          <w:rFonts w:asciiTheme="minorHAnsi" w:hAnsiTheme="minorHAnsi"/>
          <w:b/>
          <w:sz w:val="21"/>
          <w:szCs w:val="21"/>
          <w:shd w:val="clear" w:color="auto" w:fill="FFFFFF"/>
          <w:lang w:val="uk-UA"/>
        </w:rPr>
        <w:t xml:space="preserve"> ЗАКУПІВЛЮ </w:t>
      </w:r>
      <w:r w:rsidR="00444030">
        <w:rPr>
          <w:rFonts w:asciiTheme="minorHAnsi" w:hAnsiTheme="minorHAnsi"/>
          <w:b/>
          <w:sz w:val="21"/>
          <w:szCs w:val="21"/>
          <w:shd w:val="clear" w:color="auto" w:fill="FFFFFF"/>
          <w:lang w:val="uk-UA"/>
        </w:rPr>
        <w:t xml:space="preserve">4 </w:t>
      </w:r>
      <w:r w:rsidR="00132336">
        <w:rPr>
          <w:rFonts w:asciiTheme="minorHAnsi" w:hAnsiTheme="minorHAnsi"/>
          <w:b/>
          <w:sz w:val="21"/>
          <w:szCs w:val="21"/>
          <w:shd w:val="clear" w:color="auto" w:fill="FFFFFF"/>
          <w:lang w:val="uk-UA"/>
        </w:rPr>
        <w:t>МОНОБЛО</w:t>
      </w:r>
      <w:r w:rsidR="001F56C2">
        <w:rPr>
          <w:rFonts w:asciiTheme="minorHAnsi" w:hAnsiTheme="minorHAnsi"/>
          <w:b/>
          <w:sz w:val="21"/>
          <w:szCs w:val="21"/>
          <w:shd w:val="clear" w:color="auto" w:fill="FFFFFF"/>
          <w:lang w:val="uk-UA"/>
        </w:rPr>
        <w:t>КІВ</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58781D">
        <w:rPr>
          <w:rFonts w:asciiTheme="minorHAnsi" w:hAnsiTheme="minorHAnsi"/>
          <w:b/>
          <w:i/>
          <w:color w:val="FF0000"/>
          <w:sz w:val="21"/>
          <w:szCs w:val="21"/>
          <w:u w:val="single"/>
          <w:lang w:val="uk-UA"/>
        </w:rPr>
        <w:t>06</w:t>
      </w:r>
      <w:r w:rsidRPr="00FE7C5C">
        <w:rPr>
          <w:rFonts w:asciiTheme="minorHAnsi" w:hAnsiTheme="minorHAnsi"/>
          <w:b/>
          <w:i/>
          <w:color w:val="FF0000"/>
          <w:sz w:val="21"/>
          <w:szCs w:val="21"/>
          <w:u w:val="single"/>
          <w:lang w:val="uk-UA"/>
        </w:rPr>
        <w:t>.</w:t>
      </w:r>
      <w:r w:rsidR="0058781D">
        <w:rPr>
          <w:rFonts w:asciiTheme="minorHAnsi" w:hAnsiTheme="minorHAnsi"/>
          <w:b/>
          <w:i/>
          <w:color w:val="FF0000"/>
          <w:sz w:val="21"/>
          <w:szCs w:val="21"/>
          <w:u w:val="single"/>
          <w:lang w:val="uk-UA"/>
        </w:rPr>
        <w:t>12</w:t>
      </w:r>
      <w:r w:rsidRPr="00FE7C5C">
        <w:rPr>
          <w:rFonts w:asciiTheme="minorHAnsi" w:hAnsiTheme="minorHAnsi"/>
          <w:b/>
          <w:i/>
          <w:color w:val="FF0000"/>
          <w:sz w:val="21"/>
          <w:szCs w:val="21"/>
          <w:u w:val="single"/>
          <w:lang w:val="uk-UA"/>
        </w:rPr>
        <w:t>.</w:t>
      </w:r>
      <w:r w:rsidR="00722EBF">
        <w:rPr>
          <w:rFonts w:asciiTheme="minorHAnsi" w:hAnsiTheme="minorHAnsi"/>
          <w:b/>
          <w:i/>
          <w:color w:val="FF0000"/>
          <w:sz w:val="21"/>
          <w:szCs w:val="21"/>
          <w:u w:val="single"/>
          <w:lang w:val="uk-UA"/>
        </w:rPr>
        <w:t>2021</w:t>
      </w:r>
      <w:r w:rsidRPr="0057713E">
        <w:rPr>
          <w:rFonts w:asciiTheme="minorHAnsi" w:hAnsiTheme="minorHAnsi"/>
          <w:b/>
          <w:i/>
          <w:color w:val="FF0000"/>
          <w:sz w:val="21"/>
          <w:szCs w:val="21"/>
          <w:u w:val="single"/>
          <w:lang w:val="uk-UA"/>
        </w:rPr>
        <w:t xml:space="preserve"> –</w:t>
      </w:r>
      <w:r w:rsidR="00CD2CAC">
        <w:rPr>
          <w:rFonts w:asciiTheme="minorHAnsi" w:hAnsiTheme="minorHAnsi"/>
          <w:b/>
          <w:color w:val="FF0000"/>
          <w:sz w:val="21"/>
          <w:szCs w:val="21"/>
          <w:u w:val="single"/>
          <w:lang w:val="uk-UA"/>
        </w:rPr>
        <w:t>23</w:t>
      </w:r>
      <w:r w:rsidR="00D2203E" w:rsidRPr="0057713E">
        <w:rPr>
          <w:rFonts w:asciiTheme="minorHAnsi" w:hAnsiTheme="minorHAnsi"/>
          <w:b/>
          <w:color w:val="FF0000"/>
          <w:sz w:val="21"/>
          <w:szCs w:val="21"/>
          <w:u w:val="single"/>
          <w:lang w:val="uk-UA"/>
        </w:rPr>
        <w:t>:</w:t>
      </w:r>
      <w:r w:rsidR="00CD2CAC">
        <w:rPr>
          <w:rFonts w:asciiTheme="minorHAnsi" w:hAnsiTheme="minorHAnsi"/>
          <w:b/>
          <w:color w:val="FF0000"/>
          <w:sz w:val="21"/>
          <w:szCs w:val="21"/>
          <w:u w:val="single"/>
          <w:lang w:val="uk-UA"/>
        </w:rPr>
        <w:t>59</w:t>
      </w:r>
      <w:r w:rsidRPr="0057713E">
        <w:rPr>
          <w:rFonts w:asciiTheme="minorHAnsi" w:hAnsiTheme="minorHAnsi"/>
          <w:b/>
          <w:color w:val="FF0000"/>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780365">
        <w:rPr>
          <w:rFonts w:asciiTheme="minorHAnsi" w:hAnsiTheme="minorHAnsi"/>
          <w:sz w:val="21"/>
          <w:szCs w:val="21"/>
          <w:lang w:val="uk-UA"/>
        </w:rPr>
        <w:t>адати В</w:t>
      </w:r>
      <w:r w:rsidR="003F659D">
        <w:rPr>
          <w:rFonts w:asciiTheme="minorHAnsi" w:hAnsiTheme="minorHAnsi"/>
          <w:sz w:val="21"/>
          <w:szCs w:val="21"/>
          <w:lang w:val="uk-UA"/>
        </w:rPr>
        <w:t>ашу цінов</w:t>
      </w:r>
      <w:r w:rsidR="00EE2C9E">
        <w:rPr>
          <w:rFonts w:asciiTheme="minorHAnsi" w:hAnsiTheme="minorHAnsi"/>
          <w:sz w:val="21"/>
          <w:szCs w:val="21"/>
          <w:lang w:val="uk-UA"/>
        </w:rPr>
        <w:t>у пропозицію на закупівлю</w:t>
      </w:r>
      <w:r w:rsidR="00444030">
        <w:rPr>
          <w:rFonts w:asciiTheme="minorHAnsi" w:hAnsiTheme="minorHAnsi"/>
          <w:sz w:val="21"/>
          <w:szCs w:val="21"/>
          <w:lang w:val="uk-UA"/>
        </w:rPr>
        <w:t xml:space="preserve"> 4</w:t>
      </w:r>
      <w:r w:rsidR="00EE2C9E">
        <w:rPr>
          <w:rFonts w:asciiTheme="minorHAnsi" w:hAnsiTheme="minorHAnsi"/>
          <w:sz w:val="21"/>
          <w:szCs w:val="21"/>
          <w:lang w:val="uk-UA"/>
        </w:rPr>
        <w:t xml:space="preserve"> монобло</w:t>
      </w:r>
      <w:r w:rsidR="003F659D">
        <w:rPr>
          <w:rFonts w:asciiTheme="minorHAnsi" w:hAnsiTheme="minorHAnsi"/>
          <w:sz w:val="21"/>
          <w:szCs w:val="21"/>
          <w:lang w:val="uk-UA"/>
        </w:rPr>
        <w:t>ків</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r w:rsidR="008D323B">
        <w:rPr>
          <w:rFonts w:asciiTheme="minorHAnsi" w:hAnsiTheme="minorHAnsi"/>
          <w:sz w:val="21"/>
          <w:szCs w:val="21"/>
          <w:lang w:val="uk-UA"/>
        </w:rPr>
        <w:t xml:space="preserve"> № 2</w:t>
      </w:r>
      <w:r w:rsidR="004E1C91">
        <w:rPr>
          <w:rFonts w:asciiTheme="minorHAnsi" w:hAnsiTheme="minorHAnsi"/>
          <w:sz w:val="21"/>
          <w:szCs w:val="21"/>
          <w:lang w:val="uk-UA"/>
        </w:rPr>
        <w:t>72</w:t>
      </w:r>
      <w:r w:rsidR="003007CA" w:rsidRPr="00ED238D">
        <w:rPr>
          <w:rFonts w:asciiTheme="minorHAnsi" w:hAnsiTheme="minorHAnsi"/>
          <w:sz w:val="21"/>
          <w:szCs w:val="21"/>
          <w:lang w:val="uk-UA"/>
        </w:rPr>
        <w:t>.</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bookmarkStart w:id="0" w:name="_GoBack"/>
      <w:bookmarkEnd w:id="0"/>
    </w:p>
    <w:p w:rsidR="00D2203E" w:rsidRDefault="00D2203E" w:rsidP="008841C2">
      <w:pPr>
        <w:jc w:val="both"/>
        <w:rPr>
          <w:rFonts w:asciiTheme="minorHAnsi" w:hAnsiTheme="minorHAnsi"/>
          <w:sz w:val="21"/>
          <w:szCs w:val="21"/>
          <w:lang w:val="uk-UA"/>
        </w:rPr>
      </w:pPr>
    </w:p>
    <w:p w:rsidR="002B7666" w:rsidRDefault="00B05AC4" w:rsidP="002B7666">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ЗАГАЛЬНІ </w:t>
      </w:r>
      <w:r w:rsidR="00D2203E" w:rsidRPr="00D2203E">
        <w:rPr>
          <w:rFonts w:asciiTheme="minorHAnsi" w:hAnsiTheme="minorHAnsi"/>
          <w:b/>
          <w:sz w:val="21"/>
          <w:szCs w:val="21"/>
          <w:u w:val="single"/>
          <w:lang w:val="uk-UA"/>
        </w:rPr>
        <w:t xml:space="preserve">ВИМОГИ: </w:t>
      </w:r>
    </w:p>
    <w:p w:rsidR="007C14CE" w:rsidRDefault="007C14CE"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7A7352" w:rsidRPr="007A7352"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Вартість всіх </w:t>
      </w:r>
      <w:r w:rsidR="004E1C91" w:rsidRPr="007A7352">
        <w:rPr>
          <w:rFonts w:asciiTheme="minorHAnsi" w:hAnsiTheme="minorHAnsi" w:cs="Tahoma"/>
          <w:color w:val="333333"/>
          <w:szCs w:val="18"/>
          <w:lang w:val="uk-UA"/>
        </w:rPr>
        <w:t>послуг</w:t>
      </w:r>
      <w:r w:rsidR="007A7352" w:rsidRPr="007A7352">
        <w:rPr>
          <w:rFonts w:asciiTheme="minorHAnsi" w:hAnsiTheme="minorHAnsi" w:cs="Tahoma"/>
          <w:color w:val="333333"/>
          <w:szCs w:val="18"/>
          <w:lang w:val="uk-UA"/>
        </w:rPr>
        <w:t>;</w:t>
      </w:r>
      <w:r w:rsidRPr="007A7352">
        <w:rPr>
          <w:rFonts w:asciiTheme="minorHAnsi" w:hAnsiTheme="minorHAnsi" w:cs="Tahoma"/>
          <w:color w:val="333333"/>
          <w:szCs w:val="18"/>
          <w:lang w:val="uk-UA"/>
        </w:rPr>
        <w:t xml:space="preserve"> </w:t>
      </w:r>
    </w:p>
    <w:p w:rsidR="009A7505" w:rsidRPr="00CC54DA"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Заповнений та підписаний </w:t>
      </w:r>
      <w:r w:rsidR="005E35D3" w:rsidRPr="007A7352">
        <w:rPr>
          <w:rFonts w:asciiTheme="minorHAnsi" w:hAnsiTheme="minorHAnsi" w:cs="Tahoma"/>
          <w:b/>
          <w:color w:val="333333"/>
          <w:szCs w:val="18"/>
          <w:lang w:val="uk-UA"/>
        </w:rPr>
        <w:t xml:space="preserve">Додаток </w:t>
      </w:r>
      <w:r w:rsidR="00F20FFF">
        <w:rPr>
          <w:rFonts w:asciiTheme="minorHAnsi" w:hAnsiTheme="minorHAnsi" w:cs="Tahoma"/>
          <w:b/>
          <w:color w:val="333333"/>
          <w:szCs w:val="18"/>
          <w:lang w:val="uk-UA"/>
        </w:rPr>
        <w:t>1</w:t>
      </w:r>
      <w:r w:rsidR="00930B56">
        <w:rPr>
          <w:rFonts w:asciiTheme="minorHAnsi" w:hAnsiTheme="minorHAnsi" w:cs="Tahoma"/>
          <w:b/>
          <w:color w:val="333333"/>
          <w:szCs w:val="18"/>
          <w:lang w:val="uk-UA"/>
        </w:rPr>
        <w:t>.</w:t>
      </w:r>
      <w:r w:rsidR="007C14CE" w:rsidRPr="007A7352">
        <w:rPr>
          <w:rFonts w:asciiTheme="minorHAnsi" w:hAnsiTheme="minorHAnsi"/>
          <w:sz w:val="21"/>
          <w:szCs w:val="21"/>
          <w:lang w:val="uk-UA"/>
        </w:rPr>
        <w:t xml:space="preserve"> (якщо компанія вперше подає свою пропозицію на розгляд </w:t>
      </w:r>
      <w:r w:rsidR="007C14CE" w:rsidRPr="007A7352">
        <w:rPr>
          <w:rFonts w:asciiTheme="minorHAnsi" w:hAnsiTheme="minorHAnsi" w:cs="Tahoma"/>
          <w:color w:val="333333"/>
          <w:szCs w:val="18"/>
          <w:lang w:val="uk-UA"/>
        </w:rPr>
        <w:t>БО «БЛАГОДІЙНИЙ ФОНД «РОКАДА»)</w:t>
      </w:r>
      <w:r w:rsidR="007C14CE" w:rsidRPr="007A7352">
        <w:rPr>
          <w:rFonts w:asciiTheme="minorHAnsi" w:hAnsiTheme="minorHAnsi"/>
          <w:sz w:val="21"/>
          <w:szCs w:val="21"/>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т.п. В і</w:t>
      </w:r>
      <w:r w:rsidR="00F07DA5">
        <w:rPr>
          <w:rFonts w:asciiTheme="minorHAnsi" w:hAnsiTheme="minorHAnsi" w:cs="Tahoma"/>
          <w:color w:val="333333"/>
          <w:szCs w:val="18"/>
          <w:lang w:val="uk-UA"/>
        </w:rPr>
        <w:t>ншому випадку</w:t>
      </w:r>
      <w:r w:rsidR="00341352">
        <w:rPr>
          <w:rFonts w:asciiTheme="minorHAnsi" w:hAnsiTheme="minorHAnsi" w:cs="Tahoma"/>
          <w:color w:val="333333"/>
          <w:szCs w:val="18"/>
          <w:lang w:val="uk-UA"/>
        </w:rPr>
        <w:t xml:space="preserve">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w:t>
      </w:r>
      <w:r w:rsidR="00BE7214">
        <w:rPr>
          <w:rFonts w:asciiTheme="minorHAnsi" w:hAnsiTheme="minorHAnsi" w:cs="Tahoma"/>
          <w:color w:val="333333"/>
          <w:szCs w:val="18"/>
          <w:lang w:val="uk-UA"/>
        </w:rPr>
        <w:t>розрахунку за всі</w:t>
      </w:r>
      <w:r>
        <w:rPr>
          <w:rFonts w:asciiTheme="minorHAnsi" w:hAnsiTheme="minorHAnsi" w:cs="Tahoma"/>
          <w:color w:val="333333"/>
          <w:szCs w:val="18"/>
          <w:lang w:val="uk-UA"/>
        </w:rPr>
        <w:t xml:space="preserve">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1"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943205" w:rsidRDefault="00943205" w:rsidP="00943205">
      <w:pPr>
        <w:pStyle w:val="a4"/>
        <w:ind w:left="1080"/>
        <w:jc w:val="both"/>
        <w:rPr>
          <w:rFonts w:asciiTheme="minorHAnsi" w:hAnsiTheme="minorHAnsi" w:cs="Tahoma"/>
          <w:color w:val="333333"/>
          <w:szCs w:val="18"/>
          <w:lang w:val="uk-UA"/>
        </w:rPr>
      </w:pPr>
    </w:p>
    <w:p w:rsidR="00943205" w:rsidRDefault="00943205" w:rsidP="00943205">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lastRenderedPageBreak/>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 xml:space="preserve">Ми були би вдячні за можливість отримати Вашу цінову пропозицію не пізніше </w:t>
      </w:r>
      <w:r w:rsidR="00830A82">
        <w:rPr>
          <w:rFonts w:asciiTheme="minorHAnsi" w:hAnsiTheme="minorHAnsi"/>
          <w:b/>
          <w:i/>
          <w:color w:val="FF0000"/>
          <w:sz w:val="21"/>
          <w:szCs w:val="21"/>
          <w:u w:val="single"/>
          <w:lang w:val="uk-UA"/>
        </w:rPr>
        <w:t>06.12</w:t>
      </w:r>
      <w:r w:rsidR="00CD2CAC">
        <w:rPr>
          <w:rFonts w:asciiTheme="minorHAnsi" w:hAnsiTheme="minorHAnsi"/>
          <w:b/>
          <w:i/>
          <w:color w:val="FF0000"/>
          <w:sz w:val="21"/>
          <w:szCs w:val="21"/>
          <w:u w:val="single"/>
          <w:lang w:val="uk-UA"/>
        </w:rPr>
        <w:t>.202</w:t>
      </w:r>
      <w:r w:rsidR="00A97EE4">
        <w:rPr>
          <w:rFonts w:asciiTheme="minorHAnsi" w:hAnsiTheme="minorHAnsi"/>
          <w:b/>
          <w:i/>
          <w:color w:val="FF0000"/>
          <w:sz w:val="21"/>
          <w:szCs w:val="21"/>
          <w:u w:val="single"/>
          <w:lang w:val="uk-UA"/>
        </w:rPr>
        <w:t>1</w:t>
      </w:r>
      <w:r w:rsidRPr="0038406E">
        <w:rPr>
          <w:rFonts w:asciiTheme="minorHAnsi" w:hAnsiTheme="minorHAnsi"/>
          <w:b/>
          <w:i/>
          <w:sz w:val="21"/>
          <w:szCs w:val="21"/>
          <w:u w:val="single"/>
          <w:lang w:val="uk-UA"/>
        </w:rPr>
        <w:t xml:space="preserve"> –</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2"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 xml:space="preserve">03065, вул. В.Чумака,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P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Подати заповнену Форму</w:t>
      </w:r>
      <w:r w:rsidRPr="005B7FC3">
        <w:rPr>
          <w:rFonts w:asciiTheme="minorHAnsi" w:hAnsiTheme="minorHAnsi"/>
          <w:sz w:val="21"/>
          <w:szCs w:val="21"/>
          <w:lang w:val="uk-UA"/>
        </w:rPr>
        <w:t xml:space="preserve"> реєстрації постачальника </w:t>
      </w:r>
      <w:r>
        <w:rPr>
          <w:rFonts w:asciiTheme="minorHAnsi" w:hAnsiTheme="minorHAnsi"/>
          <w:sz w:val="21"/>
          <w:szCs w:val="21"/>
          <w:lang w:val="uk-UA"/>
        </w:rPr>
        <w:t xml:space="preserve">що наведена у </w:t>
      </w:r>
      <w:r w:rsidRPr="0083061F">
        <w:rPr>
          <w:rFonts w:asciiTheme="minorHAnsi" w:hAnsiTheme="minorHAnsi"/>
          <w:b/>
          <w:sz w:val="21"/>
          <w:szCs w:val="21"/>
          <w:lang w:val="uk-UA"/>
        </w:rPr>
        <w:t xml:space="preserve">Додатку </w:t>
      </w:r>
      <w:r w:rsidR="00930B56">
        <w:rPr>
          <w:rFonts w:asciiTheme="minorHAnsi" w:hAnsiTheme="minorHAnsi"/>
          <w:b/>
          <w:sz w:val="21"/>
          <w:szCs w:val="21"/>
          <w:lang w:val="uk-UA"/>
        </w:rPr>
        <w:t>1</w:t>
      </w:r>
      <w:r w:rsidR="00C64382">
        <w:rPr>
          <w:rFonts w:asciiTheme="minorHAnsi" w:hAnsiTheme="minorHAnsi"/>
          <w:b/>
          <w:sz w:val="21"/>
          <w:szCs w:val="21"/>
          <w:lang w:val="uk-UA"/>
        </w:rPr>
        <w:t>.</w:t>
      </w:r>
      <w:r>
        <w:rPr>
          <w:rFonts w:asciiTheme="minorHAnsi" w:hAnsiTheme="minorHAnsi"/>
          <w:sz w:val="21"/>
          <w:szCs w:val="21"/>
          <w:lang w:val="uk-UA"/>
        </w:rPr>
        <w:t xml:space="preserve"> до цього запиту</w:t>
      </w:r>
      <w:r w:rsidR="0083061F">
        <w:rPr>
          <w:rFonts w:asciiTheme="minorHAnsi" w:hAnsiTheme="minorHAnsi"/>
          <w:sz w:val="21"/>
          <w:szCs w:val="21"/>
          <w:lang w:val="uk-UA"/>
        </w:rPr>
        <w:t xml:space="preserve">, якщо компанія вперше подає свою пропозицію на розгляд </w:t>
      </w:r>
      <w:r w:rsidR="0083061F">
        <w:rPr>
          <w:rFonts w:asciiTheme="minorHAnsi" w:hAnsiTheme="minorHAnsi" w:cs="Tahoma"/>
          <w:color w:val="333333"/>
          <w:szCs w:val="18"/>
          <w:lang w:val="uk-UA"/>
        </w:rPr>
        <w:t>БО «БЛАГОДІЙНИЙ ФОНД «РОКАДА»</w:t>
      </w:r>
      <w:r w:rsidR="0083061F">
        <w:rPr>
          <w:rFonts w:asciiTheme="minorHAnsi" w:hAnsiTheme="minorHAnsi"/>
          <w:sz w:val="21"/>
          <w:szCs w:val="21"/>
          <w:lang w:val="uk-UA"/>
        </w:rPr>
        <w:t>.</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2E1BEB" w:rsidRDefault="002E1BEB" w:rsidP="00AD677D">
      <w:pPr>
        <w:pStyle w:val="a4"/>
        <w:numPr>
          <w:ilvl w:val="0"/>
          <w:numId w:val="32"/>
        </w:numPr>
        <w:jc w:val="both"/>
        <w:rPr>
          <w:rFonts w:asciiTheme="minorHAnsi" w:hAnsiTheme="minorHAnsi"/>
          <w:b/>
          <w:sz w:val="21"/>
          <w:szCs w:val="21"/>
          <w:u w:val="single"/>
          <w:lang w:val="uk-UA"/>
        </w:rPr>
      </w:pPr>
      <w:r w:rsidRPr="002E1BEB">
        <w:rPr>
          <w:rFonts w:asciiTheme="minorHAnsi" w:hAnsiTheme="minorHAnsi"/>
          <w:b/>
          <w:sz w:val="21"/>
          <w:szCs w:val="21"/>
          <w:u w:val="single"/>
          <w:lang w:val="uk-UA"/>
        </w:rPr>
        <w:t>ОБОВ'ЯЗКОВІ ВИМОГИ ДО ПОСТАЧАЛЬНИКА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 повинен бути суб’єктом підприємницької діяльності згідно Українського законодавства.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Учасника тендеру не визнано у встановленому законом порядку банкрутом та відносно нього не відкрито ліквідаційну процедуру (Перевіряється співробітниками Фонду через відкриті офіційні джерела).</w:t>
      </w:r>
    </w:p>
    <w:p w:rsidR="002E1BEB" w:rsidRPr="00444030" w:rsidRDefault="002E1BEB" w:rsidP="002E1BEB">
      <w:pPr>
        <w:pStyle w:val="a4"/>
        <w:ind w:left="1080"/>
        <w:jc w:val="both"/>
        <w:rPr>
          <w:rFonts w:asciiTheme="minorHAnsi" w:hAnsiTheme="minorHAnsi"/>
          <w:b/>
          <w:sz w:val="21"/>
          <w:szCs w:val="21"/>
          <w:u w:val="single"/>
        </w:rPr>
      </w:pPr>
    </w:p>
    <w:p w:rsidR="00AD677D" w:rsidRDefault="0076473D" w:rsidP="0076473D">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ВИМОГИ ДО ТЕХНІЧНИХ ХАРАКТЕРИСТИК ТОВАРУ</w:t>
      </w:r>
    </w:p>
    <w:p w:rsidR="00985A59" w:rsidRDefault="00AC238E" w:rsidP="00985A59">
      <w:pPr>
        <w:pStyle w:val="a4"/>
        <w:numPr>
          <w:ilvl w:val="0"/>
          <w:numId w:val="33"/>
        </w:numPr>
        <w:jc w:val="both"/>
        <w:rPr>
          <w:rFonts w:asciiTheme="minorHAnsi" w:hAnsiTheme="minorHAnsi"/>
          <w:sz w:val="21"/>
          <w:szCs w:val="21"/>
          <w:lang w:val="uk-UA"/>
        </w:rPr>
      </w:pPr>
      <w:r w:rsidRPr="00AC238E">
        <w:rPr>
          <w:rFonts w:asciiTheme="minorHAnsi" w:hAnsiTheme="minorHAnsi"/>
          <w:sz w:val="21"/>
          <w:szCs w:val="21"/>
          <w:lang w:val="uk-UA"/>
        </w:rPr>
        <w:t>SSD диск мінімум 256 ГБ.</w:t>
      </w:r>
    </w:p>
    <w:p w:rsidR="00AC238E" w:rsidRDefault="00AC238E" w:rsidP="00985A59">
      <w:pPr>
        <w:pStyle w:val="a4"/>
        <w:numPr>
          <w:ilvl w:val="0"/>
          <w:numId w:val="33"/>
        </w:numPr>
        <w:jc w:val="both"/>
        <w:rPr>
          <w:rFonts w:asciiTheme="minorHAnsi" w:hAnsiTheme="minorHAnsi"/>
          <w:sz w:val="21"/>
          <w:szCs w:val="21"/>
          <w:lang w:val="uk-UA"/>
        </w:rPr>
      </w:pPr>
      <w:r w:rsidRPr="00AC238E">
        <w:rPr>
          <w:rFonts w:asciiTheme="minorHAnsi" w:hAnsiTheme="minorHAnsi"/>
          <w:sz w:val="21"/>
          <w:szCs w:val="21"/>
          <w:lang w:val="uk-UA"/>
        </w:rPr>
        <w:t xml:space="preserve">Кількість </w:t>
      </w:r>
      <w:proofErr w:type="spellStart"/>
      <w:r w:rsidRPr="00AC238E">
        <w:rPr>
          <w:rFonts w:asciiTheme="minorHAnsi" w:hAnsiTheme="minorHAnsi"/>
          <w:sz w:val="21"/>
          <w:szCs w:val="21"/>
          <w:lang w:val="uk-UA"/>
        </w:rPr>
        <w:t>слотів</w:t>
      </w:r>
      <w:proofErr w:type="spellEnd"/>
      <w:r w:rsidRPr="00AC238E">
        <w:rPr>
          <w:rFonts w:asciiTheme="minorHAnsi" w:hAnsiTheme="minorHAnsi"/>
          <w:sz w:val="21"/>
          <w:szCs w:val="21"/>
          <w:lang w:val="uk-UA"/>
        </w:rPr>
        <w:t xml:space="preserve"> ОЗП – 2 шт.</w:t>
      </w:r>
    </w:p>
    <w:p w:rsidR="00260030" w:rsidRDefault="00260030" w:rsidP="00260030">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 xml:space="preserve">Процесор </w:t>
      </w:r>
      <w:r w:rsidRPr="00260030">
        <w:rPr>
          <w:rFonts w:asciiTheme="minorHAnsi" w:hAnsiTheme="minorHAnsi"/>
          <w:sz w:val="21"/>
          <w:szCs w:val="21"/>
          <w:lang w:val="uk-UA"/>
        </w:rPr>
        <w:t xml:space="preserve">AMD </w:t>
      </w:r>
      <w:proofErr w:type="spellStart"/>
      <w:r>
        <w:rPr>
          <w:rFonts w:asciiTheme="minorHAnsi" w:hAnsiTheme="minorHAnsi"/>
          <w:sz w:val="21"/>
          <w:szCs w:val="21"/>
          <w:lang w:val="uk-UA"/>
        </w:rPr>
        <w:t>Ryzen</w:t>
      </w:r>
      <w:proofErr w:type="spellEnd"/>
      <w:r>
        <w:rPr>
          <w:rFonts w:asciiTheme="minorHAnsi" w:hAnsiTheme="minorHAnsi"/>
          <w:sz w:val="21"/>
          <w:szCs w:val="21"/>
          <w:lang w:val="uk-UA"/>
        </w:rPr>
        <w:t xml:space="preserve"> 3 3250U (2.6 - 3.5 ГГц).</w:t>
      </w:r>
    </w:p>
    <w:p w:rsidR="00260030" w:rsidRDefault="00975E97" w:rsidP="00260030">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Покриття</w:t>
      </w:r>
      <w:r w:rsidR="00964150">
        <w:rPr>
          <w:rFonts w:asciiTheme="minorHAnsi" w:hAnsiTheme="minorHAnsi"/>
          <w:sz w:val="21"/>
          <w:szCs w:val="21"/>
          <w:lang w:val="uk-UA"/>
        </w:rPr>
        <w:t xml:space="preserve"> екрана</w:t>
      </w:r>
      <w:r>
        <w:rPr>
          <w:rFonts w:asciiTheme="minorHAnsi" w:hAnsiTheme="minorHAnsi"/>
          <w:sz w:val="21"/>
          <w:szCs w:val="21"/>
          <w:lang w:val="uk-UA"/>
        </w:rPr>
        <w:t xml:space="preserve"> </w:t>
      </w:r>
      <w:proofErr w:type="spellStart"/>
      <w:r>
        <w:rPr>
          <w:rFonts w:asciiTheme="minorHAnsi" w:hAnsiTheme="minorHAnsi"/>
          <w:sz w:val="21"/>
          <w:szCs w:val="21"/>
          <w:lang w:val="uk-UA"/>
        </w:rPr>
        <w:t>антиблікове</w:t>
      </w:r>
      <w:proofErr w:type="spellEnd"/>
      <w:r>
        <w:rPr>
          <w:rFonts w:asciiTheme="minorHAnsi" w:hAnsiTheme="minorHAnsi"/>
          <w:sz w:val="21"/>
          <w:szCs w:val="21"/>
          <w:lang w:val="uk-UA"/>
        </w:rPr>
        <w:t>.</w:t>
      </w:r>
    </w:p>
    <w:p w:rsidR="00975E97" w:rsidRDefault="002B02F7" w:rsidP="00260030">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Діагональ від 23.8</w:t>
      </w:r>
    </w:p>
    <w:p w:rsidR="002B02F7" w:rsidRPr="002B02F7" w:rsidRDefault="002B02F7" w:rsidP="00260030">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 xml:space="preserve">Матриця </w:t>
      </w:r>
      <w:proofErr w:type="spellStart"/>
      <w:r>
        <w:rPr>
          <w:rFonts w:asciiTheme="minorHAnsi" w:hAnsiTheme="minorHAnsi"/>
          <w:sz w:val="21"/>
          <w:szCs w:val="21"/>
          <w:lang w:val="uk-UA"/>
        </w:rPr>
        <w:t>РК-екрана</w:t>
      </w:r>
      <w:proofErr w:type="spellEnd"/>
      <w:r>
        <w:rPr>
          <w:rFonts w:asciiTheme="minorHAnsi" w:hAnsiTheme="minorHAnsi"/>
          <w:sz w:val="21"/>
          <w:szCs w:val="21"/>
          <w:lang w:val="uk-UA"/>
        </w:rPr>
        <w:t xml:space="preserve"> </w:t>
      </w:r>
      <w:r>
        <w:rPr>
          <w:rFonts w:asciiTheme="minorHAnsi" w:hAnsiTheme="minorHAnsi"/>
          <w:sz w:val="21"/>
          <w:szCs w:val="21"/>
          <w:lang w:val="en-US"/>
        </w:rPr>
        <w:t>IPS.</w:t>
      </w:r>
    </w:p>
    <w:p w:rsidR="002B02F7" w:rsidRDefault="007A40A4" w:rsidP="00260030">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Оперативна пам’ять від 4.</w:t>
      </w:r>
    </w:p>
    <w:p w:rsidR="009F5469" w:rsidRPr="009F5469" w:rsidRDefault="009F5469" w:rsidP="009F5469">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 xml:space="preserve">Графічний адаптер </w:t>
      </w:r>
      <w:r w:rsidR="00234BDE">
        <w:rPr>
          <w:rFonts w:asciiTheme="minorHAnsi" w:hAnsiTheme="minorHAnsi"/>
          <w:sz w:val="21"/>
          <w:szCs w:val="21"/>
          <w:lang w:val="uk-UA"/>
        </w:rPr>
        <w:t xml:space="preserve">AMD </w:t>
      </w:r>
      <w:proofErr w:type="spellStart"/>
      <w:r w:rsidR="00234BDE">
        <w:rPr>
          <w:rFonts w:asciiTheme="minorHAnsi" w:hAnsiTheme="minorHAnsi"/>
          <w:sz w:val="21"/>
          <w:szCs w:val="21"/>
          <w:lang w:val="uk-UA"/>
        </w:rPr>
        <w:t>Radeon</w:t>
      </w:r>
      <w:proofErr w:type="spellEnd"/>
      <w:r w:rsidR="00234BDE">
        <w:rPr>
          <w:rFonts w:asciiTheme="minorHAnsi" w:hAnsiTheme="minorHAnsi"/>
          <w:sz w:val="21"/>
          <w:szCs w:val="21"/>
          <w:lang w:val="uk-UA"/>
        </w:rPr>
        <w:t xml:space="preserve"> HD.</w:t>
      </w:r>
    </w:p>
    <w:p w:rsidR="009F5469" w:rsidRPr="009F5469" w:rsidRDefault="009F5469" w:rsidP="009F5469">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Без оптичного приводу</w:t>
      </w:r>
      <w:r w:rsidR="00234BDE">
        <w:rPr>
          <w:rFonts w:asciiTheme="minorHAnsi" w:hAnsiTheme="minorHAnsi"/>
          <w:sz w:val="21"/>
          <w:szCs w:val="21"/>
          <w:lang w:val="uk-UA"/>
        </w:rPr>
        <w:t>.</w:t>
      </w:r>
    </w:p>
    <w:p w:rsidR="0076473D" w:rsidRDefault="0076473D" w:rsidP="0076473D">
      <w:pPr>
        <w:pStyle w:val="a4"/>
        <w:ind w:left="1080"/>
        <w:jc w:val="both"/>
        <w:rPr>
          <w:rFonts w:asciiTheme="minorHAnsi" w:hAnsiTheme="minorHAnsi"/>
          <w:sz w:val="21"/>
          <w:szCs w:val="21"/>
          <w:lang w:val="uk-UA"/>
        </w:rPr>
      </w:pPr>
    </w:p>
    <w:p w:rsidR="0076473D" w:rsidRPr="0076473D" w:rsidRDefault="0076473D" w:rsidP="0076473D">
      <w:pPr>
        <w:pStyle w:val="a4"/>
        <w:numPr>
          <w:ilvl w:val="0"/>
          <w:numId w:val="32"/>
        </w:numPr>
        <w:jc w:val="both"/>
        <w:rPr>
          <w:rFonts w:asciiTheme="minorHAnsi" w:hAnsiTheme="minorHAnsi"/>
          <w:sz w:val="21"/>
          <w:szCs w:val="21"/>
          <w:lang w:val="uk-UA"/>
        </w:rPr>
      </w:pPr>
      <w:r w:rsidRPr="0076473D">
        <w:rPr>
          <w:rFonts w:asciiTheme="minorHAnsi" w:hAnsiTheme="minorHAnsi"/>
          <w:b/>
          <w:sz w:val="21"/>
          <w:szCs w:val="21"/>
          <w:u w:val="single"/>
          <w:lang w:val="uk-UA"/>
        </w:rPr>
        <w:t>ОЦІНКА ПРОПОЗИЦІЙ</w:t>
      </w:r>
    </w:p>
    <w:p w:rsidR="0076473D" w:rsidRDefault="0076473D" w:rsidP="0076473D">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76473D" w:rsidRDefault="0076473D" w:rsidP="0068196D">
      <w:pPr>
        <w:ind w:left="720"/>
        <w:jc w:val="both"/>
        <w:rPr>
          <w:rFonts w:asciiTheme="minorHAnsi" w:hAnsiTheme="minorHAnsi"/>
          <w:sz w:val="21"/>
          <w:szCs w:val="21"/>
          <w:lang w:val="uk-UA"/>
        </w:rPr>
      </w:pPr>
    </w:p>
    <w:p w:rsidR="00AD677D" w:rsidRPr="00AD677D" w:rsidRDefault="00AD677D" w:rsidP="00985A59">
      <w:pPr>
        <w:pStyle w:val="a4"/>
        <w:ind w:left="1080"/>
        <w:jc w:val="both"/>
        <w:rPr>
          <w:rFonts w:asciiTheme="minorHAnsi" w:hAnsiTheme="minorHAnsi"/>
          <w:b/>
          <w:sz w:val="21"/>
          <w:szCs w:val="21"/>
          <w:u w:val="single"/>
          <w:lang w:val="uk-UA"/>
        </w:rPr>
      </w:pPr>
    </w:p>
    <w:sectPr w:rsidR="00AD677D" w:rsidRPr="00AD677D" w:rsidSect="00CF01B8">
      <w:footerReference w:type="default" r:id="rId13"/>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C74" w:rsidRDefault="00130C74" w:rsidP="00FA4D7E">
      <w:r>
        <w:separator/>
      </w:r>
    </w:p>
  </w:endnote>
  <w:endnote w:type="continuationSeparator" w:id="0">
    <w:p w:rsidR="00130C74" w:rsidRDefault="00130C74"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448" w:rsidRPr="00B9287D" w:rsidRDefault="00130C74"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444030">
                            <w:rPr>
                              <w:rFonts w:asciiTheme="majorHAnsi" w:hAnsiTheme="majorHAnsi"/>
                              <w:noProof/>
                              <w:color w:val="000000" w:themeColor="text1"/>
                              <w:sz w:val="40"/>
                              <w:szCs w:val="40"/>
                            </w:rPr>
                            <w:t>1</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444030">
                      <w:rPr>
                        <w:rFonts w:asciiTheme="majorHAnsi" w:hAnsiTheme="majorHAnsi"/>
                        <w:noProof/>
                        <w:color w:val="000000" w:themeColor="text1"/>
                        <w:sz w:val="40"/>
                        <w:szCs w:val="40"/>
                      </w:rPr>
                      <w:t>1</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A4F7683"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C74" w:rsidRDefault="00130C74" w:rsidP="00FA4D7E">
      <w:r>
        <w:separator/>
      </w:r>
    </w:p>
  </w:footnote>
  <w:footnote w:type="continuationSeparator" w:id="0">
    <w:p w:rsidR="00130C74" w:rsidRDefault="00130C74" w:rsidP="00FA4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08A34CA"/>
    <w:multiLevelType w:val="hybridMultilevel"/>
    <w:tmpl w:val="BF129B02"/>
    <w:lvl w:ilvl="0" w:tplc="98183984">
      <w:start w:val="1"/>
      <w:numFmt w:val="bullet"/>
      <w:lvlText w:val="o"/>
      <w:lvlJc w:val="left"/>
      <w:pPr>
        <w:ind w:left="1080" w:hanging="360"/>
      </w:pPr>
      <w:rPr>
        <w:rFonts w:ascii="Courier New" w:hAnsi="Courier New" w:cs="Courier New" w:hint="default"/>
        <w:lang w:val="ru-RU"/>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9">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nsid w:val="5B145B3D"/>
    <w:multiLevelType w:val="hybridMultilevel"/>
    <w:tmpl w:val="7A2C8DAE"/>
    <w:lvl w:ilvl="0" w:tplc="D6FC39B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46A5D41"/>
    <w:multiLevelType w:val="hybridMultilevel"/>
    <w:tmpl w:val="A3208918"/>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8"/>
  </w:num>
  <w:num w:numId="3">
    <w:abstractNumId w:val="6"/>
  </w:num>
  <w:num w:numId="4">
    <w:abstractNumId w:val="31"/>
  </w:num>
  <w:num w:numId="5">
    <w:abstractNumId w:val="13"/>
  </w:num>
  <w:num w:numId="6">
    <w:abstractNumId w:val="10"/>
  </w:num>
  <w:num w:numId="7">
    <w:abstractNumId w:val="7"/>
  </w:num>
  <w:num w:numId="8">
    <w:abstractNumId w:val="34"/>
  </w:num>
  <w:num w:numId="9">
    <w:abstractNumId w:val="22"/>
  </w:num>
  <w:num w:numId="10">
    <w:abstractNumId w:val="3"/>
  </w:num>
  <w:num w:numId="11">
    <w:abstractNumId w:val="32"/>
  </w:num>
  <w:num w:numId="12">
    <w:abstractNumId w:val="16"/>
  </w:num>
  <w:num w:numId="13">
    <w:abstractNumId w:val="9"/>
  </w:num>
  <w:num w:numId="14">
    <w:abstractNumId w:val="2"/>
  </w:num>
  <w:num w:numId="15">
    <w:abstractNumId w:val="8"/>
  </w:num>
  <w:num w:numId="16">
    <w:abstractNumId w:val="25"/>
  </w:num>
  <w:num w:numId="17">
    <w:abstractNumId w:val="0"/>
  </w:num>
  <w:num w:numId="18">
    <w:abstractNumId w:val="38"/>
  </w:num>
  <w:num w:numId="19">
    <w:abstractNumId w:val="20"/>
  </w:num>
  <w:num w:numId="20">
    <w:abstractNumId w:val="19"/>
  </w:num>
  <w:num w:numId="21">
    <w:abstractNumId w:val="15"/>
  </w:num>
  <w:num w:numId="22">
    <w:abstractNumId w:val="23"/>
  </w:num>
  <w:num w:numId="23">
    <w:abstractNumId w:val="4"/>
  </w:num>
  <w:num w:numId="24">
    <w:abstractNumId w:val="1"/>
  </w:num>
  <w:num w:numId="25">
    <w:abstractNumId w:val="24"/>
  </w:num>
  <w:num w:numId="26">
    <w:abstractNumId w:val="27"/>
  </w:num>
  <w:num w:numId="27">
    <w:abstractNumId w:val="21"/>
  </w:num>
  <w:num w:numId="28">
    <w:abstractNumId w:val="36"/>
  </w:num>
  <w:num w:numId="29">
    <w:abstractNumId w:val="17"/>
  </w:num>
  <w:num w:numId="30">
    <w:abstractNumId w:val="33"/>
  </w:num>
  <w:num w:numId="31">
    <w:abstractNumId w:val="37"/>
  </w:num>
  <w:num w:numId="32">
    <w:abstractNumId w:val="29"/>
  </w:num>
  <w:num w:numId="33">
    <w:abstractNumId w:val="30"/>
  </w:num>
  <w:num w:numId="34">
    <w:abstractNumId w:val="11"/>
  </w:num>
  <w:num w:numId="35">
    <w:abstractNumId w:val="14"/>
  </w:num>
  <w:num w:numId="36">
    <w:abstractNumId w:val="18"/>
  </w:num>
  <w:num w:numId="37">
    <w:abstractNumId w:val="26"/>
  </w:num>
  <w:num w:numId="38">
    <w:abstractNumId w:val="35"/>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9E2"/>
    <w:rsid w:val="00000E68"/>
    <w:rsid w:val="000033BD"/>
    <w:rsid w:val="000038E4"/>
    <w:rsid w:val="000058C2"/>
    <w:rsid w:val="00030ED6"/>
    <w:rsid w:val="00033542"/>
    <w:rsid w:val="00035791"/>
    <w:rsid w:val="00035E95"/>
    <w:rsid w:val="00046986"/>
    <w:rsid w:val="00047579"/>
    <w:rsid w:val="00050D90"/>
    <w:rsid w:val="0005249B"/>
    <w:rsid w:val="00053A9C"/>
    <w:rsid w:val="00060114"/>
    <w:rsid w:val="000649C2"/>
    <w:rsid w:val="00066811"/>
    <w:rsid w:val="00071822"/>
    <w:rsid w:val="000721E6"/>
    <w:rsid w:val="00073F50"/>
    <w:rsid w:val="00074E52"/>
    <w:rsid w:val="00082A33"/>
    <w:rsid w:val="00083372"/>
    <w:rsid w:val="00084715"/>
    <w:rsid w:val="00084963"/>
    <w:rsid w:val="000869FE"/>
    <w:rsid w:val="000901D9"/>
    <w:rsid w:val="00092B36"/>
    <w:rsid w:val="000A1E67"/>
    <w:rsid w:val="000A4346"/>
    <w:rsid w:val="000A4F6C"/>
    <w:rsid w:val="000A5B5D"/>
    <w:rsid w:val="000B0B0C"/>
    <w:rsid w:val="000B21F2"/>
    <w:rsid w:val="000B5A32"/>
    <w:rsid w:val="000C26EB"/>
    <w:rsid w:val="000C3D40"/>
    <w:rsid w:val="000C4560"/>
    <w:rsid w:val="000C4935"/>
    <w:rsid w:val="000D2016"/>
    <w:rsid w:val="000D48F4"/>
    <w:rsid w:val="000D7D4A"/>
    <w:rsid w:val="000E657F"/>
    <w:rsid w:val="000F2DC8"/>
    <w:rsid w:val="000F6B18"/>
    <w:rsid w:val="001024A9"/>
    <w:rsid w:val="0010583C"/>
    <w:rsid w:val="00115788"/>
    <w:rsid w:val="00115C39"/>
    <w:rsid w:val="00120A4F"/>
    <w:rsid w:val="001308F2"/>
    <w:rsid w:val="00130C74"/>
    <w:rsid w:val="00132336"/>
    <w:rsid w:val="0013301A"/>
    <w:rsid w:val="00141759"/>
    <w:rsid w:val="0015168E"/>
    <w:rsid w:val="00156BEF"/>
    <w:rsid w:val="00156C44"/>
    <w:rsid w:val="0016067C"/>
    <w:rsid w:val="00160CDA"/>
    <w:rsid w:val="00161008"/>
    <w:rsid w:val="0016357A"/>
    <w:rsid w:val="00170D30"/>
    <w:rsid w:val="00193810"/>
    <w:rsid w:val="00196D26"/>
    <w:rsid w:val="001A6548"/>
    <w:rsid w:val="001B6544"/>
    <w:rsid w:val="001C087F"/>
    <w:rsid w:val="001E448D"/>
    <w:rsid w:val="001E5DC0"/>
    <w:rsid w:val="001E6083"/>
    <w:rsid w:val="001F0CE3"/>
    <w:rsid w:val="001F4DA8"/>
    <w:rsid w:val="001F56C2"/>
    <w:rsid w:val="001F6D17"/>
    <w:rsid w:val="00202DA6"/>
    <w:rsid w:val="00215838"/>
    <w:rsid w:val="00221827"/>
    <w:rsid w:val="0022631D"/>
    <w:rsid w:val="00227D9F"/>
    <w:rsid w:val="00230212"/>
    <w:rsid w:val="00234BDE"/>
    <w:rsid w:val="00260030"/>
    <w:rsid w:val="0026358C"/>
    <w:rsid w:val="00265924"/>
    <w:rsid w:val="00267268"/>
    <w:rsid w:val="00276A83"/>
    <w:rsid w:val="00282BF1"/>
    <w:rsid w:val="002906D1"/>
    <w:rsid w:val="002A5392"/>
    <w:rsid w:val="002A5D81"/>
    <w:rsid w:val="002A5E2D"/>
    <w:rsid w:val="002B02F7"/>
    <w:rsid w:val="002B7288"/>
    <w:rsid w:val="002B7666"/>
    <w:rsid w:val="002C2DA8"/>
    <w:rsid w:val="002C38D3"/>
    <w:rsid w:val="002D197F"/>
    <w:rsid w:val="002E1BEB"/>
    <w:rsid w:val="002F6EC5"/>
    <w:rsid w:val="003007CA"/>
    <w:rsid w:val="00302623"/>
    <w:rsid w:val="00303935"/>
    <w:rsid w:val="00306688"/>
    <w:rsid w:val="003111BD"/>
    <w:rsid w:val="003177E1"/>
    <w:rsid w:val="00330BDF"/>
    <w:rsid w:val="00335E43"/>
    <w:rsid w:val="00340FC4"/>
    <w:rsid w:val="00341352"/>
    <w:rsid w:val="003452A0"/>
    <w:rsid w:val="0035164E"/>
    <w:rsid w:val="00357306"/>
    <w:rsid w:val="00366EBF"/>
    <w:rsid w:val="00370259"/>
    <w:rsid w:val="00373F39"/>
    <w:rsid w:val="00375ED1"/>
    <w:rsid w:val="00376E56"/>
    <w:rsid w:val="0038406E"/>
    <w:rsid w:val="0039089E"/>
    <w:rsid w:val="00392402"/>
    <w:rsid w:val="003938EC"/>
    <w:rsid w:val="003A75FE"/>
    <w:rsid w:val="003B3578"/>
    <w:rsid w:val="003B6109"/>
    <w:rsid w:val="003C44C7"/>
    <w:rsid w:val="003C73A9"/>
    <w:rsid w:val="003C7BEE"/>
    <w:rsid w:val="003D13AB"/>
    <w:rsid w:val="003E3263"/>
    <w:rsid w:val="003E3D2D"/>
    <w:rsid w:val="003E4341"/>
    <w:rsid w:val="003F659D"/>
    <w:rsid w:val="00405629"/>
    <w:rsid w:val="00410442"/>
    <w:rsid w:val="00416FA6"/>
    <w:rsid w:val="004305A9"/>
    <w:rsid w:val="0043284D"/>
    <w:rsid w:val="004350AF"/>
    <w:rsid w:val="0043611C"/>
    <w:rsid w:val="0044279B"/>
    <w:rsid w:val="00444030"/>
    <w:rsid w:val="004441D1"/>
    <w:rsid w:val="0044488B"/>
    <w:rsid w:val="00452FB9"/>
    <w:rsid w:val="00456069"/>
    <w:rsid w:val="0046133E"/>
    <w:rsid w:val="00471491"/>
    <w:rsid w:val="0047365F"/>
    <w:rsid w:val="004767A1"/>
    <w:rsid w:val="00481C52"/>
    <w:rsid w:val="004842BE"/>
    <w:rsid w:val="0048493B"/>
    <w:rsid w:val="004866EA"/>
    <w:rsid w:val="004A5731"/>
    <w:rsid w:val="004C283D"/>
    <w:rsid w:val="004C3BD2"/>
    <w:rsid w:val="004C5D4F"/>
    <w:rsid w:val="004C7215"/>
    <w:rsid w:val="004C7B9A"/>
    <w:rsid w:val="004D07D7"/>
    <w:rsid w:val="004D0E66"/>
    <w:rsid w:val="004D689F"/>
    <w:rsid w:val="004E1C91"/>
    <w:rsid w:val="004E2958"/>
    <w:rsid w:val="004E5A89"/>
    <w:rsid w:val="004E7070"/>
    <w:rsid w:val="004E7A11"/>
    <w:rsid w:val="00502EFB"/>
    <w:rsid w:val="00504674"/>
    <w:rsid w:val="00526FE6"/>
    <w:rsid w:val="005367AD"/>
    <w:rsid w:val="0054675E"/>
    <w:rsid w:val="00555471"/>
    <w:rsid w:val="00562476"/>
    <w:rsid w:val="00570524"/>
    <w:rsid w:val="00574A24"/>
    <w:rsid w:val="0057713E"/>
    <w:rsid w:val="00581354"/>
    <w:rsid w:val="0058781D"/>
    <w:rsid w:val="0059221B"/>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23AAB"/>
    <w:rsid w:val="00632168"/>
    <w:rsid w:val="00633EB3"/>
    <w:rsid w:val="0063617F"/>
    <w:rsid w:val="00640BCB"/>
    <w:rsid w:val="006438E6"/>
    <w:rsid w:val="00657321"/>
    <w:rsid w:val="0066057B"/>
    <w:rsid w:val="0066147A"/>
    <w:rsid w:val="006631EB"/>
    <w:rsid w:val="00664523"/>
    <w:rsid w:val="00666A3B"/>
    <w:rsid w:val="00677F54"/>
    <w:rsid w:val="0068196D"/>
    <w:rsid w:val="006841E1"/>
    <w:rsid w:val="006843EF"/>
    <w:rsid w:val="00685957"/>
    <w:rsid w:val="00691A46"/>
    <w:rsid w:val="006931CD"/>
    <w:rsid w:val="006A5E53"/>
    <w:rsid w:val="006B02F8"/>
    <w:rsid w:val="006B6070"/>
    <w:rsid w:val="006C09CD"/>
    <w:rsid w:val="006C5C28"/>
    <w:rsid w:val="006D499E"/>
    <w:rsid w:val="006D7A4F"/>
    <w:rsid w:val="006E1164"/>
    <w:rsid w:val="006F18F6"/>
    <w:rsid w:val="006F257E"/>
    <w:rsid w:val="006F34D4"/>
    <w:rsid w:val="006F7274"/>
    <w:rsid w:val="007001A8"/>
    <w:rsid w:val="0070342C"/>
    <w:rsid w:val="00711A24"/>
    <w:rsid w:val="00721995"/>
    <w:rsid w:val="00722EBF"/>
    <w:rsid w:val="00730AC7"/>
    <w:rsid w:val="00732AC9"/>
    <w:rsid w:val="00733A4F"/>
    <w:rsid w:val="00741FD5"/>
    <w:rsid w:val="00745697"/>
    <w:rsid w:val="00747295"/>
    <w:rsid w:val="007477BD"/>
    <w:rsid w:val="007500F1"/>
    <w:rsid w:val="00763F3F"/>
    <w:rsid w:val="0076473D"/>
    <w:rsid w:val="00766237"/>
    <w:rsid w:val="00767EFD"/>
    <w:rsid w:val="00772692"/>
    <w:rsid w:val="00772917"/>
    <w:rsid w:val="00780365"/>
    <w:rsid w:val="007831E0"/>
    <w:rsid w:val="00785983"/>
    <w:rsid w:val="0079072C"/>
    <w:rsid w:val="00792512"/>
    <w:rsid w:val="00797602"/>
    <w:rsid w:val="00797DB7"/>
    <w:rsid w:val="007A208E"/>
    <w:rsid w:val="007A40A4"/>
    <w:rsid w:val="007A7352"/>
    <w:rsid w:val="007A7BCE"/>
    <w:rsid w:val="007B3B46"/>
    <w:rsid w:val="007B60AB"/>
    <w:rsid w:val="007B7AB3"/>
    <w:rsid w:val="007C0C8A"/>
    <w:rsid w:val="007C14CE"/>
    <w:rsid w:val="007C5D88"/>
    <w:rsid w:val="007C6E4E"/>
    <w:rsid w:val="007D290D"/>
    <w:rsid w:val="007D3F6A"/>
    <w:rsid w:val="007D4E66"/>
    <w:rsid w:val="007E0C42"/>
    <w:rsid w:val="00803E0C"/>
    <w:rsid w:val="00804133"/>
    <w:rsid w:val="00804AA6"/>
    <w:rsid w:val="00805248"/>
    <w:rsid w:val="008147D2"/>
    <w:rsid w:val="0081630B"/>
    <w:rsid w:val="00820C41"/>
    <w:rsid w:val="0082692C"/>
    <w:rsid w:val="00826BC0"/>
    <w:rsid w:val="0083061F"/>
    <w:rsid w:val="00830A82"/>
    <w:rsid w:val="00845BDB"/>
    <w:rsid w:val="00851265"/>
    <w:rsid w:val="0086233D"/>
    <w:rsid w:val="008841C2"/>
    <w:rsid w:val="0088565A"/>
    <w:rsid w:val="0088597D"/>
    <w:rsid w:val="00890F0E"/>
    <w:rsid w:val="008921A0"/>
    <w:rsid w:val="00897542"/>
    <w:rsid w:val="008A09BE"/>
    <w:rsid w:val="008A2D51"/>
    <w:rsid w:val="008B38F4"/>
    <w:rsid w:val="008B711F"/>
    <w:rsid w:val="008C469B"/>
    <w:rsid w:val="008C4A5E"/>
    <w:rsid w:val="008D25B6"/>
    <w:rsid w:val="008D323B"/>
    <w:rsid w:val="008D6F15"/>
    <w:rsid w:val="008E343E"/>
    <w:rsid w:val="008E5A2D"/>
    <w:rsid w:val="008E7A28"/>
    <w:rsid w:val="008F6DE8"/>
    <w:rsid w:val="00901AD8"/>
    <w:rsid w:val="009051DA"/>
    <w:rsid w:val="00925CF2"/>
    <w:rsid w:val="00930B56"/>
    <w:rsid w:val="0093552B"/>
    <w:rsid w:val="009364DC"/>
    <w:rsid w:val="0094041A"/>
    <w:rsid w:val="00943205"/>
    <w:rsid w:val="009465B3"/>
    <w:rsid w:val="009526A7"/>
    <w:rsid w:val="00953FE5"/>
    <w:rsid w:val="00957AE3"/>
    <w:rsid w:val="00964150"/>
    <w:rsid w:val="00964831"/>
    <w:rsid w:val="00975E97"/>
    <w:rsid w:val="00977DAC"/>
    <w:rsid w:val="00984807"/>
    <w:rsid w:val="00984AE7"/>
    <w:rsid w:val="00984FB8"/>
    <w:rsid w:val="00985A59"/>
    <w:rsid w:val="00992B03"/>
    <w:rsid w:val="009A1BFB"/>
    <w:rsid w:val="009A1D10"/>
    <w:rsid w:val="009A46A4"/>
    <w:rsid w:val="009A7505"/>
    <w:rsid w:val="009B3192"/>
    <w:rsid w:val="009B6C62"/>
    <w:rsid w:val="009B71A1"/>
    <w:rsid w:val="009C283B"/>
    <w:rsid w:val="009C4EBD"/>
    <w:rsid w:val="009D3DD7"/>
    <w:rsid w:val="009D6A66"/>
    <w:rsid w:val="009E0233"/>
    <w:rsid w:val="009E1FE1"/>
    <w:rsid w:val="009E2820"/>
    <w:rsid w:val="009E5196"/>
    <w:rsid w:val="009F2B94"/>
    <w:rsid w:val="009F50F2"/>
    <w:rsid w:val="009F5469"/>
    <w:rsid w:val="00A02886"/>
    <w:rsid w:val="00A02AD2"/>
    <w:rsid w:val="00A052AE"/>
    <w:rsid w:val="00A075B3"/>
    <w:rsid w:val="00A13A54"/>
    <w:rsid w:val="00A15C71"/>
    <w:rsid w:val="00A20A26"/>
    <w:rsid w:val="00A27392"/>
    <w:rsid w:val="00A32BF0"/>
    <w:rsid w:val="00A33D04"/>
    <w:rsid w:val="00A44029"/>
    <w:rsid w:val="00A4690F"/>
    <w:rsid w:val="00A52D14"/>
    <w:rsid w:val="00A545E1"/>
    <w:rsid w:val="00A55C81"/>
    <w:rsid w:val="00A575FB"/>
    <w:rsid w:val="00A64730"/>
    <w:rsid w:val="00A748E8"/>
    <w:rsid w:val="00A8022E"/>
    <w:rsid w:val="00A81E29"/>
    <w:rsid w:val="00A91B97"/>
    <w:rsid w:val="00A92E82"/>
    <w:rsid w:val="00A97EE4"/>
    <w:rsid w:val="00AA0A1B"/>
    <w:rsid w:val="00AA7416"/>
    <w:rsid w:val="00AB55CF"/>
    <w:rsid w:val="00AB588A"/>
    <w:rsid w:val="00AC15F8"/>
    <w:rsid w:val="00AC238E"/>
    <w:rsid w:val="00AC2D9D"/>
    <w:rsid w:val="00AC4D2A"/>
    <w:rsid w:val="00AC6E32"/>
    <w:rsid w:val="00AC7A7A"/>
    <w:rsid w:val="00AD3244"/>
    <w:rsid w:val="00AD440B"/>
    <w:rsid w:val="00AD6779"/>
    <w:rsid w:val="00AD677D"/>
    <w:rsid w:val="00AE3929"/>
    <w:rsid w:val="00AE4A57"/>
    <w:rsid w:val="00AE7431"/>
    <w:rsid w:val="00AF119E"/>
    <w:rsid w:val="00AF5108"/>
    <w:rsid w:val="00AF5E5A"/>
    <w:rsid w:val="00B05AC4"/>
    <w:rsid w:val="00B13711"/>
    <w:rsid w:val="00B3618A"/>
    <w:rsid w:val="00B521D1"/>
    <w:rsid w:val="00B54625"/>
    <w:rsid w:val="00B62FBC"/>
    <w:rsid w:val="00B653A8"/>
    <w:rsid w:val="00B65B59"/>
    <w:rsid w:val="00B74BBF"/>
    <w:rsid w:val="00B9287D"/>
    <w:rsid w:val="00B93E2A"/>
    <w:rsid w:val="00B97E33"/>
    <w:rsid w:val="00BA5817"/>
    <w:rsid w:val="00BA6F23"/>
    <w:rsid w:val="00BB21F4"/>
    <w:rsid w:val="00BB6240"/>
    <w:rsid w:val="00BC0214"/>
    <w:rsid w:val="00BC7EE8"/>
    <w:rsid w:val="00BE0354"/>
    <w:rsid w:val="00BE6314"/>
    <w:rsid w:val="00BE7214"/>
    <w:rsid w:val="00BF038D"/>
    <w:rsid w:val="00BF199D"/>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0082"/>
    <w:rsid w:val="00C74DED"/>
    <w:rsid w:val="00C76871"/>
    <w:rsid w:val="00C81ADF"/>
    <w:rsid w:val="00C84665"/>
    <w:rsid w:val="00C91080"/>
    <w:rsid w:val="00C93476"/>
    <w:rsid w:val="00C954E5"/>
    <w:rsid w:val="00C96C12"/>
    <w:rsid w:val="00C97090"/>
    <w:rsid w:val="00CA1955"/>
    <w:rsid w:val="00CB0115"/>
    <w:rsid w:val="00CB2EB3"/>
    <w:rsid w:val="00CB47C7"/>
    <w:rsid w:val="00CB776E"/>
    <w:rsid w:val="00CC244F"/>
    <w:rsid w:val="00CC29A7"/>
    <w:rsid w:val="00CC3F29"/>
    <w:rsid w:val="00CC54DA"/>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66A3"/>
    <w:rsid w:val="00D4488B"/>
    <w:rsid w:val="00D46BF7"/>
    <w:rsid w:val="00D46E56"/>
    <w:rsid w:val="00D64117"/>
    <w:rsid w:val="00D77254"/>
    <w:rsid w:val="00D82476"/>
    <w:rsid w:val="00D846D9"/>
    <w:rsid w:val="00D96447"/>
    <w:rsid w:val="00D979FB"/>
    <w:rsid w:val="00DB1DE9"/>
    <w:rsid w:val="00DC1E24"/>
    <w:rsid w:val="00DC3B01"/>
    <w:rsid w:val="00DC3E0F"/>
    <w:rsid w:val="00DD6C39"/>
    <w:rsid w:val="00DE4038"/>
    <w:rsid w:val="00DE7AE3"/>
    <w:rsid w:val="00DF069C"/>
    <w:rsid w:val="00DF089F"/>
    <w:rsid w:val="00DF2F88"/>
    <w:rsid w:val="00DF6FE6"/>
    <w:rsid w:val="00E07704"/>
    <w:rsid w:val="00E11512"/>
    <w:rsid w:val="00E31586"/>
    <w:rsid w:val="00E438BA"/>
    <w:rsid w:val="00E451E0"/>
    <w:rsid w:val="00E455C2"/>
    <w:rsid w:val="00E47EE2"/>
    <w:rsid w:val="00E505ED"/>
    <w:rsid w:val="00E52BCD"/>
    <w:rsid w:val="00E53FB8"/>
    <w:rsid w:val="00E55799"/>
    <w:rsid w:val="00E56EC2"/>
    <w:rsid w:val="00E64063"/>
    <w:rsid w:val="00E6669B"/>
    <w:rsid w:val="00E67542"/>
    <w:rsid w:val="00E73052"/>
    <w:rsid w:val="00E74DF1"/>
    <w:rsid w:val="00E77FC4"/>
    <w:rsid w:val="00E83D61"/>
    <w:rsid w:val="00E94735"/>
    <w:rsid w:val="00E97E9F"/>
    <w:rsid w:val="00EA488B"/>
    <w:rsid w:val="00EA5BC8"/>
    <w:rsid w:val="00EA7F0A"/>
    <w:rsid w:val="00EB2810"/>
    <w:rsid w:val="00EC6A7D"/>
    <w:rsid w:val="00ED1984"/>
    <w:rsid w:val="00ED238D"/>
    <w:rsid w:val="00EE115A"/>
    <w:rsid w:val="00EE2C9E"/>
    <w:rsid w:val="00EE2E29"/>
    <w:rsid w:val="00EE40FC"/>
    <w:rsid w:val="00EE4351"/>
    <w:rsid w:val="00EE45F6"/>
    <w:rsid w:val="00EF0EC3"/>
    <w:rsid w:val="00EF2A61"/>
    <w:rsid w:val="00EF3E44"/>
    <w:rsid w:val="00EF628F"/>
    <w:rsid w:val="00F04095"/>
    <w:rsid w:val="00F04FFB"/>
    <w:rsid w:val="00F07DA5"/>
    <w:rsid w:val="00F20FFF"/>
    <w:rsid w:val="00F22C2C"/>
    <w:rsid w:val="00F24E27"/>
    <w:rsid w:val="00F31DE9"/>
    <w:rsid w:val="00F371A3"/>
    <w:rsid w:val="00F4175E"/>
    <w:rsid w:val="00F42366"/>
    <w:rsid w:val="00F4391C"/>
    <w:rsid w:val="00F44020"/>
    <w:rsid w:val="00F44D36"/>
    <w:rsid w:val="00F4793B"/>
    <w:rsid w:val="00F54354"/>
    <w:rsid w:val="00F5445A"/>
    <w:rsid w:val="00F557BF"/>
    <w:rsid w:val="00F60FD8"/>
    <w:rsid w:val="00F61154"/>
    <w:rsid w:val="00F64414"/>
    <w:rsid w:val="00F70C07"/>
    <w:rsid w:val="00F72403"/>
    <w:rsid w:val="00F80E13"/>
    <w:rsid w:val="00F80FCC"/>
    <w:rsid w:val="00F87DB0"/>
    <w:rsid w:val="00F936DD"/>
    <w:rsid w:val="00F946CC"/>
    <w:rsid w:val="00F96793"/>
    <w:rsid w:val="00FA4D7E"/>
    <w:rsid w:val="00FA6DB1"/>
    <w:rsid w:val="00FA7120"/>
    <w:rsid w:val="00FC2856"/>
    <w:rsid w:val="00FC3412"/>
    <w:rsid w:val="00FC69E2"/>
    <w:rsid w:val="00FD22F3"/>
    <w:rsid w:val="00FD43EF"/>
    <w:rsid w:val="00FD780E"/>
    <w:rsid w:val="00FD7914"/>
    <w:rsid w:val="00FE7C5C"/>
    <w:rsid w:val="00FF13FD"/>
    <w:rsid w:val="00FF34C7"/>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rokada.org.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khrulenko@rokada.org.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B2B8E-8D80-4D0A-ABF4-B47003FD8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274</TotalTime>
  <Pages>2</Pages>
  <Words>581</Words>
  <Characters>3314</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Инна</cp:lastModifiedBy>
  <cp:revision>198</cp:revision>
  <cp:lastPrinted>2019-01-08T14:20:00Z</cp:lastPrinted>
  <dcterms:created xsi:type="dcterms:W3CDTF">2020-01-08T06:34:00Z</dcterms:created>
  <dcterms:modified xsi:type="dcterms:W3CDTF">2021-11-26T11:57:00Z</dcterms:modified>
</cp:coreProperties>
</file>