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6CF684" w14:textId="77777777"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14:anchorId="246CF6C7" wp14:editId="246CF6C8">
                <wp:simplePos x="0" y="0"/>
                <wp:positionH relativeFrom="column">
                  <wp:posOffset>-225038</wp:posOffset>
                </wp:positionH>
                <wp:positionV relativeFrom="paragraph">
                  <wp:posOffset>-63776</wp:posOffset>
                </wp:positionV>
                <wp:extent cx="6515100" cy="1415332"/>
                <wp:effectExtent l="0" t="0" r="0" b="3302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41533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14:paraId="246CF6D2"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14:paraId="246CF6D3" w14:textId="77777777"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14:paraId="246CF6D4" w14:textId="77777777"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14:paraId="246CF6D5" w14:textId="77777777"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uk-UA"/>
                                </w:rPr>
                                <w:t>Тел</w:t>
                              </w:r>
                              <w:proofErr w:type="spellEnd"/>
                              <w:r w:rsidRPr="007C0C8A">
                                <w:rPr>
                                  <w:rFonts w:ascii="Courier New" w:hAnsi="Courier New" w:cs="Courier New"/>
                                  <w:b/>
                                  <w:color w:val="005200"/>
                                  <w:sz w:val="20"/>
                                  <w:szCs w:val="20"/>
                                  <w:lang w:val="uk-UA"/>
                                </w:rPr>
                                <w:t>.</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8" w14:textId="77777777"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9" w14:textId="77777777"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6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A" w14:textId="77777777"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6CF6DE" w14:textId="77777777"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14:paraId="246CF6DF" w14:textId="77777777"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246CF6C7" id="Group 45" o:spid="_x0000_s1026" style="position:absolute;margin-left:-17.7pt;margin-top:-5pt;width:513pt;height:111.45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">
                  <v:imagedata r:id="rId10" o:title="Rok1"/>
                </v:shape>
                <v:group id="Group 47" o:spid="_x0000_s1028" style="position:absolute;left:1657;top:596;width:8756;height:872" coordorigin="1657,987" coordsize="8756,8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48" o:spid="_x0000_s1029" style="position:absolute;left:1657;top:1271;width:8494;height:588" coordorigin="1657,1271" coordsize="8494,5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o:lock v:ext="edit" shapetype="t"/>
                      <v:textbox>
                        <w:txbxContent>
                          <w:p w14:paraId="246CF6D2" w14:textId="77777777" w:rsidR="00410442" w:rsidRDefault="00410442" w:rsidP="00410442">
                            <w:pPr>
                              <w:pStyle w:val="NormalWeb"/>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" filled="f" stroked="f">
                      <o:lock v:ext="edit" shapetype="t"/>
                      <v:textbox>
                        <w:txbxContent>
                          <w:p w14:paraId="246CF6D3" w14:textId="77777777" w:rsidR="00410442" w:rsidRDefault="00410442" w:rsidP="00410442">
                            <w:pPr>
                              <w:pStyle w:val="NormalWeb"/>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WordArt 52" o:spid="_x0000_s1033" type="#_x0000_t202" style="position:absolute;left:1674;top:1031;width:288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o:lock v:ext="edit" shapetype="t"/>
                      <v:textbox>
                        <w:txbxContent>
                          <w:p w14:paraId="246CF6D4" w14:textId="77777777" w:rsidR="00410442" w:rsidRDefault="00410442" w:rsidP="00410442">
                            <w:pPr>
                              <w:pStyle w:val="NormalWeb"/>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o:lock v:ext="edit" shapetype="t"/>
                      <v:textbox>
                        <w:txbxContent>
                          <w:p w14:paraId="246CF6D5" w14:textId="77777777" w:rsidR="00410442" w:rsidRPr="00083372" w:rsidRDefault="00410442" w:rsidP="00410442">
                            <w:pPr>
                              <w:pStyle w:val="NormalWeb"/>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246CF6D6"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Strong"/>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14:paraId="246CF6D7" w14:textId="77777777"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14:paraId="246CF6D8" w14:textId="77777777"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9" w14:textId="77777777"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6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246CF6DA" w14:textId="77777777"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en-US"/>
                          </w:rPr>
                          <w:t>P.O.box</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14:paraId="246CF6DB" w14:textId="77777777"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14:paraId="246CF6DC" w14:textId="77777777" w:rsidR="005F1448" w:rsidRPr="00D77254" w:rsidRDefault="005F1448" w:rsidP="008841C2">
                        <w:pPr>
                          <w:jc w:val="center"/>
                          <w:rPr>
                            <w:rFonts w:ascii="Courier New" w:hAnsi="Courier New" w:cs="Courier New"/>
                            <w:b/>
                            <w:color w:val="005200"/>
                            <w:sz w:val="20"/>
                            <w:szCs w:val="20"/>
                            <w:lang w:val="uk-UA"/>
                          </w:rPr>
                        </w:pPr>
                        <w:r>
                          <w:rPr>
                            <w:rFonts w:ascii="Courier New" w:hAnsi="Courier New" w:cs="Courier New"/>
                            <w:b/>
                            <w:color w:val="005200"/>
                            <w:sz w:val="20"/>
                            <w:szCs w:val="20"/>
                          </w:rPr>
                          <w:t>Fax: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14:paraId="246CF6DD" w14:textId="77777777"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" strokecolor="#005a00" strokeweight="4.5pt">
                  <v:stroke linestyle="thinThick"/>
                </v:line>
                <v:shape id="Text Box 57" o:spid="_x0000_s1038" type="#_x0000_t202" style="position:absolute;left:1134;top:2156;width:9720;height:2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46CF6DE" w14:textId="77777777" w:rsidR="005F1448"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rokada</w:t>
                        </w:r>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ua ~ http://rokada.org.ua</w:t>
                        </w:r>
                      </w:p>
                      <w:p w14:paraId="246CF6DF" w14:textId="77777777" w:rsidR="005F1448" w:rsidRPr="007C0C8A" w:rsidRDefault="005F1448" w:rsidP="008841C2">
                        <w:pPr>
                          <w:jc w:val="center"/>
                          <w:rPr>
                            <w:b/>
                            <w:sz w:val="20"/>
                            <w:szCs w:val="20"/>
                            <w:lang w:val="en-US"/>
                          </w:rPr>
                        </w:pPr>
                      </w:p>
                    </w:txbxContent>
                  </v:textbox>
                </v:shape>
              </v:group>
            </w:pict>
          </mc:Fallback>
        </mc:AlternateContent>
      </w:r>
    </w:p>
    <w:p w14:paraId="246CF685" w14:textId="77777777" w:rsidR="00366EBF" w:rsidRPr="00276A83" w:rsidRDefault="00366EBF" w:rsidP="00901AD8">
      <w:pPr>
        <w:rPr>
          <w:rFonts w:ascii="Courier New" w:eastAsia="Batang" w:hAnsi="Courier New" w:cs="Courier New"/>
          <w:sz w:val="20"/>
          <w:szCs w:val="20"/>
          <w:lang w:val="uk-UA"/>
        </w:rPr>
      </w:pPr>
    </w:p>
    <w:p w14:paraId="246CF686" w14:textId="77777777" w:rsidR="00366EBF" w:rsidRPr="00276A83" w:rsidRDefault="00366EBF" w:rsidP="00366EBF">
      <w:pPr>
        <w:rPr>
          <w:rFonts w:ascii="Courier New" w:eastAsia="Batang" w:hAnsi="Courier New" w:cs="Courier New"/>
          <w:sz w:val="20"/>
          <w:szCs w:val="20"/>
          <w:lang w:val="uk-UA"/>
        </w:rPr>
      </w:pPr>
    </w:p>
    <w:p w14:paraId="246CF687" w14:textId="77777777" w:rsidR="001E6083" w:rsidRPr="00276A83" w:rsidRDefault="001E6083" w:rsidP="001E6083">
      <w:pPr>
        <w:rPr>
          <w:rFonts w:ascii="Courier New" w:eastAsia="Batang" w:hAnsi="Courier New" w:cs="Courier New"/>
          <w:sz w:val="20"/>
          <w:szCs w:val="20"/>
          <w:lang w:val="uk-UA"/>
        </w:rPr>
      </w:pPr>
    </w:p>
    <w:p w14:paraId="246CF688" w14:textId="77777777" w:rsidR="008841C2" w:rsidRPr="00276A83" w:rsidRDefault="008841C2" w:rsidP="001E6083">
      <w:pPr>
        <w:rPr>
          <w:rFonts w:ascii="Courier New" w:eastAsia="Batang" w:hAnsi="Courier New" w:cs="Courier New"/>
          <w:sz w:val="20"/>
          <w:szCs w:val="20"/>
          <w:lang w:val="uk-UA"/>
        </w:rPr>
      </w:pPr>
    </w:p>
    <w:p w14:paraId="246CF689" w14:textId="77777777" w:rsidR="008841C2" w:rsidRPr="00276A83" w:rsidRDefault="008841C2" w:rsidP="001E6083">
      <w:pPr>
        <w:rPr>
          <w:rFonts w:ascii="Courier New" w:eastAsia="Batang" w:hAnsi="Courier New" w:cs="Courier New"/>
          <w:sz w:val="20"/>
          <w:szCs w:val="20"/>
          <w:lang w:val="uk-UA"/>
        </w:rPr>
      </w:pPr>
    </w:p>
    <w:p w14:paraId="246CF68A" w14:textId="77777777" w:rsidR="008841C2" w:rsidRPr="00276A83" w:rsidRDefault="008841C2" w:rsidP="001E6083">
      <w:pPr>
        <w:rPr>
          <w:rFonts w:ascii="Courier New" w:eastAsia="Batang" w:hAnsi="Courier New" w:cs="Courier New"/>
          <w:sz w:val="20"/>
          <w:szCs w:val="20"/>
          <w:lang w:val="uk-UA"/>
        </w:rPr>
      </w:pPr>
    </w:p>
    <w:p w14:paraId="246CF68B" w14:textId="77777777" w:rsidR="008841C2" w:rsidRPr="00276A83" w:rsidRDefault="008841C2" w:rsidP="001E6083">
      <w:pPr>
        <w:rPr>
          <w:rFonts w:ascii="Courier New" w:eastAsia="Batang" w:hAnsi="Courier New" w:cs="Courier New"/>
          <w:sz w:val="20"/>
          <w:szCs w:val="20"/>
          <w:lang w:val="uk-UA"/>
        </w:rPr>
      </w:pPr>
    </w:p>
    <w:p w14:paraId="246CF68C" w14:textId="77777777" w:rsidR="001E6083" w:rsidRPr="00276A83" w:rsidRDefault="001E6083" w:rsidP="001E6083">
      <w:pPr>
        <w:rPr>
          <w:rFonts w:asciiTheme="minorHAnsi" w:eastAsia="Batang" w:hAnsiTheme="minorHAnsi" w:cs="Courier New"/>
          <w:sz w:val="20"/>
          <w:szCs w:val="20"/>
          <w:lang w:val="uk-UA"/>
        </w:rPr>
      </w:pPr>
    </w:p>
    <w:p w14:paraId="246CF68D" w14:textId="77777777" w:rsidR="00D2203E" w:rsidRPr="001A48B4" w:rsidRDefault="00D2203E" w:rsidP="008841C2">
      <w:pPr>
        <w:spacing w:line="360" w:lineRule="auto"/>
        <w:jc w:val="right"/>
        <w:rPr>
          <w:rFonts w:asciiTheme="minorHAnsi" w:hAnsiTheme="minorHAnsi"/>
          <w:b/>
          <w:sz w:val="10"/>
          <w:szCs w:val="20"/>
          <w:shd w:val="clear" w:color="auto" w:fill="FFFFFF"/>
          <w:lang w:val="en-US"/>
        </w:rPr>
      </w:pPr>
    </w:p>
    <w:p w14:paraId="246CF68E" w14:textId="77777777" w:rsidR="00BE585B" w:rsidRDefault="00BE585B" w:rsidP="00BE585B">
      <w:pPr>
        <w:spacing w:line="360" w:lineRule="auto"/>
        <w:jc w:val="center"/>
        <w:rPr>
          <w:rFonts w:asciiTheme="minorHAnsi" w:hAnsiTheme="minorHAnsi"/>
          <w:b/>
          <w:sz w:val="20"/>
          <w:szCs w:val="20"/>
          <w:shd w:val="clear" w:color="auto" w:fill="FFFFFF"/>
          <w:lang w:val="uk-UA"/>
        </w:rPr>
      </w:pPr>
      <w:r w:rsidRPr="00844BB3">
        <w:rPr>
          <w:b/>
          <w:color w:val="008000"/>
          <w:lang w:val="uk-UA"/>
        </w:rPr>
        <w:t>Проект УВКБ ООН № 254</w:t>
      </w:r>
    </w:p>
    <w:p w14:paraId="246CF68F" w14:textId="77777777" w:rsidR="00AD677D" w:rsidRPr="007B7564" w:rsidRDefault="008841C2" w:rsidP="007B7564">
      <w:pPr>
        <w:spacing w:line="360" w:lineRule="auto"/>
        <w:jc w:val="right"/>
        <w:rPr>
          <w:rFonts w:asciiTheme="minorHAnsi" w:hAnsiTheme="minorHAnsi"/>
          <w:b/>
          <w:sz w:val="20"/>
          <w:szCs w:val="20"/>
          <w:shd w:val="clear" w:color="auto" w:fill="FFFFFF"/>
          <w:lang w:val="uk-UA"/>
        </w:rPr>
      </w:pPr>
      <w:r w:rsidRPr="00276A83">
        <w:rPr>
          <w:rFonts w:asciiTheme="minorHAnsi" w:hAnsiTheme="minorHAnsi"/>
          <w:b/>
          <w:sz w:val="20"/>
          <w:szCs w:val="20"/>
          <w:shd w:val="clear" w:color="auto" w:fill="FFFFFF"/>
          <w:lang w:val="uk-UA"/>
        </w:rPr>
        <w:t xml:space="preserve">ДАТА: </w:t>
      </w:r>
      <w:r w:rsidR="00A7517F">
        <w:rPr>
          <w:rFonts w:asciiTheme="minorHAnsi" w:hAnsiTheme="minorHAnsi"/>
          <w:b/>
          <w:color w:val="FF0000"/>
          <w:sz w:val="20"/>
          <w:szCs w:val="20"/>
          <w:shd w:val="clear" w:color="auto" w:fill="FFFFFF"/>
          <w:lang w:val="uk-UA"/>
        </w:rPr>
        <w:t>2</w:t>
      </w:r>
      <w:r w:rsidR="00924D26">
        <w:rPr>
          <w:rFonts w:asciiTheme="minorHAnsi" w:hAnsiTheme="minorHAnsi"/>
          <w:b/>
          <w:color w:val="FF0000"/>
          <w:sz w:val="20"/>
          <w:szCs w:val="20"/>
          <w:shd w:val="clear" w:color="auto" w:fill="FFFFFF"/>
          <w:lang w:val="uk-UA"/>
        </w:rPr>
        <w:t>7</w:t>
      </w:r>
      <w:r w:rsidR="00410442" w:rsidRPr="007E5499">
        <w:rPr>
          <w:rFonts w:asciiTheme="minorHAnsi" w:hAnsiTheme="minorHAnsi"/>
          <w:b/>
          <w:color w:val="FF0000"/>
          <w:sz w:val="20"/>
          <w:szCs w:val="20"/>
          <w:shd w:val="clear" w:color="auto" w:fill="FFFFFF"/>
          <w:lang w:val="uk-UA"/>
        </w:rPr>
        <w:t>.</w:t>
      </w:r>
      <w:r w:rsidR="00924D26">
        <w:rPr>
          <w:rFonts w:asciiTheme="minorHAnsi" w:hAnsiTheme="minorHAnsi"/>
          <w:b/>
          <w:color w:val="FF0000"/>
          <w:sz w:val="20"/>
          <w:szCs w:val="20"/>
          <w:shd w:val="clear" w:color="auto" w:fill="FFFFFF"/>
          <w:lang w:val="uk-UA"/>
        </w:rPr>
        <w:t>10</w:t>
      </w:r>
      <w:r w:rsidR="00CD2CAC" w:rsidRPr="007E5499">
        <w:rPr>
          <w:rFonts w:asciiTheme="minorHAnsi" w:hAnsiTheme="minorHAnsi"/>
          <w:b/>
          <w:color w:val="FF0000"/>
          <w:sz w:val="20"/>
          <w:szCs w:val="20"/>
          <w:shd w:val="clear" w:color="auto" w:fill="FFFFFF"/>
          <w:lang w:val="uk-UA"/>
        </w:rPr>
        <w:t>.2020</w:t>
      </w:r>
    </w:p>
    <w:p w14:paraId="246CF690" w14:textId="77777777" w:rsidR="008841C2" w:rsidRPr="00EA15A7" w:rsidRDefault="00D2203E" w:rsidP="00D2203E">
      <w:pPr>
        <w:spacing w:line="360" w:lineRule="auto"/>
        <w:jc w:val="center"/>
        <w:rPr>
          <w:rFonts w:asciiTheme="minorHAnsi" w:hAnsiTheme="minorHAnsi"/>
          <w:b/>
          <w:sz w:val="22"/>
          <w:szCs w:val="22"/>
          <w:shd w:val="clear" w:color="auto" w:fill="FFFFFF"/>
        </w:rPr>
      </w:pPr>
      <w:r w:rsidRPr="00EA15A7">
        <w:rPr>
          <w:rFonts w:asciiTheme="minorHAnsi" w:hAnsiTheme="minorHAnsi"/>
          <w:b/>
          <w:sz w:val="22"/>
          <w:szCs w:val="22"/>
          <w:shd w:val="clear" w:color="auto" w:fill="FFFFFF"/>
        </w:rPr>
        <w:t>З</w:t>
      </w:r>
      <w:r w:rsidR="00FF679A" w:rsidRPr="00EA15A7">
        <w:rPr>
          <w:rFonts w:asciiTheme="minorHAnsi" w:hAnsiTheme="minorHAnsi"/>
          <w:b/>
          <w:sz w:val="22"/>
          <w:szCs w:val="22"/>
          <w:shd w:val="clear" w:color="auto" w:fill="FFFFFF"/>
        </w:rPr>
        <w:t>АПР</w:t>
      </w:r>
      <w:r w:rsidR="00002F4E" w:rsidRPr="00EA15A7">
        <w:rPr>
          <w:rFonts w:asciiTheme="minorHAnsi" w:hAnsiTheme="minorHAnsi"/>
          <w:b/>
          <w:sz w:val="22"/>
          <w:szCs w:val="22"/>
          <w:shd w:val="clear" w:color="auto" w:fill="FFFFFF"/>
        </w:rPr>
        <w:t>О</w:t>
      </w:r>
      <w:r w:rsidR="00002F4E" w:rsidRPr="00EA15A7">
        <w:rPr>
          <w:rFonts w:asciiTheme="minorHAnsi" w:hAnsiTheme="minorHAnsi"/>
          <w:b/>
          <w:sz w:val="22"/>
          <w:szCs w:val="22"/>
          <w:shd w:val="clear" w:color="auto" w:fill="FFFFFF"/>
          <w:lang w:val="uk-UA"/>
        </w:rPr>
        <w:t xml:space="preserve">ШЕННЯ ДО УЧАСТІ </w:t>
      </w:r>
      <w:proofErr w:type="gramStart"/>
      <w:r w:rsidR="00002F4E" w:rsidRPr="00EA15A7">
        <w:rPr>
          <w:rFonts w:asciiTheme="minorHAnsi" w:hAnsiTheme="minorHAnsi"/>
          <w:b/>
          <w:sz w:val="22"/>
          <w:szCs w:val="22"/>
          <w:shd w:val="clear" w:color="auto" w:fill="FFFFFF"/>
          <w:lang w:val="uk-UA"/>
        </w:rPr>
        <w:t>У</w:t>
      </w:r>
      <w:proofErr w:type="gramEnd"/>
      <w:r w:rsidR="00D861EB" w:rsidRPr="00EA15A7">
        <w:rPr>
          <w:rFonts w:asciiTheme="minorHAnsi" w:hAnsiTheme="minorHAnsi"/>
          <w:b/>
          <w:sz w:val="22"/>
          <w:szCs w:val="22"/>
          <w:shd w:val="clear" w:color="auto" w:fill="FFFFFF"/>
        </w:rPr>
        <w:t xml:space="preserve"> ТЕНДЕР</w:t>
      </w:r>
      <w:r w:rsidR="00002F4E" w:rsidRPr="00EA15A7">
        <w:rPr>
          <w:rFonts w:asciiTheme="minorHAnsi" w:hAnsiTheme="minorHAnsi"/>
          <w:b/>
          <w:sz w:val="22"/>
          <w:szCs w:val="22"/>
          <w:shd w:val="clear" w:color="auto" w:fill="FFFFFF"/>
          <w:lang w:val="uk-UA"/>
        </w:rPr>
        <w:t>І</w:t>
      </w:r>
      <w:r w:rsidRPr="00EA15A7">
        <w:rPr>
          <w:rFonts w:asciiTheme="minorHAnsi" w:hAnsiTheme="minorHAnsi"/>
          <w:b/>
          <w:sz w:val="22"/>
          <w:szCs w:val="22"/>
          <w:shd w:val="clear" w:color="auto" w:fill="FFFFFF"/>
          <w:lang w:val="uk-UA"/>
        </w:rPr>
        <w:t xml:space="preserve"> </w:t>
      </w:r>
      <w:r w:rsidR="00002F4E" w:rsidRPr="00EA15A7">
        <w:rPr>
          <w:rFonts w:asciiTheme="minorHAnsi" w:hAnsiTheme="minorHAnsi"/>
          <w:b/>
          <w:sz w:val="22"/>
          <w:szCs w:val="22"/>
          <w:shd w:val="clear" w:color="auto" w:fill="FFFFFF"/>
          <w:lang w:val="en-US"/>
        </w:rPr>
        <w:t>ITB</w:t>
      </w:r>
      <w:r w:rsidRPr="00EA15A7">
        <w:rPr>
          <w:rFonts w:asciiTheme="minorHAnsi" w:hAnsiTheme="minorHAnsi"/>
          <w:b/>
          <w:sz w:val="22"/>
          <w:szCs w:val="22"/>
          <w:shd w:val="clear" w:color="auto" w:fill="FFFFFF"/>
        </w:rPr>
        <w:t xml:space="preserve"> </w:t>
      </w:r>
      <w:r w:rsidR="00CD2CAC" w:rsidRPr="00EA15A7">
        <w:rPr>
          <w:rFonts w:asciiTheme="minorHAnsi" w:hAnsiTheme="minorHAnsi"/>
          <w:b/>
          <w:sz w:val="22"/>
          <w:szCs w:val="22"/>
          <w:shd w:val="clear" w:color="auto" w:fill="FFFFFF"/>
          <w:lang w:val="uk-UA"/>
        </w:rPr>
        <w:t>01</w:t>
      </w:r>
      <w:r w:rsidR="0060144A" w:rsidRPr="00EA15A7">
        <w:rPr>
          <w:rFonts w:asciiTheme="minorHAnsi" w:hAnsiTheme="minorHAnsi"/>
          <w:b/>
          <w:sz w:val="22"/>
          <w:szCs w:val="22"/>
          <w:shd w:val="clear" w:color="auto" w:fill="FFFFFF"/>
          <w:lang w:val="uk-UA"/>
        </w:rPr>
        <w:t>_</w:t>
      </w:r>
      <w:r w:rsidR="001B023C" w:rsidRPr="00EA15A7">
        <w:rPr>
          <w:rFonts w:asciiTheme="minorHAnsi" w:hAnsiTheme="minorHAnsi"/>
          <w:b/>
          <w:sz w:val="22"/>
          <w:szCs w:val="22"/>
          <w:shd w:val="clear" w:color="auto" w:fill="FFFFFF"/>
          <w:lang w:val="uk-UA"/>
        </w:rPr>
        <w:t>1</w:t>
      </w:r>
      <w:r w:rsidR="001B023C" w:rsidRPr="00EA15A7">
        <w:rPr>
          <w:rFonts w:asciiTheme="minorHAnsi" w:hAnsiTheme="minorHAnsi"/>
          <w:b/>
          <w:sz w:val="22"/>
          <w:szCs w:val="22"/>
          <w:shd w:val="clear" w:color="auto" w:fill="FFFFFF"/>
        </w:rPr>
        <w:t>2</w:t>
      </w:r>
      <w:r w:rsidR="00FE7C5C" w:rsidRPr="00EA15A7">
        <w:rPr>
          <w:rFonts w:asciiTheme="minorHAnsi" w:hAnsiTheme="minorHAnsi"/>
          <w:b/>
          <w:sz w:val="22"/>
          <w:szCs w:val="22"/>
          <w:shd w:val="clear" w:color="auto" w:fill="FFFFFF"/>
          <w:lang w:val="uk-UA"/>
        </w:rPr>
        <w:t>.</w:t>
      </w:r>
      <w:r w:rsidR="00CD2CAC" w:rsidRPr="00EA15A7">
        <w:rPr>
          <w:rFonts w:asciiTheme="minorHAnsi" w:hAnsiTheme="minorHAnsi"/>
          <w:b/>
          <w:sz w:val="22"/>
          <w:szCs w:val="22"/>
          <w:shd w:val="clear" w:color="auto" w:fill="FFFFFF"/>
          <w:lang w:val="uk-UA"/>
        </w:rPr>
        <w:t>20</w:t>
      </w:r>
      <w:r w:rsidR="008841C2" w:rsidRPr="00EA15A7">
        <w:rPr>
          <w:rFonts w:asciiTheme="minorHAnsi" w:hAnsiTheme="minorHAnsi"/>
          <w:b/>
          <w:sz w:val="22"/>
          <w:szCs w:val="22"/>
          <w:shd w:val="clear" w:color="auto" w:fill="FFFFFF"/>
          <w:lang w:val="uk-UA"/>
        </w:rPr>
        <w:t xml:space="preserve"> </w:t>
      </w:r>
    </w:p>
    <w:p w14:paraId="246CF691" w14:textId="071F4D2A" w:rsidR="008841C2" w:rsidRPr="00EA15A7" w:rsidRDefault="00E56EC2" w:rsidP="0060296C">
      <w:pPr>
        <w:jc w:val="center"/>
        <w:rPr>
          <w:rFonts w:asciiTheme="minorHAnsi" w:hAnsiTheme="minorHAnsi"/>
          <w:b/>
          <w:sz w:val="22"/>
          <w:szCs w:val="22"/>
          <w:shd w:val="clear" w:color="auto" w:fill="FFFFFF"/>
          <w:lang w:val="uk-UA"/>
        </w:rPr>
      </w:pPr>
      <w:r w:rsidRPr="00EA15A7">
        <w:rPr>
          <w:rFonts w:asciiTheme="minorHAnsi" w:hAnsiTheme="minorHAnsi"/>
          <w:b/>
          <w:sz w:val="22"/>
          <w:szCs w:val="22"/>
          <w:shd w:val="clear" w:color="auto" w:fill="FFFFFF"/>
          <w:lang w:val="uk-UA"/>
        </w:rPr>
        <w:t>НА</w:t>
      </w:r>
      <w:r w:rsidR="00C87537" w:rsidRPr="00EA15A7">
        <w:rPr>
          <w:rFonts w:asciiTheme="minorHAnsi" w:hAnsiTheme="minorHAnsi"/>
          <w:b/>
          <w:sz w:val="22"/>
          <w:szCs w:val="22"/>
          <w:shd w:val="clear" w:color="auto" w:fill="FFFFFF"/>
          <w:lang w:val="uk-UA"/>
        </w:rPr>
        <w:t xml:space="preserve"> </w:t>
      </w:r>
      <w:r w:rsidR="005B6DC6">
        <w:rPr>
          <w:rFonts w:asciiTheme="minorHAnsi" w:hAnsiTheme="minorHAnsi"/>
          <w:b/>
          <w:sz w:val="22"/>
          <w:szCs w:val="22"/>
          <w:shd w:val="clear" w:color="auto" w:fill="FFFFFF"/>
          <w:lang w:val="uk-UA"/>
        </w:rPr>
        <w:t>УКЛАД</w:t>
      </w:r>
      <w:r w:rsidR="002E7749">
        <w:rPr>
          <w:rFonts w:asciiTheme="minorHAnsi" w:hAnsiTheme="minorHAnsi"/>
          <w:b/>
          <w:sz w:val="22"/>
          <w:szCs w:val="22"/>
          <w:shd w:val="clear" w:color="auto" w:fill="FFFFFF"/>
          <w:lang w:val="uk-UA"/>
        </w:rPr>
        <w:t>Е</w:t>
      </w:r>
      <w:r w:rsidR="00CE1363" w:rsidRPr="00EA15A7">
        <w:rPr>
          <w:rFonts w:asciiTheme="minorHAnsi" w:hAnsiTheme="minorHAnsi"/>
          <w:b/>
          <w:sz w:val="22"/>
          <w:szCs w:val="22"/>
          <w:shd w:val="clear" w:color="auto" w:fill="FFFFFF"/>
          <w:lang w:val="uk-UA"/>
        </w:rPr>
        <w:t>ННЯ КОНТРАКТУ</w:t>
      </w:r>
      <w:r w:rsidR="00FF679A" w:rsidRPr="00EA15A7">
        <w:rPr>
          <w:rFonts w:asciiTheme="minorHAnsi" w:hAnsiTheme="minorHAnsi"/>
          <w:b/>
          <w:sz w:val="22"/>
          <w:szCs w:val="22"/>
          <w:shd w:val="clear" w:color="auto" w:fill="FFFFFF"/>
          <w:lang w:val="uk-UA"/>
        </w:rPr>
        <w:t xml:space="preserve"> Н</w:t>
      </w:r>
      <w:r w:rsidR="000B5616" w:rsidRPr="00EA15A7">
        <w:rPr>
          <w:rFonts w:asciiTheme="minorHAnsi" w:hAnsiTheme="minorHAnsi"/>
          <w:b/>
          <w:sz w:val="22"/>
          <w:szCs w:val="22"/>
          <w:shd w:val="clear" w:color="auto" w:fill="FFFFFF"/>
          <w:lang w:val="uk-UA"/>
        </w:rPr>
        <w:t>А ЗАКУПІВЛЮ АВТОМОБІЛЯ</w:t>
      </w:r>
      <w:r w:rsidR="00AA0A1B" w:rsidRPr="00EA15A7">
        <w:rPr>
          <w:rFonts w:asciiTheme="minorHAnsi" w:hAnsiTheme="minorHAnsi"/>
          <w:b/>
          <w:sz w:val="22"/>
          <w:szCs w:val="22"/>
          <w:shd w:val="clear" w:color="auto" w:fill="FFFFFF"/>
          <w:lang w:val="uk-UA"/>
        </w:rPr>
        <w:t xml:space="preserve"> </w:t>
      </w:r>
      <w:r w:rsidR="00804AA6" w:rsidRPr="00EA15A7">
        <w:rPr>
          <w:rFonts w:asciiTheme="minorHAnsi" w:hAnsiTheme="minorHAnsi"/>
          <w:b/>
          <w:sz w:val="22"/>
          <w:szCs w:val="22"/>
          <w:shd w:val="clear" w:color="auto" w:fill="FFFFFF"/>
          <w:lang w:val="uk-UA"/>
        </w:rPr>
        <w:t xml:space="preserve"> </w:t>
      </w:r>
    </w:p>
    <w:p w14:paraId="246CF692" w14:textId="6AD547F4" w:rsidR="008841C2" w:rsidRPr="00EA15A7" w:rsidRDefault="005B6DC6" w:rsidP="00CD40DD">
      <w:pPr>
        <w:spacing w:line="360" w:lineRule="auto"/>
        <w:jc w:val="center"/>
        <w:rPr>
          <w:rFonts w:asciiTheme="minorHAnsi" w:hAnsiTheme="minorHAnsi"/>
          <w:b/>
          <w:sz w:val="22"/>
          <w:szCs w:val="22"/>
          <w:lang w:val="uk-UA"/>
        </w:rPr>
      </w:pPr>
      <w:r>
        <w:rPr>
          <w:rFonts w:asciiTheme="minorHAnsi" w:hAnsiTheme="minorHAnsi"/>
          <w:b/>
          <w:i/>
          <w:sz w:val="22"/>
          <w:szCs w:val="22"/>
          <w:lang w:val="uk-UA"/>
        </w:rPr>
        <w:t>ДАТА ТА ЧАС ЗАКІНЧЕННЯ ПРИЙОМУ ПРОПОЗИЦІЙ</w:t>
      </w:r>
      <w:r w:rsidR="008841C2" w:rsidRPr="00EA15A7">
        <w:rPr>
          <w:rFonts w:asciiTheme="minorHAnsi" w:hAnsiTheme="minorHAnsi"/>
          <w:b/>
          <w:i/>
          <w:sz w:val="22"/>
          <w:szCs w:val="22"/>
          <w:lang w:val="uk-UA"/>
        </w:rPr>
        <w:t xml:space="preserve">: </w:t>
      </w:r>
      <w:r w:rsidR="00FC079B">
        <w:rPr>
          <w:rFonts w:asciiTheme="minorHAnsi" w:hAnsiTheme="minorHAnsi"/>
          <w:b/>
          <w:i/>
          <w:color w:val="FF0000"/>
          <w:sz w:val="22"/>
          <w:szCs w:val="22"/>
          <w:u w:val="single"/>
          <w:lang w:val="uk-UA"/>
        </w:rPr>
        <w:t>1</w:t>
      </w:r>
      <w:r w:rsidR="002261AF" w:rsidRPr="002261AF">
        <w:rPr>
          <w:rFonts w:asciiTheme="minorHAnsi" w:hAnsiTheme="minorHAnsi"/>
          <w:b/>
          <w:i/>
          <w:color w:val="FF0000"/>
          <w:sz w:val="22"/>
          <w:szCs w:val="22"/>
          <w:u w:val="single"/>
        </w:rPr>
        <w:t>7</w:t>
      </w:r>
      <w:r w:rsidR="008841C2" w:rsidRPr="00EA15A7">
        <w:rPr>
          <w:rFonts w:asciiTheme="minorHAnsi" w:hAnsiTheme="minorHAnsi"/>
          <w:b/>
          <w:i/>
          <w:color w:val="FF0000"/>
          <w:sz w:val="22"/>
          <w:szCs w:val="22"/>
          <w:u w:val="single"/>
          <w:lang w:val="uk-UA"/>
        </w:rPr>
        <w:t>.</w:t>
      </w:r>
      <w:r w:rsidR="000B5616" w:rsidRPr="00EA15A7">
        <w:rPr>
          <w:rFonts w:asciiTheme="minorHAnsi" w:hAnsiTheme="minorHAnsi"/>
          <w:b/>
          <w:i/>
          <w:color w:val="FF0000"/>
          <w:sz w:val="22"/>
          <w:szCs w:val="22"/>
          <w:u w:val="single"/>
          <w:lang w:val="uk-UA"/>
        </w:rPr>
        <w:t>11</w:t>
      </w:r>
      <w:r w:rsidR="008841C2" w:rsidRPr="00EA15A7">
        <w:rPr>
          <w:rFonts w:asciiTheme="minorHAnsi" w:hAnsiTheme="minorHAnsi"/>
          <w:b/>
          <w:i/>
          <w:color w:val="FF0000"/>
          <w:sz w:val="22"/>
          <w:szCs w:val="22"/>
          <w:u w:val="single"/>
          <w:lang w:val="uk-UA"/>
        </w:rPr>
        <w:t>.</w:t>
      </w:r>
      <w:r w:rsidR="00CD2CAC" w:rsidRPr="00EA15A7">
        <w:rPr>
          <w:rFonts w:asciiTheme="minorHAnsi" w:hAnsiTheme="minorHAnsi"/>
          <w:b/>
          <w:i/>
          <w:color w:val="FF0000"/>
          <w:sz w:val="22"/>
          <w:szCs w:val="22"/>
          <w:u w:val="single"/>
          <w:lang w:val="uk-UA"/>
        </w:rPr>
        <w:t>2020</w:t>
      </w:r>
      <w:r w:rsidR="008841C2" w:rsidRPr="00EA15A7">
        <w:rPr>
          <w:rFonts w:asciiTheme="minorHAnsi" w:hAnsiTheme="minorHAnsi"/>
          <w:b/>
          <w:i/>
          <w:color w:val="FF0000"/>
          <w:sz w:val="22"/>
          <w:szCs w:val="22"/>
          <w:u w:val="single"/>
          <w:lang w:val="uk-UA"/>
        </w:rPr>
        <w:t xml:space="preserve"> –</w:t>
      </w:r>
      <w:r w:rsidR="00CD2CAC" w:rsidRPr="00EA15A7">
        <w:rPr>
          <w:rFonts w:asciiTheme="minorHAnsi" w:hAnsiTheme="minorHAnsi"/>
          <w:b/>
          <w:color w:val="FF0000"/>
          <w:sz w:val="22"/>
          <w:szCs w:val="22"/>
          <w:u w:val="single"/>
          <w:lang w:val="uk-UA"/>
        </w:rPr>
        <w:t>23</w:t>
      </w:r>
      <w:r w:rsidR="00D2203E" w:rsidRPr="00EA15A7">
        <w:rPr>
          <w:rFonts w:asciiTheme="minorHAnsi" w:hAnsiTheme="minorHAnsi"/>
          <w:b/>
          <w:color w:val="FF0000"/>
          <w:sz w:val="22"/>
          <w:szCs w:val="22"/>
          <w:u w:val="single"/>
          <w:lang w:val="uk-UA"/>
        </w:rPr>
        <w:t>:</w:t>
      </w:r>
      <w:r w:rsidR="00CD2CAC" w:rsidRPr="00EA15A7">
        <w:rPr>
          <w:rFonts w:asciiTheme="minorHAnsi" w:hAnsiTheme="minorHAnsi"/>
          <w:b/>
          <w:color w:val="FF0000"/>
          <w:sz w:val="22"/>
          <w:szCs w:val="22"/>
          <w:u w:val="single"/>
          <w:lang w:val="uk-UA"/>
        </w:rPr>
        <w:t>59</w:t>
      </w:r>
      <w:r w:rsidR="008841C2" w:rsidRPr="00EA15A7">
        <w:rPr>
          <w:rFonts w:asciiTheme="minorHAnsi" w:hAnsiTheme="minorHAnsi"/>
          <w:b/>
          <w:color w:val="FF0000"/>
          <w:sz w:val="22"/>
          <w:szCs w:val="22"/>
          <w:u w:val="single"/>
          <w:lang w:val="uk-UA"/>
        </w:rPr>
        <w:t xml:space="preserve"> UTC+2</w:t>
      </w:r>
    </w:p>
    <w:p w14:paraId="246CF693" w14:textId="77777777" w:rsidR="008841C2" w:rsidRPr="00EA15A7" w:rsidRDefault="008841C2" w:rsidP="008841C2">
      <w:pPr>
        <w:jc w:val="both"/>
        <w:rPr>
          <w:rFonts w:asciiTheme="minorHAnsi" w:hAnsiTheme="minorHAnsi"/>
          <w:sz w:val="22"/>
          <w:szCs w:val="22"/>
          <w:lang w:val="uk-UA"/>
        </w:rPr>
      </w:pPr>
      <w:r w:rsidRPr="00EA15A7">
        <w:rPr>
          <w:rFonts w:asciiTheme="minorHAnsi" w:hAnsiTheme="minorHAnsi"/>
          <w:sz w:val="22"/>
          <w:szCs w:val="22"/>
          <w:lang w:val="uk-UA"/>
        </w:rPr>
        <w:t>__________________________________________________</w:t>
      </w:r>
      <w:r w:rsidR="00276A83" w:rsidRPr="00EA15A7">
        <w:rPr>
          <w:rFonts w:asciiTheme="minorHAnsi" w:hAnsiTheme="minorHAnsi"/>
          <w:sz w:val="22"/>
          <w:szCs w:val="22"/>
          <w:lang w:val="uk-UA"/>
        </w:rPr>
        <w:t>________</w:t>
      </w:r>
      <w:r w:rsidRPr="00EA15A7">
        <w:rPr>
          <w:rFonts w:asciiTheme="minorHAnsi" w:hAnsiTheme="minorHAnsi"/>
          <w:sz w:val="22"/>
          <w:szCs w:val="22"/>
          <w:lang w:val="uk-UA"/>
        </w:rPr>
        <w:t>____________________________</w:t>
      </w:r>
    </w:p>
    <w:p w14:paraId="246CF694" w14:textId="77777777" w:rsidR="00724D4D" w:rsidRPr="00EA15A7" w:rsidRDefault="00724D4D" w:rsidP="00D2203E">
      <w:pPr>
        <w:jc w:val="both"/>
        <w:rPr>
          <w:rFonts w:asciiTheme="minorHAnsi" w:hAnsiTheme="minorHAnsi"/>
          <w:sz w:val="22"/>
          <w:szCs w:val="22"/>
          <w:lang w:val="uk-UA"/>
        </w:rPr>
      </w:pPr>
    </w:p>
    <w:p w14:paraId="246CF695" w14:textId="77777777" w:rsidR="008841C2" w:rsidRPr="00BF7CEB" w:rsidRDefault="000B5616" w:rsidP="00D2203E">
      <w:p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БО</w:t>
      </w:r>
      <w:r w:rsidRPr="00BF7CEB">
        <w:rPr>
          <w:rFonts w:asciiTheme="minorHAnsi" w:hAnsiTheme="minorHAnsi" w:cstheme="minorHAnsi"/>
          <w:b/>
          <w:sz w:val="21"/>
          <w:szCs w:val="21"/>
          <w:lang w:val="uk-UA"/>
        </w:rPr>
        <w:t xml:space="preserve"> «БЛАГОДІЙНИЙ ФОНД</w:t>
      </w:r>
      <w:r w:rsidR="008F7182" w:rsidRPr="00BF7CEB">
        <w:rPr>
          <w:rFonts w:asciiTheme="minorHAnsi" w:hAnsiTheme="minorHAnsi" w:cstheme="minorHAnsi"/>
          <w:b/>
          <w:sz w:val="21"/>
          <w:szCs w:val="21"/>
          <w:lang w:val="uk-UA"/>
        </w:rPr>
        <w:t xml:space="preserve"> «</w:t>
      </w:r>
      <w:r w:rsidRPr="00BF7CEB">
        <w:rPr>
          <w:rFonts w:asciiTheme="minorHAnsi" w:hAnsiTheme="minorHAnsi" w:cstheme="minorHAnsi"/>
          <w:b/>
          <w:sz w:val="21"/>
          <w:szCs w:val="21"/>
          <w:lang w:val="uk-UA"/>
        </w:rPr>
        <w:t>РОКАДА</w:t>
      </w:r>
      <w:r w:rsidR="00EF2B13" w:rsidRPr="00BF7CEB">
        <w:rPr>
          <w:rFonts w:asciiTheme="minorHAnsi" w:hAnsiTheme="minorHAnsi" w:cstheme="minorHAnsi"/>
          <w:b/>
          <w:sz w:val="21"/>
          <w:szCs w:val="21"/>
          <w:lang w:val="uk-UA"/>
        </w:rPr>
        <w:t>»</w:t>
      </w:r>
      <w:r w:rsidRPr="00BF7CEB">
        <w:rPr>
          <w:rFonts w:asciiTheme="minorHAnsi" w:hAnsiTheme="minorHAnsi" w:cstheme="minorHAnsi"/>
          <w:b/>
          <w:sz w:val="21"/>
          <w:szCs w:val="21"/>
          <w:lang w:val="uk-UA"/>
        </w:rPr>
        <w:t xml:space="preserve"> БО «</w:t>
      </w:r>
      <w:r w:rsidR="00CC68C8" w:rsidRPr="00BF7CEB">
        <w:rPr>
          <w:rFonts w:asciiTheme="minorHAnsi" w:hAnsiTheme="minorHAnsi" w:cstheme="minorHAnsi"/>
          <w:b/>
          <w:sz w:val="21"/>
          <w:szCs w:val="21"/>
          <w:lang w:val="uk-UA"/>
        </w:rPr>
        <w:t xml:space="preserve">БФ «РОКАДА» (далі - Фонд) </w:t>
      </w:r>
      <w:r w:rsidR="00B85278" w:rsidRPr="00BF7CEB">
        <w:rPr>
          <w:rFonts w:asciiTheme="minorHAnsi" w:hAnsiTheme="minorHAnsi" w:cstheme="minorHAnsi"/>
          <w:sz w:val="21"/>
          <w:szCs w:val="21"/>
          <w:lang w:val="uk-UA"/>
        </w:rPr>
        <w:t>запрошує компанії, які спеціалізуються на продажу</w:t>
      </w:r>
      <w:r w:rsidRPr="00BF7CEB">
        <w:rPr>
          <w:rFonts w:asciiTheme="minorHAnsi" w:hAnsiTheme="minorHAnsi" w:cstheme="minorHAnsi"/>
          <w:sz w:val="21"/>
          <w:szCs w:val="21"/>
          <w:lang w:val="uk-UA"/>
        </w:rPr>
        <w:t xml:space="preserve"> автомобілів</w:t>
      </w:r>
      <w:r w:rsidR="00CC68C8" w:rsidRPr="00BF7CEB">
        <w:rPr>
          <w:rFonts w:asciiTheme="minorHAnsi" w:hAnsiTheme="minorHAnsi" w:cstheme="minorHAnsi"/>
          <w:sz w:val="21"/>
          <w:szCs w:val="21"/>
          <w:lang w:val="uk-UA"/>
        </w:rPr>
        <w:t>, надати с</w:t>
      </w:r>
      <w:r w:rsidR="00A803F3" w:rsidRPr="00BF7CEB">
        <w:rPr>
          <w:rFonts w:asciiTheme="minorHAnsi" w:hAnsiTheme="minorHAnsi" w:cstheme="minorHAnsi"/>
          <w:sz w:val="21"/>
          <w:szCs w:val="21"/>
          <w:lang w:val="uk-UA"/>
        </w:rPr>
        <w:t>вої пропозиції на даний запит</w:t>
      </w:r>
      <w:r w:rsidR="00CC68C8" w:rsidRPr="00BF7CEB">
        <w:rPr>
          <w:rFonts w:asciiTheme="minorHAnsi" w:hAnsiTheme="minorHAnsi" w:cstheme="minorHAnsi"/>
          <w:sz w:val="21"/>
          <w:szCs w:val="21"/>
          <w:lang w:val="uk-UA"/>
        </w:rPr>
        <w:t xml:space="preserve"> з</w:t>
      </w:r>
      <w:r w:rsidR="00EF2B13" w:rsidRPr="00BF7CEB">
        <w:rPr>
          <w:rFonts w:asciiTheme="minorHAnsi" w:hAnsiTheme="minorHAnsi" w:cstheme="minorHAnsi"/>
          <w:sz w:val="21"/>
          <w:szCs w:val="21"/>
          <w:lang w:val="uk-UA"/>
        </w:rPr>
        <w:t xml:space="preserve"> метою укладення контракту</w:t>
      </w:r>
      <w:r w:rsidR="00CC68C8" w:rsidRPr="00BF7CEB">
        <w:rPr>
          <w:rFonts w:asciiTheme="minorHAnsi" w:hAnsiTheme="minorHAnsi" w:cstheme="minorHAnsi"/>
          <w:sz w:val="21"/>
          <w:szCs w:val="21"/>
          <w:lang w:val="uk-UA"/>
        </w:rPr>
        <w:t xml:space="preserve"> в рамках виконання проекту УВКБ ООН № 254.</w:t>
      </w:r>
    </w:p>
    <w:p w14:paraId="246CF696"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ЗМІСТ:</w:t>
      </w:r>
    </w:p>
    <w:p w14:paraId="246CF697"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1</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Пред</w:t>
      </w:r>
      <w:r w:rsidR="00CE1363" w:rsidRPr="00BF7CEB">
        <w:rPr>
          <w:rFonts w:asciiTheme="minorHAnsi" w:hAnsiTheme="minorHAnsi" w:cstheme="minorHAnsi"/>
          <w:b/>
          <w:sz w:val="21"/>
          <w:szCs w:val="21"/>
          <w:lang w:val="uk-UA"/>
        </w:rPr>
        <w:t>мет конкурсу</w:t>
      </w:r>
    </w:p>
    <w:p w14:paraId="246CF698" w14:textId="77777777" w:rsidR="00851E34" w:rsidRPr="00BF7CEB"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2</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Загальні вимоги</w:t>
      </w:r>
    </w:p>
    <w:p w14:paraId="246CF699" w14:textId="5A97359D" w:rsidR="00851E34" w:rsidRDefault="00851E34" w:rsidP="00851E34">
      <w:pPr>
        <w:pStyle w:val="a4"/>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Частина 3</w:t>
      </w:r>
      <w:r w:rsidR="00CE1363" w:rsidRPr="00BF7CEB">
        <w:rPr>
          <w:rFonts w:asciiTheme="minorHAnsi" w:hAnsiTheme="minorHAnsi" w:cstheme="minorHAnsi"/>
          <w:b/>
          <w:sz w:val="21"/>
          <w:szCs w:val="21"/>
        </w:rPr>
        <w:t>.</w:t>
      </w:r>
      <w:r w:rsidRPr="00BF7CEB">
        <w:rPr>
          <w:rFonts w:asciiTheme="minorHAnsi" w:hAnsiTheme="minorHAnsi" w:cstheme="minorHAnsi"/>
          <w:b/>
          <w:sz w:val="21"/>
          <w:szCs w:val="21"/>
          <w:lang w:val="uk-UA"/>
        </w:rPr>
        <w:t xml:space="preserve"> Обов'язкові вимоги</w:t>
      </w:r>
      <w:r w:rsidR="00F918D1">
        <w:rPr>
          <w:rFonts w:asciiTheme="minorHAnsi" w:hAnsiTheme="minorHAnsi" w:cstheme="minorHAnsi"/>
          <w:b/>
          <w:sz w:val="21"/>
          <w:szCs w:val="21"/>
          <w:lang w:val="uk-UA"/>
        </w:rPr>
        <w:t xml:space="preserve"> до постачальника</w:t>
      </w:r>
    </w:p>
    <w:p w14:paraId="75F0AEE9" w14:textId="4CF8917D" w:rsidR="00F918D1" w:rsidRDefault="00F918D1"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4. Інші о</w:t>
      </w:r>
      <w:r w:rsidRPr="00BF7CEB">
        <w:rPr>
          <w:rFonts w:asciiTheme="minorHAnsi" w:hAnsiTheme="minorHAnsi" w:cstheme="minorHAnsi"/>
          <w:b/>
          <w:sz w:val="21"/>
          <w:szCs w:val="21"/>
          <w:lang w:val="uk-UA"/>
        </w:rPr>
        <w:t>бов'язкові вимоги</w:t>
      </w:r>
    </w:p>
    <w:p w14:paraId="22DCBB90" w14:textId="24E2D27A" w:rsidR="006D1010" w:rsidRPr="00F918D1"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5. Роз’яснення</w:t>
      </w:r>
    </w:p>
    <w:p w14:paraId="246CF69A" w14:textId="2D28C2CE" w:rsidR="00851E34" w:rsidRPr="00BF7CEB" w:rsidRDefault="006D1010" w:rsidP="00851E34">
      <w:pPr>
        <w:pStyle w:val="a4"/>
        <w:jc w:val="both"/>
        <w:rPr>
          <w:rFonts w:asciiTheme="minorHAnsi" w:hAnsiTheme="minorHAnsi" w:cstheme="minorHAnsi"/>
          <w:b/>
          <w:sz w:val="21"/>
          <w:szCs w:val="21"/>
          <w:lang w:val="uk-UA"/>
        </w:rPr>
      </w:pPr>
      <w:r>
        <w:rPr>
          <w:rFonts w:asciiTheme="minorHAnsi" w:hAnsiTheme="minorHAnsi" w:cstheme="minorHAnsi"/>
          <w:b/>
          <w:sz w:val="21"/>
          <w:szCs w:val="21"/>
          <w:lang w:val="uk-UA"/>
        </w:rPr>
        <w:t>Частина 6</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Вимоги до</w:t>
      </w:r>
      <w:r w:rsidR="00EA15A7" w:rsidRPr="00BF7CEB">
        <w:rPr>
          <w:rFonts w:asciiTheme="minorHAnsi" w:hAnsiTheme="minorHAnsi" w:cstheme="minorHAnsi"/>
          <w:b/>
          <w:sz w:val="21"/>
          <w:szCs w:val="21"/>
          <w:lang w:val="uk-UA"/>
        </w:rPr>
        <w:t xml:space="preserve"> подання</w:t>
      </w:r>
      <w:r w:rsidR="00851E34" w:rsidRPr="00BF7CEB">
        <w:rPr>
          <w:rFonts w:asciiTheme="minorHAnsi" w:hAnsiTheme="minorHAnsi" w:cstheme="minorHAnsi"/>
          <w:b/>
          <w:sz w:val="21"/>
          <w:szCs w:val="21"/>
          <w:lang w:val="uk-UA"/>
        </w:rPr>
        <w:t xml:space="preserve"> пропозиції</w:t>
      </w:r>
    </w:p>
    <w:p w14:paraId="246CF69B" w14:textId="6FB16265" w:rsidR="00851E34" w:rsidRPr="00BF7CEB" w:rsidRDefault="006D1010" w:rsidP="00851E34">
      <w:pPr>
        <w:pStyle w:val="a4"/>
        <w:jc w:val="both"/>
        <w:rPr>
          <w:rFonts w:asciiTheme="minorHAnsi" w:hAnsiTheme="minorHAnsi" w:cstheme="minorHAnsi"/>
          <w:b/>
          <w:sz w:val="21"/>
          <w:szCs w:val="21"/>
        </w:rPr>
      </w:pPr>
      <w:r>
        <w:rPr>
          <w:rFonts w:asciiTheme="minorHAnsi" w:hAnsiTheme="minorHAnsi" w:cstheme="minorHAnsi"/>
          <w:b/>
          <w:sz w:val="21"/>
          <w:szCs w:val="21"/>
          <w:lang w:val="uk-UA"/>
        </w:rPr>
        <w:t>Частина 7</w:t>
      </w:r>
      <w:r w:rsidR="00CE1363" w:rsidRPr="00BF7CEB">
        <w:rPr>
          <w:rFonts w:asciiTheme="minorHAnsi" w:hAnsiTheme="minorHAnsi" w:cstheme="minorHAnsi"/>
          <w:b/>
          <w:sz w:val="21"/>
          <w:szCs w:val="21"/>
        </w:rPr>
        <w:t>.</w:t>
      </w:r>
      <w:r w:rsidR="00851E34" w:rsidRPr="00BF7CEB">
        <w:rPr>
          <w:rFonts w:asciiTheme="minorHAnsi" w:hAnsiTheme="minorHAnsi" w:cstheme="minorHAnsi"/>
          <w:b/>
          <w:sz w:val="21"/>
          <w:szCs w:val="21"/>
          <w:lang w:val="uk-UA"/>
        </w:rPr>
        <w:t xml:space="preserve"> Оцінка пропозицій</w:t>
      </w:r>
    </w:p>
    <w:p w14:paraId="246CF69C" w14:textId="77777777" w:rsidR="00851E34" w:rsidRPr="002E7749" w:rsidRDefault="00851E34" w:rsidP="00FB78DA">
      <w:pPr>
        <w:pStyle w:val="a4"/>
        <w:jc w:val="both"/>
        <w:rPr>
          <w:rFonts w:asciiTheme="minorHAnsi" w:hAnsiTheme="minorHAnsi" w:cstheme="minorHAnsi"/>
          <w:b/>
          <w:sz w:val="21"/>
          <w:szCs w:val="21"/>
        </w:rPr>
      </w:pPr>
    </w:p>
    <w:p w14:paraId="246CF69D"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ПРЕДМЕТ КОНКУРСУ</w:t>
      </w:r>
    </w:p>
    <w:p w14:paraId="246CF69E" w14:textId="67698D66" w:rsidR="00CE7A4D" w:rsidRPr="00BF7CEB" w:rsidRDefault="00B07976" w:rsidP="00B07976">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Предметом конкурсу є</w:t>
      </w:r>
      <w:r w:rsidR="0028385A">
        <w:rPr>
          <w:rFonts w:asciiTheme="minorHAnsi" w:hAnsiTheme="minorHAnsi" w:cstheme="minorHAnsi"/>
          <w:sz w:val="21"/>
          <w:szCs w:val="21"/>
          <w:lang w:val="uk-UA"/>
        </w:rPr>
        <w:t xml:space="preserve"> уклад</w:t>
      </w:r>
      <w:r w:rsidR="002E7749">
        <w:rPr>
          <w:rFonts w:asciiTheme="minorHAnsi" w:hAnsiTheme="minorHAnsi" w:cstheme="minorHAnsi"/>
          <w:sz w:val="21"/>
          <w:szCs w:val="21"/>
          <w:lang w:val="uk-UA"/>
        </w:rPr>
        <w:t>е</w:t>
      </w:r>
      <w:r w:rsidR="008B76FA" w:rsidRPr="00BF7CEB">
        <w:rPr>
          <w:rFonts w:asciiTheme="minorHAnsi" w:hAnsiTheme="minorHAnsi" w:cstheme="minorHAnsi"/>
          <w:sz w:val="21"/>
          <w:szCs w:val="21"/>
          <w:lang w:val="uk-UA"/>
        </w:rPr>
        <w:t>ння контракту на закупівлю</w:t>
      </w:r>
      <w:r w:rsidRPr="00BF7CEB">
        <w:rPr>
          <w:rFonts w:asciiTheme="minorHAnsi" w:hAnsiTheme="minorHAnsi" w:cstheme="minorHAnsi"/>
          <w:sz w:val="21"/>
          <w:szCs w:val="21"/>
          <w:lang w:val="uk-UA"/>
        </w:rPr>
        <w:t xml:space="preserve"> </w:t>
      </w:r>
      <w:r w:rsidR="00764B36">
        <w:rPr>
          <w:rFonts w:asciiTheme="minorHAnsi" w:hAnsiTheme="minorHAnsi" w:cstheme="minorHAnsi"/>
          <w:sz w:val="21"/>
          <w:szCs w:val="21"/>
        </w:rPr>
        <w:t xml:space="preserve">одного </w:t>
      </w:r>
      <w:r w:rsidRPr="00BF7CEB">
        <w:rPr>
          <w:rFonts w:asciiTheme="minorHAnsi" w:hAnsiTheme="minorHAnsi" w:cstheme="minorHAnsi"/>
          <w:sz w:val="21"/>
          <w:szCs w:val="21"/>
          <w:lang w:val="uk-UA"/>
        </w:rPr>
        <w:t>автомобіля.</w:t>
      </w:r>
    </w:p>
    <w:p w14:paraId="246CF69F" w14:textId="77777777" w:rsidR="00B07976" w:rsidRPr="002E7749" w:rsidRDefault="00B07976" w:rsidP="00B07976">
      <w:pPr>
        <w:pStyle w:val="a4"/>
        <w:ind w:left="1080"/>
        <w:jc w:val="both"/>
        <w:rPr>
          <w:rFonts w:asciiTheme="minorHAnsi" w:hAnsiTheme="minorHAnsi" w:cstheme="minorHAnsi"/>
          <w:sz w:val="21"/>
          <w:szCs w:val="21"/>
          <w:lang w:val="uk-UA"/>
        </w:rPr>
      </w:pPr>
    </w:p>
    <w:p w14:paraId="246CF6A0" w14:textId="77777777" w:rsidR="00CE7A4D" w:rsidRPr="00BF7CEB" w:rsidRDefault="00292612" w:rsidP="00CE7A4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ЗАГАЛЬНІ ВИМОГИ</w:t>
      </w:r>
    </w:p>
    <w:p w14:paraId="246CF6A1" w14:textId="77777777" w:rsidR="00DC0EC8" w:rsidRPr="00BF7CEB" w:rsidRDefault="00DC0EC8" w:rsidP="00DC0E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Підготовка </w:t>
      </w:r>
      <w:r w:rsidR="002C7E8E" w:rsidRPr="00BF7CEB">
        <w:rPr>
          <w:rFonts w:asciiTheme="minorHAnsi" w:hAnsiTheme="minorHAnsi" w:cstheme="minorHAnsi"/>
          <w:sz w:val="21"/>
          <w:szCs w:val="21"/>
          <w:lang w:val="uk-UA"/>
        </w:rPr>
        <w:t xml:space="preserve">тендерної </w:t>
      </w:r>
      <w:r w:rsidRPr="00BF7CEB">
        <w:rPr>
          <w:rFonts w:asciiTheme="minorHAnsi" w:hAnsiTheme="minorHAnsi" w:cstheme="minorHAnsi"/>
          <w:sz w:val="21"/>
          <w:szCs w:val="21"/>
          <w:lang w:val="uk-UA"/>
        </w:rPr>
        <w:t>пропозиції на даний Запит повинна здійснюватися відповідно до ви</w:t>
      </w:r>
      <w:r w:rsidR="00A803F3" w:rsidRPr="00BF7CEB">
        <w:rPr>
          <w:rFonts w:asciiTheme="minorHAnsi" w:hAnsiTheme="minorHAnsi" w:cstheme="minorHAnsi"/>
          <w:sz w:val="21"/>
          <w:szCs w:val="21"/>
          <w:lang w:val="uk-UA"/>
        </w:rPr>
        <w:t>мог, форм і правил, викладених у</w:t>
      </w:r>
      <w:r w:rsidRPr="00BF7CEB">
        <w:rPr>
          <w:rFonts w:asciiTheme="minorHAnsi" w:hAnsiTheme="minorHAnsi" w:cstheme="minorHAnsi"/>
          <w:sz w:val="21"/>
          <w:szCs w:val="21"/>
          <w:lang w:val="uk-UA"/>
        </w:rPr>
        <w:t xml:space="preserve"> даному Запиті.</w:t>
      </w:r>
    </w:p>
    <w:p w14:paraId="246CF6A2" w14:textId="14D3DF3E" w:rsidR="00284ACD" w:rsidRPr="00BF7CEB" w:rsidRDefault="00284ACD" w:rsidP="00FF2E7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Організація, яка подала свою пропозицію на даний Запит погоджується з тим, що надана пропозиція є повною, правдивою і доз</w:t>
      </w:r>
      <w:r w:rsidR="00EB41C4">
        <w:rPr>
          <w:rFonts w:asciiTheme="minorHAnsi" w:hAnsiTheme="minorHAnsi" w:cstheme="minorHAnsi"/>
          <w:sz w:val="21"/>
          <w:szCs w:val="21"/>
          <w:lang w:val="uk-UA"/>
        </w:rPr>
        <w:t>воляє виконати дану закупівлю</w:t>
      </w:r>
      <w:r w:rsidR="00FF2E73" w:rsidRPr="00BF7CEB">
        <w:rPr>
          <w:rFonts w:asciiTheme="minorHAnsi" w:hAnsiTheme="minorHAnsi" w:cstheme="minorHAnsi"/>
          <w:sz w:val="21"/>
          <w:szCs w:val="21"/>
          <w:lang w:val="uk-UA"/>
        </w:rPr>
        <w:t xml:space="preserve"> належним чином і в повній мірі</w:t>
      </w:r>
      <w:r w:rsidRPr="00BF7CEB">
        <w:rPr>
          <w:rFonts w:asciiTheme="minorHAnsi" w:hAnsiTheme="minorHAnsi" w:cstheme="minorHAnsi"/>
          <w:sz w:val="21"/>
          <w:szCs w:val="21"/>
          <w:lang w:val="uk-UA"/>
        </w:rPr>
        <w:t xml:space="preserve"> з огляду на витр</w:t>
      </w:r>
      <w:r w:rsidR="00FF2E73" w:rsidRPr="00BF7CEB">
        <w:rPr>
          <w:rFonts w:asciiTheme="minorHAnsi" w:hAnsiTheme="minorHAnsi" w:cstheme="minorHAnsi"/>
          <w:sz w:val="21"/>
          <w:szCs w:val="21"/>
          <w:lang w:val="uk-UA"/>
        </w:rPr>
        <w:t>атні матеріали, податки, вартість доставки, знижки</w:t>
      </w:r>
      <w:r w:rsidRPr="00BF7CEB">
        <w:rPr>
          <w:rFonts w:asciiTheme="minorHAnsi" w:hAnsiTheme="minorHAnsi" w:cstheme="minorHAnsi"/>
          <w:sz w:val="21"/>
          <w:szCs w:val="21"/>
          <w:lang w:val="uk-UA"/>
        </w:rPr>
        <w:t xml:space="preserve"> і </w:t>
      </w:r>
      <w:proofErr w:type="spellStart"/>
      <w:r w:rsidRPr="00BF7CEB">
        <w:rPr>
          <w:rFonts w:asciiTheme="minorHAnsi" w:hAnsiTheme="minorHAnsi" w:cstheme="minorHAnsi"/>
          <w:sz w:val="21"/>
          <w:szCs w:val="21"/>
          <w:lang w:val="uk-UA"/>
        </w:rPr>
        <w:t>т.п</w:t>
      </w:r>
      <w:proofErr w:type="spellEnd"/>
      <w:r w:rsidRPr="00BF7CEB">
        <w:rPr>
          <w:rFonts w:asciiTheme="minorHAnsi" w:hAnsiTheme="minorHAnsi" w:cstheme="minorHAnsi"/>
          <w:sz w:val="21"/>
          <w:szCs w:val="21"/>
          <w:lang w:val="uk-UA"/>
        </w:rPr>
        <w:t>. В іншому випадку, БО «БЛАГОДІЙНИЙ ФОНД« РОКАДА» такі витрати не відшкодує.</w:t>
      </w:r>
    </w:p>
    <w:p w14:paraId="246CF6A3" w14:textId="77777777" w:rsidR="005561C8" w:rsidRPr="00BF7CEB" w:rsidRDefault="005561C8" w:rsidP="005561C8">
      <w:pPr>
        <w:pStyle w:val="a4"/>
        <w:ind w:left="1080"/>
        <w:jc w:val="both"/>
        <w:rPr>
          <w:rFonts w:asciiTheme="minorHAnsi" w:hAnsiTheme="minorHAnsi" w:cstheme="minorHAnsi"/>
          <w:sz w:val="21"/>
          <w:szCs w:val="21"/>
          <w:lang w:val="uk-UA"/>
        </w:rPr>
      </w:pPr>
    </w:p>
    <w:p w14:paraId="246CF6A4" w14:textId="4773E370" w:rsidR="005561C8" w:rsidRPr="00BF7CEB" w:rsidRDefault="00DB7F13" w:rsidP="00DB7F13">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ОБОВ'ЯЗКОВІ ВИМОГИ</w:t>
      </w:r>
      <w:r w:rsidR="000A7319">
        <w:rPr>
          <w:rFonts w:asciiTheme="minorHAnsi" w:hAnsiTheme="minorHAnsi" w:cstheme="minorHAnsi"/>
          <w:b/>
          <w:sz w:val="21"/>
          <w:szCs w:val="21"/>
          <w:lang w:val="uk-UA"/>
        </w:rPr>
        <w:t xml:space="preserve"> ДО ПОСТАЧАЛЬНИКА</w:t>
      </w:r>
    </w:p>
    <w:p w14:paraId="246CF6A5" w14:textId="37B79DEB" w:rsidR="0079696D" w:rsidRPr="00BF7CEB" w:rsidRDefault="0079696D" w:rsidP="0079696D">
      <w:pPr>
        <w:pStyle w:val="a4"/>
        <w:numPr>
          <w:ilvl w:val="0"/>
          <w:numId w:val="33"/>
        </w:numPr>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 повинен бути суб’є</w:t>
      </w:r>
      <w:r w:rsidR="00654061" w:rsidRPr="00BF7CEB">
        <w:rPr>
          <w:rFonts w:asciiTheme="minorHAnsi" w:hAnsiTheme="minorHAnsi" w:cstheme="minorHAnsi"/>
          <w:sz w:val="21"/>
          <w:szCs w:val="21"/>
          <w:lang w:val="uk-UA"/>
        </w:rPr>
        <w:t>ктом підприємницької діяльності</w:t>
      </w:r>
      <w:r w:rsidR="002B5381">
        <w:rPr>
          <w:rFonts w:asciiTheme="minorHAnsi" w:hAnsiTheme="minorHAnsi" w:cstheme="minorHAnsi"/>
          <w:sz w:val="21"/>
          <w:szCs w:val="21"/>
          <w:lang w:val="uk-UA"/>
        </w:rPr>
        <w:t xml:space="preserve"> згідно Українського законодавства</w:t>
      </w:r>
      <w:r w:rsidR="00654061" w:rsidRPr="00BF7CEB">
        <w:rPr>
          <w:rFonts w:asciiTheme="minorHAnsi" w:hAnsiTheme="minorHAnsi" w:cstheme="minorHAnsi"/>
          <w:sz w:val="21"/>
          <w:szCs w:val="21"/>
          <w:lang w:val="uk-UA"/>
        </w:rPr>
        <w:t>.</w:t>
      </w:r>
    </w:p>
    <w:p w14:paraId="246CF6A6" w14:textId="3E954210" w:rsidR="0079696D" w:rsidRPr="00B760DC" w:rsidRDefault="0079696D" w:rsidP="004B3F87">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w:t>
      </w:r>
      <w:r w:rsidR="00302232" w:rsidRPr="00302232">
        <w:rPr>
          <w:rFonts w:asciiTheme="minorHAnsi" w:hAnsiTheme="minorHAnsi" w:cstheme="minorHAnsi"/>
          <w:sz w:val="21"/>
          <w:szCs w:val="21"/>
        </w:rPr>
        <w:t xml:space="preserve"> </w:t>
      </w:r>
      <w:r w:rsidR="00302232" w:rsidRPr="00A6022C">
        <w:rPr>
          <w:rFonts w:asciiTheme="minorHAnsi" w:hAnsiTheme="minorHAnsi" w:cstheme="minorHAnsi"/>
          <w:sz w:val="21"/>
          <w:szCs w:val="21"/>
          <w:lang w:val="uk-UA"/>
        </w:rPr>
        <w:t>(</w:t>
      </w:r>
      <w:r w:rsidR="004B3F87" w:rsidRPr="00A6022C">
        <w:rPr>
          <w:rFonts w:asciiTheme="minorHAnsi" w:hAnsiTheme="minorHAnsi" w:cstheme="minorHAnsi"/>
          <w:sz w:val="21"/>
          <w:szCs w:val="21"/>
          <w:lang w:val="uk-UA"/>
        </w:rPr>
        <w:t>Перевіряється</w:t>
      </w:r>
      <w:r w:rsidR="00D611F8" w:rsidRPr="00B760DC">
        <w:rPr>
          <w:rFonts w:asciiTheme="minorHAnsi" w:hAnsiTheme="minorHAnsi" w:cstheme="minorHAnsi"/>
          <w:sz w:val="21"/>
          <w:szCs w:val="21"/>
          <w:lang w:val="uk-UA"/>
        </w:rPr>
        <w:t xml:space="preserve"> співробітникам</w:t>
      </w:r>
      <w:r w:rsidR="00A4267C" w:rsidRPr="00B760DC">
        <w:rPr>
          <w:rFonts w:asciiTheme="minorHAnsi" w:hAnsiTheme="minorHAnsi" w:cstheme="minorHAnsi"/>
          <w:sz w:val="21"/>
          <w:szCs w:val="21"/>
          <w:lang w:val="uk-UA"/>
        </w:rPr>
        <w:t>и</w:t>
      </w:r>
      <w:r w:rsidR="001238B6">
        <w:rPr>
          <w:rFonts w:asciiTheme="minorHAnsi" w:hAnsiTheme="minorHAnsi" w:cstheme="minorHAnsi"/>
          <w:sz w:val="21"/>
          <w:szCs w:val="21"/>
          <w:lang w:val="uk-UA"/>
        </w:rPr>
        <w:t xml:space="preserve"> Ф</w:t>
      </w:r>
      <w:r w:rsidR="00D611F8" w:rsidRPr="00B760DC">
        <w:rPr>
          <w:rFonts w:asciiTheme="minorHAnsi" w:hAnsiTheme="minorHAnsi" w:cstheme="minorHAnsi"/>
          <w:sz w:val="21"/>
          <w:szCs w:val="21"/>
          <w:lang w:val="uk-UA"/>
        </w:rPr>
        <w:t>онду через відкриті офіційні джерела)</w:t>
      </w:r>
      <w:r w:rsidR="00654061" w:rsidRPr="00B760DC">
        <w:rPr>
          <w:rFonts w:asciiTheme="minorHAnsi" w:hAnsiTheme="minorHAnsi" w:cstheme="minorHAnsi"/>
          <w:sz w:val="21"/>
          <w:szCs w:val="21"/>
          <w:lang w:val="uk-UA"/>
        </w:rPr>
        <w:t>.</w:t>
      </w:r>
    </w:p>
    <w:p w14:paraId="246CF6A7" w14:textId="77777777" w:rsidR="00B87371" w:rsidRPr="00BF7CEB" w:rsidRDefault="00B87371" w:rsidP="00B87371">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Потенційний постачальник </w:t>
      </w:r>
      <w:r w:rsidR="00020A1D" w:rsidRPr="00BF7CEB">
        <w:rPr>
          <w:rFonts w:asciiTheme="minorHAnsi" w:hAnsiTheme="minorHAnsi" w:cstheme="minorHAnsi"/>
          <w:sz w:val="21"/>
          <w:szCs w:val="21"/>
          <w:lang w:val="uk-UA"/>
        </w:rPr>
        <w:t>повинен мати статус офіційного дилера</w:t>
      </w:r>
      <w:r w:rsidRPr="00BF7CEB">
        <w:rPr>
          <w:rFonts w:asciiTheme="minorHAnsi" w:hAnsiTheme="minorHAnsi" w:cstheme="minorHAnsi"/>
          <w:sz w:val="21"/>
          <w:szCs w:val="21"/>
          <w:lang w:val="uk-UA"/>
        </w:rPr>
        <w:t xml:space="preserve"> на території України.</w:t>
      </w:r>
    </w:p>
    <w:p w14:paraId="246CF6A9" w14:textId="213BF687" w:rsidR="000D097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Автомобіль повинен бути</w:t>
      </w:r>
      <w:r w:rsidR="00D27F9C" w:rsidRPr="00D27F9C">
        <w:t xml:space="preserve"> </w:t>
      </w:r>
      <w:r w:rsidR="00D27F9C" w:rsidRPr="00D27F9C">
        <w:rPr>
          <w:rFonts w:asciiTheme="minorHAnsi" w:hAnsiTheme="minorHAnsi" w:cstheme="minorHAnsi"/>
          <w:sz w:val="21"/>
          <w:szCs w:val="21"/>
          <w:lang w:val="uk-UA"/>
        </w:rPr>
        <w:t>в наявності на території України</w:t>
      </w:r>
      <w:r w:rsidR="00D02471">
        <w:rPr>
          <w:rFonts w:asciiTheme="minorHAnsi" w:hAnsiTheme="minorHAnsi" w:cstheme="minorHAnsi"/>
          <w:sz w:val="21"/>
          <w:szCs w:val="21"/>
          <w:lang w:val="uk-UA"/>
        </w:rPr>
        <w:t>, бути</w:t>
      </w:r>
      <w:r w:rsidR="00C57C60">
        <w:rPr>
          <w:rFonts w:asciiTheme="minorHAnsi" w:hAnsiTheme="minorHAnsi" w:cstheme="minorHAnsi"/>
          <w:sz w:val="21"/>
          <w:szCs w:val="21"/>
          <w:lang w:val="uk-UA"/>
        </w:rPr>
        <w:t xml:space="preserve"> </w:t>
      </w:r>
      <w:r w:rsidR="00111CE8">
        <w:rPr>
          <w:rFonts w:asciiTheme="minorHAnsi" w:hAnsiTheme="minorHAnsi" w:cstheme="minorHAnsi"/>
          <w:sz w:val="21"/>
          <w:szCs w:val="21"/>
          <w:lang w:val="uk-UA"/>
        </w:rPr>
        <w:t>новим,</w:t>
      </w:r>
      <w:r w:rsidR="00666358" w:rsidRPr="00BF7CEB">
        <w:rPr>
          <w:rFonts w:asciiTheme="minorHAnsi" w:hAnsiTheme="minorHAnsi" w:cstheme="minorHAnsi"/>
          <w:sz w:val="21"/>
          <w:szCs w:val="21"/>
          <w:lang w:val="uk-UA"/>
        </w:rPr>
        <w:t xml:space="preserve"> розмитнени</w:t>
      </w:r>
      <w:r w:rsidR="00193C62">
        <w:rPr>
          <w:rFonts w:asciiTheme="minorHAnsi" w:hAnsiTheme="minorHAnsi" w:cstheme="minorHAnsi"/>
          <w:sz w:val="21"/>
          <w:szCs w:val="21"/>
          <w:lang w:val="uk-UA"/>
        </w:rPr>
        <w:t>м</w:t>
      </w:r>
      <w:r w:rsidR="009F290F">
        <w:rPr>
          <w:rFonts w:asciiTheme="minorHAnsi" w:hAnsiTheme="minorHAnsi" w:cstheme="minorHAnsi"/>
          <w:sz w:val="21"/>
          <w:szCs w:val="21"/>
          <w:lang w:val="uk-UA"/>
        </w:rPr>
        <w:t xml:space="preserve">, готовим </w:t>
      </w:r>
      <w:r w:rsidR="00B171D1">
        <w:rPr>
          <w:rFonts w:asciiTheme="minorHAnsi" w:hAnsiTheme="minorHAnsi" w:cstheme="minorHAnsi"/>
          <w:sz w:val="21"/>
          <w:szCs w:val="21"/>
          <w:lang w:val="uk-UA"/>
        </w:rPr>
        <w:t>до використання та</w:t>
      </w:r>
      <w:r w:rsidR="00951ADC" w:rsidRPr="00951ADC">
        <w:rPr>
          <w:rFonts w:asciiTheme="minorHAnsi" w:hAnsiTheme="minorHAnsi" w:cstheme="minorHAnsi"/>
          <w:sz w:val="21"/>
          <w:szCs w:val="21"/>
        </w:rPr>
        <w:t xml:space="preserve"> </w:t>
      </w:r>
      <w:r w:rsidR="000E1141">
        <w:rPr>
          <w:rFonts w:asciiTheme="minorHAnsi" w:hAnsiTheme="minorHAnsi" w:cstheme="minorHAnsi"/>
          <w:sz w:val="21"/>
          <w:szCs w:val="21"/>
          <w:lang w:val="uk-UA"/>
        </w:rPr>
        <w:t>постановки на обік у відповідних державних органах</w:t>
      </w:r>
      <w:r w:rsidR="00111CE8">
        <w:rPr>
          <w:rFonts w:asciiTheme="minorHAnsi" w:hAnsiTheme="minorHAnsi" w:cstheme="minorHAnsi"/>
          <w:sz w:val="21"/>
          <w:szCs w:val="21"/>
          <w:lang w:val="uk-UA"/>
        </w:rPr>
        <w:t>.</w:t>
      </w:r>
    </w:p>
    <w:p w14:paraId="200A20BB" w14:textId="77777777" w:rsidR="003140F2" w:rsidRDefault="003140F2" w:rsidP="003140F2">
      <w:pPr>
        <w:pStyle w:val="a4"/>
        <w:ind w:left="1080"/>
        <w:jc w:val="both"/>
        <w:rPr>
          <w:rFonts w:asciiTheme="minorHAnsi" w:hAnsiTheme="minorHAnsi" w:cstheme="minorHAnsi"/>
          <w:color w:val="333333"/>
          <w:sz w:val="21"/>
          <w:szCs w:val="21"/>
          <w:lang w:val="uk-UA"/>
        </w:rPr>
      </w:pPr>
    </w:p>
    <w:p w14:paraId="52F0FE3A" w14:textId="337AA70F" w:rsidR="000A7319" w:rsidRPr="003140F2" w:rsidRDefault="003140F2" w:rsidP="003140F2">
      <w:pPr>
        <w:pStyle w:val="a4"/>
        <w:numPr>
          <w:ilvl w:val="0"/>
          <w:numId w:val="36"/>
        </w:numPr>
        <w:jc w:val="both"/>
        <w:rPr>
          <w:rFonts w:asciiTheme="minorHAnsi" w:hAnsiTheme="minorHAnsi" w:cstheme="minorHAnsi"/>
          <w:b/>
          <w:bCs/>
          <w:color w:val="333333"/>
          <w:sz w:val="21"/>
          <w:szCs w:val="21"/>
          <w:lang w:val="uk-UA"/>
        </w:rPr>
      </w:pPr>
      <w:r w:rsidRPr="003140F2">
        <w:rPr>
          <w:rFonts w:asciiTheme="minorHAnsi" w:hAnsiTheme="minorHAnsi" w:cstheme="minorHAnsi"/>
          <w:b/>
          <w:bCs/>
          <w:color w:val="333333"/>
          <w:sz w:val="21"/>
          <w:szCs w:val="21"/>
          <w:lang w:val="uk-UA"/>
        </w:rPr>
        <w:t>І</w:t>
      </w:r>
      <w:r w:rsidRPr="003140F2">
        <w:rPr>
          <w:rFonts w:asciiTheme="minorHAnsi" w:hAnsiTheme="minorHAnsi" w:cstheme="minorHAnsi"/>
          <w:b/>
          <w:bCs/>
          <w:color w:val="333333"/>
          <w:sz w:val="21"/>
          <w:szCs w:val="21"/>
        </w:rPr>
        <w:t>НШ</w:t>
      </w:r>
      <w:r w:rsidRPr="003140F2">
        <w:rPr>
          <w:rFonts w:asciiTheme="minorHAnsi" w:hAnsiTheme="minorHAnsi" w:cstheme="minorHAnsi"/>
          <w:b/>
          <w:bCs/>
          <w:color w:val="333333"/>
          <w:sz w:val="21"/>
          <w:szCs w:val="21"/>
          <w:lang w:val="uk-UA"/>
        </w:rPr>
        <w:t>І ОБОВ'ЯЗКОВІ ВИМОГИ</w:t>
      </w:r>
    </w:p>
    <w:p w14:paraId="246CF6AC" w14:textId="599E2420" w:rsidR="003E338C" w:rsidRPr="00BF7CEB" w:rsidRDefault="00D455B8" w:rsidP="003E338C">
      <w:pPr>
        <w:pStyle w:val="a4"/>
        <w:numPr>
          <w:ilvl w:val="0"/>
          <w:numId w:val="33"/>
        </w:numPr>
        <w:jc w:val="both"/>
        <w:rPr>
          <w:rFonts w:asciiTheme="minorHAnsi" w:hAnsiTheme="minorHAnsi" w:cstheme="minorHAnsi"/>
          <w:color w:val="333333"/>
          <w:sz w:val="21"/>
          <w:szCs w:val="21"/>
          <w:lang w:val="uk-UA"/>
        </w:rPr>
      </w:pPr>
      <w:r w:rsidRPr="00BF7CEB">
        <w:rPr>
          <w:rFonts w:asciiTheme="minorHAnsi" w:hAnsiTheme="minorHAnsi" w:cstheme="minorHAnsi"/>
          <w:color w:val="333333"/>
          <w:sz w:val="21"/>
          <w:szCs w:val="21"/>
          <w:lang w:val="uk-UA"/>
        </w:rPr>
        <w:t>Термін</w:t>
      </w:r>
      <w:r w:rsidR="00086886" w:rsidRPr="00BF7CEB">
        <w:rPr>
          <w:rFonts w:asciiTheme="minorHAnsi" w:hAnsiTheme="minorHAnsi" w:cstheme="minorHAnsi"/>
          <w:color w:val="333333"/>
          <w:sz w:val="21"/>
          <w:szCs w:val="21"/>
          <w:lang w:val="uk-UA"/>
        </w:rPr>
        <w:t xml:space="preserve"> закупівлі та поставки</w:t>
      </w:r>
      <w:r w:rsidR="006D1010">
        <w:rPr>
          <w:rFonts w:asciiTheme="minorHAnsi" w:hAnsiTheme="minorHAnsi" w:cstheme="minorHAnsi"/>
          <w:color w:val="333333"/>
          <w:sz w:val="21"/>
          <w:szCs w:val="21"/>
          <w:lang w:val="uk-UA"/>
        </w:rPr>
        <w:t xml:space="preserve"> до 15</w:t>
      </w:r>
      <w:r w:rsidRPr="00BF7CEB">
        <w:rPr>
          <w:rFonts w:asciiTheme="minorHAnsi" w:hAnsiTheme="minorHAnsi" w:cstheme="minorHAnsi"/>
          <w:color w:val="333333"/>
          <w:sz w:val="21"/>
          <w:szCs w:val="21"/>
          <w:lang w:val="uk-UA"/>
        </w:rPr>
        <w:t>.12</w:t>
      </w:r>
      <w:r w:rsidR="003E338C" w:rsidRPr="00BF7CEB">
        <w:rPr>
          <w:rFonts w:asciiTheme="minorHAnsi" w:hAnsiTheme="minorHAnsi" w:cstheme="minorHAnsi"/>
          <w:color w:val="333333"/>
          <w:sz w:val="21"/>
          <w:szCs w:val="21"/>
          <w:lang w:val="uk-UA"/>
        </w:rPr>
        <w:t>.2020.</w:t>
      </w:r>
    </w:p>
    <w:p w14:paraId="2950992E" w14:textId="3CCECCFC" w:rsidR="00F249CC" w:rsidRPr="00F249CC" w:rsidRDefault="003E338C" w:rsidP="00F249CC">
      <w:pPr>
        <w:pStyle w:val="a4"/>
        <w:numPr>
          <w:ilvl w:val="0"/>
          <w:numId w:val="33"/>
        </w:numPr>
        <w:rPr>
          <w:rFonts w:asciiTheme="minorHAnsi" w:hAnsiTheme="minorHAnsi" w:cstheme="minorHAnsi"/>
          <w:color w:val="333333"/>
          <w:sz w:val="21"/>
          <w:szCs w:val="21"/>
          <w:lang w:val="uk-UA"/>
        </w:rPr>
      </w:pPr>
      <w:r w:rsidRPr="00F249CC">
        <w:rPr>
          <w:rFonts w:asciiTheme="minorHAnsi" w:hAnsiTheme="minorHAnsi" w:cstheme="minorHAnsi"/>
          <w:b/>
          <w:color w:val="333333"/>
          <w:sz w:val="21"/>
          <w:szCs w:val="21"/>
          <w:lang w:val="uk-UA"/>
        </w:rPr>
        <w:t>Звертаємо вашу увагу</w:t>
      </w:r>
      <w:r w:rsidRPr="00F249CC">
        <w:rPr>
          <w:rFonts w:asciiTheme="minorHAnsi" w:hAnsiTheme="minorHAnsi" w:cstheme="minorHAnsi"/>
          <w:color w:val="333333"/>
          <w:sz w:val="21"/>
          <w:szCs w:val="21"/>
          <w:lang w:val="uk-UA"/>
        </w:rPr>
        <w:t xml:space="preserve"> на обов’язкову умову безготівкового розрахунку за всі товари / послуги між постачальником та БО «БЛАГОДІЙНИЙ ФОНД «РОКАДА».</w:t>
      </w:r>
      <w:r w:rsidR="00F249CC" w:rsidRPr="00F249CC">
        <w:rPr>
          <w:rFonts w:asciiTheme="minorHAnsi" w:hAnsiTheme="minorHAnsi" w:cstheme="minorHAnsi"/>
          <w:color w:val="333333"/>
          <w:sz w:val="21"/>
          <w:szCs w:val="21"/>
          <w:lang w:val="uk-UA"/>
        </w:rPr>
        <w:t xml:space="preserve"> Валюта виконання </w:t>
      </w:r>
      <w:r w:rsidR="00F249CC" w:rsidRPr="00F249CC">
        <w:rPr>
          <w:rFonts w:asciiTheme="minorHAnsi" w:hAnsiTheme="minorHAnsi" w:cstheme="minorHAnsi"/>
          <w:color w:val="333333"/>
          <w:sz w:val="21"/>
          <w:szCs w:val="21"/>
          <w:lang w:val="uk-UA"/>
        </w:rPr>
        <w:lastRenderedPageBreak/>
        <w:t xml:space="preserve">взаєморозрахунків - </w:t>
      </w:r>
      <w:r w:rsidR="008B5E57">
        <w:rPr>
          <w:rFonts w:asciiTheme="minorHAnsi" w:hAnsiTheme="minorHAnsi" w:cstheme="minorHAnsi"/>
          <w:color w:val="333333"/>
          <w:sz w:val="21"/>
          <w:szCs w:val="21"/>
          <w:lang w:val="uk-UA"/>
        </w:rPr>
        <w:t>украї</w:t>
      </w:r>
      <w:r w:rsidR="008B5E57" w:rsidRPr="008704A3">
        <w:rPr>
          <w:rFonts w:asciiTheme="minorHAnsi" w:hAnsiTheme="minorHAnsi" w:cstheme="minorHAnsi"/>
          <w:color w:val="333333"/>
          <w:sz w:val="21"/>
          <w:szCs w:val="21"/>
          <w:lang w:val="uk-UA"/>
        </w:rPr>
        <w:t>нська</w:t>
      </w:r>
      <w:r w:rsidR="00F249CC" w:rsidRPr="008704A3">
        <w:rPr>
          <w:rFonts w:asciiTheme="minorHAnsi" w:hAnsiTheme="minorHAnsi" w:cstheme="minorHAnsi"/>
          <w:color w:val="333333"/>
          <w:sz w:val="21"/>
          <w:szCs w:val="21"/>
          <w:lang w:val="uk-UA"/>
        </w:rPr>
        <w:t xml:space="preserve"> </w:t>
      </w:r>
      <w:r w:rsidR="00F249CC" w:rsidRPr="00F249CC">
        <w:rPr>
          <w:rFonts w:asciiTheme="minorHAnsi" w:hAnsiTheme="minorHAnsi" w:cstheme="minorHAnsi"/>
          <w:color w:val="333333"/>
          <w:sz w:val="21"/>
          <w:szCs w:val="21"/>
          <w:lang w:val="uk-UA"/>
        </w:rPr>
        <w:t>гривня.</w:t>
      </w:r>
    </w:p>
    <w:p w14:paraId="56ED2DC9" w14:textId="77777777" w:rsidR="00474D72" w:rsidRPr="00474D72" w:rsidRDefault="00474D72" w:rsidP="00474D72">
      <w:pPr>
        <w:pStyle w:val="a4"/>
        <w:numPr>
          <w:ilvl w:val="0"/>
          <w:numId w:val="33"/>
        </w:numPr>
        <w:rPr>
          <w:rFonts w:asciiTheme="minorHAnsi" w:hAnsiTheme="minorHAnsi" w:cstheme="minorHAnsi"/>
          <w:color w:val="333333"/>
          <w:sz w:val="21"/>
          <w:szCs w:val="21"/>
          <w:lang w:val="uk-UA"/>
        </w:rPr>
      </w:pPr>
      <w:r w:rsidRPr="00474D72">
        <w:rPr>
          <w:rFonts w:asciiTheme="minorHAnsi" w:hAnsiTheme="minorHAnsi" w:cstheme="minorHAnsi"/>
          <w:color w:val="333333"/>
          <w:sz w:val="21"/>
          <w:szCs w:val="21"/>
          <w:lang w:val="uk-UA"/>
        </w:rPr>
        <w:t>Фонд залишає за собою право прийняти тендерну пропозицію або не приймати  будь-яку із отриманих пропозицій.</w:t>
      </w:r>
    </w:p>
    <w:p w14:paraId="0336DE2B" w14:textId="77777777" w:rsidR="00413613" w:rsidRPr="00413613" w:rsidRDefault="00413613" w:rsidP="00413613">
      <w:pPr>
        <w:pStyle w:val="a4"/>
        <w:numPr>
          <w:ilvl w:val="0"/>
          <w:numId w:val="33"/>
        </w:numPr>
        <w:jc w:val="both"/>
        <w:rPr>
          <w:rFonts w:asciiTheme="minorHAnsi" w:hAnsiTheme="minorHAnsi" w:cstheme="minorHAnsi"/>
          <w:color w:val="333333"/>
          <w:sz w:val="21"/>
          <w:szCs w:val="21"/>
          <w:lang w:val="uk-UA"/>
        </w:rPr>
      </w:pPr>
      <w:r w:rsidRPr="00413613">
        <w:rPr>
          <w:rFonts w:asciiTheme="minorHAnsi" w:hAnsiTheme="minorHAnsi" w:cstheme="minorHAnsi"/>
          <w:color w:val="333333"/>
          <w:sz w:val="21"/>
          <w:szCs w:val="21"/>
          <w:lang w:val="uk-UA"/>
        </w:rPr>
        <w:t>Пропозиція повинна бути дійсною протягом одного місяця з моменту ії подачі.</w:t>
      </w:r>
    </w:p>
    <w:p w14:paraId="6AF5D775" w14:textId="59075693" w:rsidR="00413613" w:rsidRDefault="008704A3" w:rsidP="00413613">
      <w:pPr>
        <w:pStyle w:val="a4"/>
        <w:numPr>
          <w:ilvl w:val="0"/>
          <w:numId w:val="33"/>
        </w:numPr>
        <w:jc w:val="both"/>
        <w:rPr>
          <w:rFonts w:asciiTheme="minorHAnsi" w:hAnsiTheme="minorHAnsi" w:cstheme="minorHAnsi"/>
          <w:color w:val="333333"/>
          <w:sz w:val="21"/>
          <w:szCs w:val="21"/>
          <w:lang w:val="uk-UA"/>
        </w:rPr>
      </w:pPr>
      <w:r>
        <w:rPr>
          <w:rFonts w:asciiTheme="minorHAnsi" w:hAnsiTheme="minorHAnsi" w:cstheme="minorHAnsi"/>
          <w:color w:val="333333"/>
          <w:sz w:val="21"/>
          <w:szCs w:val="21"/>
          <w:lang w:val="uk-UA"/>
        </w:rPr>
        <w:t>Ціна на автомобіль</w:t>
      </w:r>
      <w:r w:rsidR="00413613" w:rsidRPr="00413613">
        <w:rPr>
          <w:rFonts w:asciiTheme="minorHAnsi" w:hAnsiTheme="minorHAnsi" w:cstheme="minorHAnsi"/>
          <w:color w:val="333333"/>
          <w:sz w:val="21"/>
          <w:szCs w:val="21"/>
          <w:lang w:val="uk-UA"/>
        </w:rPr>
        <w:t xml:space="preserve"> повинна бути зафіксована в український гривні. </w:t>
      </w:r>
    </w:p>
    <w:p w14:paraId="28987196" w14:textId="77777777" w:rsidR="00D90808" w:rsidRPr="00413613" w:rsidRDefault="00D90808" w:rsidP="00D90808">
      <w:pPr>
        <w:pStyle w:val="a4"/>
        <w:ind w:left="1080"/>
        <w:jc w:val="both"/>
        <w:rPr>
          <w:rFonts w:asciiTheme="minorHAnsi" w:hAnsiTheme="minorHAnsi" w:cstheme="minorHAnsi"/>
          <w:color w:val="333333"/>
          <w:sz w:val="21"/>
          <w:szCs w:val="21"/>
          <w:lang w:val="uk-UA"/>
        </w:rPr>
      </w:pPr>
    </w:p>
    <w:p w14:paraId="246CF6AD" w14:textId="014ECF4B" w:rsidR="003E338C" w:rsidRPr="00D90808" w:rsidRDefault="00D90808" w:rsidP="00413613">
      <w:pPr>
        <w:pStyle w:val="a4"/>
        <w:numPr>
          <w:ilvl w:val="0"/>
          <w:numId w:val="36"/>
        </w:numPr>
        <w:jc w:val="both"/>
        <w:rPr>
          <w:rFonts w:asciiTheme="minorHAnsi" w:hAnsiTheme="minorHAnsi" w:cstheme="minorHAnsi"/>
          <w:b/>
          <w:bCs/>
          <w:color w:val="333333"/>
          <w:sz w:val="21"/>
          <w:szCs w:val="21"/>
          <w:lang w:val="uk-UA"/>
        </w:rPr>
      </w:pPr>
      <w:r w:rsidRPr="00D90808">
        <w:rPr>
          <w:rFonts w:asciiTheme="minorHAnsi" w:hAnsiTheme="minorHAnsi" w:cstheme="minorHAnsi"/>
          <w:b/>
          <w:bCs/>
          <w:color w:val="333333"/>
          <w:sz w:val="21"/>
          <w:szCs w:val="21"/>
          <w:lang w:val="uk-UA"/>
        </w:rPr>
        <w:t>РОЗ'ЯСНЕННЯ</w:t>
      </w:r>
    </w:p>
    <w:p w14:paraId="246CF6AE" w14:textId="7FEBE677" w:rsidR="003E338C" w:rsidRPr="00BF7CEB" w:rsidRDefault="00A05CC4" w:rsidP="00413613">
      <w:pPr>
        <w:pStyle w:val="a4"/>
        <w:ind w:left="1080"/>
        <w:jc w:val="both"/>
        <w:rPr>
          <w:rFonts w:asciiTheme="minorHAnsi" w:hAnsiTheme="minorHAnsi" w:cstheme="minorHAnsi"/>
          <w:color w:val="333333"/>
          <w:sz w:val="21"/>
          <w:szCs w:val="21"/>
          <w:lang w:val="uk-UA"/>
        </w:rPr>
      </w:pPr>
      <w:r w:rsidRPr="00BF7CEB">
        <w:rPr>
          <w:rFonts w:asciiTheme="minorHAnsi" w:hAnsiTheme="minorHAnsi" w:cstheme="minorHAnsi"/>
          <w:color w:val="333333"/>
          <w:sz w:val="21"/>
          <w:szCs w:val="21"/>
          <w:lang w:val="uk-UA"/>
        </w:rPr>
        <w:t>Учасник у</w:t>
      </w:r>
      <w:r w:rsidR="003E338C" w:rsidRPr="00BF7CEB">
        <w:rPr>
          <w:rFonts w:asciiTheme="minorHAnsi" w:hAnsiTheme="minorHAnsi" w:cstheme="minorHAnsi"/>
          <w:color w:val="333333"/>
          <w:sz w:val="21"/>
          <w:szCs w:val="21"/>
          <w:lang w:val="uk-UA"/>
        </w:rPr>
        <w:t xml:space="preserve"> будь-який момент до </w:t>
      </w:r>
      <w:r w:rsidR="000D6EF2">
        <w:rPr>
          <w:rFonts w:asciiTheme="minorHAnsi" w:hAnsiTheme="minorHAnsi" w:cstheme="minorHAnsi"/>
          <w:color w:val="333333"/>
          <w:sz w:val="21"/>
          <w:szCs w:val="21"/>
          <w:lang w:val="uk-UA"/>
        </w:rPr>
        <w:t>кінцевого терміну</w:t>
      </w:r>
      <w:r w:rsidR="00260F7F" w:rsidRPr="00BF7CEB">
        <w:rPr>
          <w:rFonts w:asciiTheme="minorHAnsi" w:hAnsiTheme="minorHAnsi" w:cstheme="minorHAnsi"/>
          <w:color w:val="333333"/>
          <w:sz w:val="21"/>
          <w:szCs w:val="21"/>
          <w:lang w:val="uk-UA"/>
        </w:rPr>
        <w:t xml:space="preserve"> подання тендерних</w:t>
      </w:r>
      <w:r w:rsidR="003E338C" w:rsidRPr="00BF7CEB">
        <w:rPr>
          <w:rFonts w:asciiTheme="minorHAnsi" w:hAnsiTheme="minorHAnsi" w:cstheme="minorHAnsi"/>
          <w:color w:val="333333"/>
          <w:sz w:val="21"/>
          <w:szCs w:val="21"/>
          <w:lang w:val="uk-UA"/>
        </w:rPr>
        <w:t xml:space="preserve"> пропозицій може звернутися до Фонду за роз’ясненнями або уточненнями стосовно предмету закупівлі на електронну а</w:t>
      </w:r>
      <w:r w:rsidR="000F0BB5" w:rsidRPr="00BF7CEB">
        <w:rPr>
          <w:rFonts w:asciiTheme="minorHAnsi" w:hAnsiTheme="minorHAnsi" w:cstheme="minorHAnsi"/>
          <w:color w:val="333333"/>
          <w:sz w:val="21"/>
          <w:szCs w:val="21"/>
          <w:lang w:val="uk-UA"/>
        </w:rPr>
        <w:t xml:space="preserve">дресу </w:t>
      </w:r>
      <w:r w:rsidR="003E338C" w:rsidRPr="00BF7CEB">
        <w:rPr>
          <w:rFonts w:asciiTheme="minorHAnsi" w:hAnsiTheme="minorHAnsi" w:cstheme="minorHAnsi"/>
          <w:color w:val="333333"/>
          <w:sz w:val="21"/>
          <w:szCs w:val="21"/>
          <w:lang w:val="uk-UA"/>
        </w:rPr>
        <w:t xml:space="preserve"> </w:t>
      </w:r>
      <w:r w:rsidR="003E338C" w:rsidRPr="00BF7CEB">
        <w:rPr>
          <w:rFonts w:asciiTheme="minorHAnsi" w:hAnsiTheme="minorHAnsi" w:cstheme="minorHAnsi"/>
          <w:b/>
          <w:color w:val="0070C0"/>
          <w:sz w:val="21"/>
          <w:szCs w:val="21"/>
          <w:u w:val="single"/>
          <w:lang w:val="uk-UA"/>
        </w:rPr>
        <w:t>i.khrulenko@rokada.org.ua</w:t>
      </w:r>
      <w:r w:rsidR="003E338C" w:rsidRPr="00BF7CEB">
        <w:rPr>
          <w:rFonts w:asciiTheme="minorHAnsi" w:hAnsiTheme="minorHAnsi" w:cstheme="minorHAnsi"/>
          <w:color w:val="333333"/>
          <w:sz w:val="21"/>
          <w:szCs w:val="21"/>
          <w:lang w:val="uk-UA"/>
        </w:rPr>
        <w:t xml:space="preserve"> та отримати відповідь в електронному вигляді. Фонд може в будь-який момент до закінчення строку подання пропози</w:t>
      </w:r>
      <w:r w:rsidR="00736416" w:rsidRPr="00BF7CEB">
        <w:rPr>
          <w:rFonts w:asciiTheme="minorHAnsi" w:hAnsiTheme="minorHAnsi" w:cstheme="minorHAnsi"/>
          <w:color w:val="333333"/>
          <w:sz w:val="21"/>
          <w:szCs w:val="21"/>
          <w:lang w:val="uk-UA"/>
        </w:rPr>
        <w:t>цій внести зміни в запит тендерних</w:t>
      </w:r>
      <w:r w:rsidR="003E338C" w:rsidRPr="00BF7CEB">
        <w:rPr>
          <w:rFonts w:asciiTheme="minorHAnsi" w:hAnsiTheme="minorHAnsi" w:cstheme="minorHAnsi"/>
          <w:color w:val="333333"/>
          <w:sz w:val="21"/>
          <w:szCs w:val="21"/>
          <w:lang w:val="uk-UA"/>
        </w:rPr>
        <w:t xml:space="preserve">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w:t>
      </w:r>
      <w:r w:rsidRPr="00BF7CEB">
        <w:rPr>
          <w:rFonts w:asciiTheme="minorHAnsi" w:hAnsiTheme="minorHAnsi" w:cstheme="minorHAnsi"/>
          <w:color w:val="333333"/>
          <w:sz w:val="21"/>
          <w:szCs w:val="21"/>
          <w:lang w:val="uk-UA"/>
        </w:rPr>
        <w:t>ронньому порядку з поверненням у</w:t>
      </w:r>
      <w:r w:rsidR="003E338C" w:rsidRPr="00BF7CEB">
        <w:rPr>
          <w:rFonts w:asciiTheme="minorHAnsi" w:hAnsiTheme="minorHAnsi" w:cstheme="minorHAnsi"/>
          <w:color w:val="333333"/>
          <w:sz w:val="21"/>
          <w:szCs w:val="21"/>
          <w:lang w:val="uk-UA"/>
        </w:rPr>
        <w:t>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14:paraId="246CF6AF" w14:textId="77777777" w:rsidR="00D861EB" w:rsidRPr="00BF7CEB" w:rsidRDefault="00D861EB" w:rsidP="00D861EB">
      <w:pPr>
        <w:jc w:val="both"/>
        <w:rPr>
          <w:rFonts w:asciiTheme="minorHAnsi" w:hAnsiTheme="minorHAnsi" w:cstheme="minorHAnsi"/>
          <w:b/>
          <w:sz w:val="21"/>
          <w:szCs w:val="21"/>
          <w:lang w:val="uk-UA"/>
        </w:rPr>
      </w:pPr>
    </w:p>
    <w:p w14:paraId="246CF6B0" w14:textId="77777777" w:rsidR="005561C8" w:rsidRPr="00BF7CEB" w:rsidRDefault="00767B9A" w:rsidP="00D861EB">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ВИМОГИ ДО ПОДАННЯ ПРОПОЗИЦІЙ</w:t>
      </w:r>
    </w:p>
    <w:p w14:paraId="246CF6B1" w14:textId="144D7269" w:rsidR="0091406D" w:rsidRPr="00BF7CEB" w:rsidRDefault="0091406D" w:rsidP="009140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надаються шляхом направлення тільки на e</w:t>
      </w:r>
      <w:r w:rsidR="008741B5" w:rsidRPr="00BF7CEB">
        <w:rPr>
          <w:rFonts w:asciiTheme="minorHAnsi" w:hAnsiTheme="minorHAnsi" w:cstheme="minorHAnsi"/>
          <w:sz w:val="21"/>
          <w:szCs w:val="21"/>
          <w:lang w:val="uk-UA"/>
        </w:rPr>
        <w:t>-</w:t>
      </w:r>
      <w:proofErr w:type="spellStart"/>
      <w:r w:rsidRPr="00BF7CEB">
        <w:rPr>
          <w:rFonts w:asciiTheme="minorHAnsi" w:hAnsiTheme="minorHAnsi" w:cstheme="minorHAnsi"/>
          <w:sz w:val="21"/>
          <w:szCs w:val="21"/>
          <w:lang w:val="uk-UA"/>
        </w:rPr>
        <w:t>mail</w:t>
      </w:r>
      <w:proofErr w:type="spellEnd"/>
      <w:r w:rsidRPr="00BF7CEB">
        <w:rPr>
          <w:rFonts w:asciiTheme="minorHAnsi" w:hAnsiTheme="minorHAnsi" w:cstheme="minorHAnsi"/>
          <w:sz w:val="21"/>
          <w:szCs w:val="21"/>
          <w:lang w:val="uk-UA"/>
        </w:rPr>
        <w:t xml:space="preserve">: </w:t>
      </w:r>
      <w:r w:rsidRPr="00BF7CEB">
        <w:rPr>
          <w:rFonts w:asciiTheme="minorHAnsi" w:hAnsiTheme="minorHAnsi" w:cstheme="minorHAnsi"/>
          <w:b/>
          <w:color w:val="0070C0"/>
          <w:sz w:val="21"/>
          <w:szCs w:val="21"/>
          <w:lang w:val="uk-UA"/>
        </w:rPr>
        <w:t>tender@rokada.org.ua</w:t>
      </w:r>
      <w:r w:rsidRPr="00BF7CEB">
        <w:rPr>
          <w:rFonts w:asciiTheme="minorHAnsi" w:hAnsiTheme="minorHAnsi" w:cstheme="minorHAnsi"/>
          <w:sz w:val="21"/>
          <w:szCs w:val="21"/>
          <w:lang w:val="uk-UA"/>
        </w:rPr>
        <w:t xml:space="preserve"> або в паперовому вигляді </w:t>
      </w:r>
      <w:r w:rsidR="00260F7F" w:rsidRPr="00BF7CEB">
        <w:rPr>
          <w:rFonts w:asciiTheme="minorHAnsi" w:hAnsiTheme="minorHAnsi" w:cstheme="minorHAnsi"/>
          <w:sz w:val="21"/>
          <w:szCs w:val="21"/>
          <w:lang w:val="uk-UA"/>
        </w:rPr>
        <w:t>за адресою 03065, Київ-065, а/</w:t>
      </w:r>
      <w:r w:rsidRPr="00BF7CEB">
        <w:rPr>
          <w:rFonts w:asciiTheme="minorHAnsi" w:hAnsiTheme="minorHAnsi" w:cstheme="minorHAnsi"/>
          <w:sz w:val="21"/>
          <w:szCs w:val="21"/>
          <w:lang w:val="uk-UA"/>
        </w:rPr>
        <w:t xml:space="preserve">я 108, </w:t>
      </w:r>
      <w:r w:rsidRPr="00BF7CEB">
        <w:rPr>
          <w:rFonts w:asciiTheme="minorHAnsi" w:hAnsiTheme="minorHAnsi" w:cstheme="minorHAnsi"/>
          <w:color w:val="333333"/>
          <w:sz w:val="21"/>
          <w:szCs w:val="21"/>
          <w:lang w:val="uk-UA"/>
        </w:rPr>
        <w:t>БО «БЛАГОДІЙНИЙ ФОНД «РОКАДА».</w:t>
      </w:r>
      <w:r w:rsidRPr="00BF7CEB">
        <w:rPr>
          <w:rFonts w:asciiTheme="minorHAnsi" w:hAnsiTheme="minorHAnsi" w:cstheme="minorHAnsi"/>
          <w:sz w:val="21"/>
          <w:szCs w:val="21"/>
          <w:lang w:val="uk-UA"/>
        </w:rPr>
        <w:t xml:space="preserve"> не пізніше </w:t>
      </w:r>
      <w:r w:rsidR="00A60F82" w:rsidRPr="00BF7CEB">
        <w:rPr>
          <w:rFonts w:asciiTheme="minorHAnsi" w:hAnsiTheme="minorHAnsi" w:cstheme="minorHAnsi"/>
          <w:b/>
          <w:i/>
          <w:color w:val="FF0000"/>
          <w:sz w:val="21"/>
          <w:szCs w:val="21"/>
          <w:u w:val="single"/>
          <w:lang w:val="uk-UA"/>
        </w:rPr>
        <w:t>1</w:t>
      </w:r>
      <w:r w:rsidR="00B21D70">
        <w:rPr>
          <w:rFonts w:asciiTheme="minorHAnsi" w:hAnsiTheme="minorHAnsi" w:cstheme="minorHAnsi"/>
          <w:b/>
          <w:i/>
          <w:color w:val="FF0000"/>
          <w:sz w:val="21"/>
          <w:szCs w:val="21"/>
          <w:u w:val="single"/>
          <w:lang w:val="uk-UA"/>
        </w:rPr>
        <w:t>7</w:t>
      </w:r>
      <w:r w:rsidRPr="00BF7CEB">
        <w:rPr>
          <w:rFonts w:asciiTheme="minorHAnsi" w:hAnsiTheme="minorHAnsi" w:cstheme="minorHAnsi"/>
          <w:b/>
          <w:i/>
          <w:color w:val="FF0000"/>
          <w:sz w:val="21"/>
          <w:szCs w:val="21"/>
          <w:u w:val="single"/>
          <w:lang w:val="uk-UA"/>
        </w:rPr>
        <w:t>.11.2020</w:t>
      </w:r>
      <w:r w:rsidRPr="00BF7CEB">
        <w:rPr>
          <w:rFonts w:asciiTheme="minorHAnsi" w:hAnsiTheme="minorHAnsi" w:cstheme="minorHAnsi"/>
          <w:b/>
          <w:i/>
          <w:sz w:val="21"/>
          <w:szCs w:val="21"/>
          <w:u w:val="single"/>
          <w:lang w:val="uk-UA"/>
        </w:rPr>
        <w:t xml:space="preserve"> – </w:t>
      </w:r>
      <w:r w:rsidRPr="00BF7CEB">
        <w:rPr>
          <w:rFonts w:asciiTheme="minorHAnsi" w:hAnsiTheme="minorHAnsi" w:cstheme="minorHAnsi"/>
          <w:b/>
          <w:sz w:val="21"/>
          <w:szCs w:val="21"/>
          <w:u w:val="single"/>
        </w:rPr>
        <w:t>23</w:t>
      </w:r>
      <w:r w:rsidRPr="00BF7CEB">
        <w:rPr>
          <w:rFonts w:asciiTheme="minorHAnsi" w:hAnsiTheme="minorHAnsi" w:cstheme="minorHAnsi"/>
          <w:b/>
          <w:sz w:val="21"/>
          <w:szCs w:val="21"/>
          <w:u w:val="single"/>
          <w:lang w:val="uk-UA"/>
        </w:rPr>
        <w:t>:</w:t>
      </w:r>
      <w:r w:rsidRPr="00BF7CEB">
        <w:rPr>
          <w:rFonts w:asciiTheme="minorHAnsi" w:hAnsiTheme="minorHAnsi" w:cstheme="minorHAnsi"/>
          <w:b/>
          <w:sz w:val="21"/>
          <w:szCs w:val="21"/>
          <w:u w:val="single"/>
        </w:rPr>
        <w:t>59</w:t>
      </w:r>
      <w:r w:rsidRPr="00BF7CEB">
        <w:rPr>
          <w:rFonts w:asciiTheme="minorHAnsi" w:hAnsiTheme="minorHAnsi" w:cstheme="minorHAnsi"/>
          <w:b/>
          <w:sz w:val="21"/>
          <w:szCs w:val="21"/>
          <w:u w:val="single"/>
          <w:lang w:val="uk-UA"/>
        </w:rPr>
        <w:t xml:space="preserve"> UTC+2</w:t>
      </w:r>
      <w:r w:rsidRPr="00BF7CEB">
        <w:rPr>
          <w:rFonts w:asciiTheme="minorHAnsi" w:hAnsiTheme="minorHAnsi" w:cstheme="minorHAnsi"/>
          <w:sz w:val="21"/>
          <w:szCs w:val="21"/>
          <w:lang w:val="uk-UA"/>
        </w:rPr>
        <w:t>.</w:t>
      </w:r>
    </w:p>
    <w:p w14:paraId="246CF6B2" w14:textId="77777777" w:rsidR="006C3003" w:rsidRPr="00BF7CEB" w:rsidRDefault="006C3003" w:rsidP="006C3003">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Ваша пропозиція повинна складатися з наступного комплекту документів: </w:t>
      </w:r>
    </w:p>
    <w:p w14:paraId="246CF6B3"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Технічної пропозиції (Додаток 1) </w:t>
      </w:r>
    </w:p>
    <w:p w14:paraId="246CF6B4"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Фінансової пропозиції (Додаток 2)</w:t>
      </w:r>
    </w:p>
    <w:p w14:paraId="246CF6B5" w14:textId="77777777" w:rsidR="006C3003" w:rsidRPr="00BF7CEB" w:rsidRDefault="006C3003" w:rsidP="006C3003">
      <w:pPr>
        <w:pStyle w:val="a4"/>
        <w:numPr>
          <w:ilvl w:val="0"/>
          <w:numId w:val="39"/>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Форма реєстрації Постачальника (Додаток 3)</w:t>
      </w:r>
    </w:p>
    <w:p w14:paraId="246CF6B6" w14:textId="77777777" w:rsidR="006C3003" w:rsidRPr="00BF7CEB" w:rsidRDefault="006C3003" w:rsidP="006B57B5">
      <w:pPr>
        <w:pStyle w:val="a4"/>
        <w:numPr>
          <w:ilvl w:val="0"/>
          <w:numId w:val="39"/>
        </w:numPr>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Копії реєстраційних документів юридичної особи </w:t>
      </w:r>
      <w:r w:rsidR="006B57B5" w:rsidRPr="00BF7CEB">
        <w:rPr>
          <w:rFonts w:asciiTheme="minorHAnsi" w:hAnsiTheme="minorHAnsi" w:cstheme="minorHAnsi"/>
          <w:sz w:val="21"/>
          <w:szCs w:val="21"/>
          <w:lang w:val="uk-UA"/>
        </w:rPr>
        <w:t>(Свідоцтво про державну реєстрацію, Витяг з ЄДРПОУ та Свідоцтво платника ПДВ (за наявністю)</w:t>
      </w:r>
    </w:p>
    <w:p w14:paraId="246CF6B7" w14:textId="77777777" w:rsidR="008741B5" w:rsidRPr="00BF7CEB" w:rsidRDefault="008741B5" w:rsidP="008741B5">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 повинні бути надані в двох окремих конвертах або двома електронними листами</w:t>
      </w:r>
      <w:r w:rsidR="001F23A3" w:rsidRPr="00BF7CEB">
        <w:rPr>
          <w:rFonts w:asciiTheme="minorHAnsi" w:hAnsiTheme="minorHAnsi" w:cstheme="minorHAnsi"/>
          <w:sz w:val="21"/>
          <w:szCs w:val="21"/>
        </w:rPr>
        <w:t xml:space="preserve"> (</w:t>
      </w:r>
      <w:r w:rsidR="001F23A3" w:rsidRPr="00BF7CEB">
        <w:rPr>
          <w:rFonts w:asciiTheme="minorHAnsi" w:hAnsiTheme="minorHAnsi" w:cstheme="minorHAnsi"/>
          <w:sz w:val="21"/>
          <w:szCs w:val="21"/>
          <w:lang w:val="uk-UA"/>
        </w:rPr>
        <w:t xml:space="preserve">Фінансова пропозиція окремо), </w:t>
      </w:r>
      <w:r w:rsidR="006B57B5" w:rsidRPr="00BF7CEB">
        <w:rPr>
          <w:rFonts w:asciiTheme="minorHAnsi" w:hAnsiTheme="minorHAnsi" w:cstheme="minorHAnsi"/>
          <w:sz w:val="21"/>
          <w:szCs w:val="21"/>
          <w:lang w:val="uk-UA"/>
        </w:rPr>
        <w:t xml:space="preserve"> </w:t>
      </w:r>
      <w:r w:rsidRPr="00BF7CEB">
        <w:rPr>
          <w:rFonts w:asciiTheme="minorHAnsi" w:hAnsiTheme="minorHAnsi" w:cstheme="minorHAnsi"/>
          <w:sz w:val="21"/>
          <w:szCs w:val="21"/>
          <w:lang w:val="uk-UA"/>
        </w:rPr>
        <w:t xml:space="preserve">де Технічна пропозиція має містити заповнений </w:t>
      </w:r>
      <w:r w:rsidRPr="00BF7CEB">
        <w:rPr>
          <w:rFonts w:asciiTheme="minorHAnsi" w:hAnsiTheme="minorHAnsi" w:cstheme="minorHAnsi"/>
          <w:b/>
          <w:sz w:val="21"/>
          <w:szCs w:val="21"/>
          <w:lang w:val="uk-UA"/>
        </w:rPr>
        <w:t>Додаток 1</w:t>
      </w:r>
      <w:r w:rsidRPr="00BF7CEB">
        <w:rPr>
          <w:rFonts w:asciiTheme="minorHAnsi" w:hAnsiTheme="minorHAnsi" w:cstheme="minorHAnsi"/>
          <w:sz w:val="21"/>
          <w:szCs w:val="21"/>
          <w:lang w:val="uk-UA"/>
        </w:rPr>
        <w:t xml:space="preserve">, а Фінансова Пропозиція – заповнені </w:t>
      </w:r>
      <w:r w:rsidRPr="00BF7CEB">
        <w:rPr>
          <w:rFonts w:asciiTheme="minorHAnsi" w:hAnsiTheme="minorHAnsi" w:cstheme="minorHAnsi"/>
          <w:b/>
          <w:sz w:val="21"/>
          <w:szCs w:val="21"/>
          <w:lang w:val="uk-UA"/>
        </w:rPr>
        <w:t>Додатки 2 та 3</w:t>
      </w:r>
      <w:r w:rsidR="006A56E2" w:rsidRPr="00BF7CEB">
        <w:rPr>
          <w:rFonts w:asciiTheme="minorHAnsi" w:hAnsiTheme="minorHAnsi" w:cstheme="minorHAnsi"/>
          <w:sz w:val="21"/>
          <w:szCs w:val="21"/>
          <w:lang w:val="uk-UA"/>
        </w:rPr>
        <w:t>.</w:t>
      </w:r>
    </w:p>
    <w:p w14:paraId="246CF6B8" w14:textId="687E6EFC" w:rsidR="008741B5" w:rsidRPr="00BF7CEB" w:rsidRDefault="0014306D" w:rsidP="008741B5">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Пропозиції</w:t>
      </w:r>
      <w:r w:rsidR="00B43BCA">
        <w:rPr>
          <w:rFonts w:asciiTheme="minorHAnsi" w:hAnsiTheme="minorHAnsi" w:cstheme="minorHAnsi"/>
          <w:sz w:val="21"/>
          <w:szCs w:val="21"/>
          <w:lang w:val="uk-UA"/>
        </w:rPr>
        <w:t>,</w:t>
      </w:r>
      <w:r w:rsidRPr="00BF7CEB">
        <w:rPr>
          <w:rFonts w:asciiTheme="minorHAnsi" w:hAnsiTheme="minorHAnsi" w:cstheme="minorHAnsi"/>
          <w:sz w:val="21"/>
          <w:szCs w:val="21"/>
          <w:lang w:val="uk-UA"/>
        </w:rPr>
        <w:t xml:space="preserve"> що не відповідають в</w:t>
      </w:r>
      <w:r w:rsidR="008741B5" w:rsidRPr="00BF7CEB">
        <w:rPr>
          <w:rFonts w:asciiTheme="minorHAnsi" w:hAnsiTheme="minorHAnsi" w:cstheme="minorHAnsi"/>
          <w:sz w:val="21"/>
          <w:szCs w:val="21"/>
          <w:lang w:val="uk-UA"/>
        </w:rPr>
        <w:t>становленим формам, можуть не враховуватись.</w:t>
      </w:r>
    </w:p>
    <w:p w14:paraId="246CF6B9" w14:textId="77777777" w:rsidR="000D097B" w:rsidRPr="00BF7CEB" w:rsidRDefault="000D097B" w:rsidP="000D097B">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Ваша пропозиція повинна бути скл</w:t>
      </w:r>
      <w:bookmarkStart w:id="0" w:name="_GoBack"/>
      <w:bookmarkEnd w:id="0"/>
      <w:r w:rsidRPr="00BF7CEB">
        <w:rPr>
          <w:rFonts w:asciiTheme="minorHAnsi" w:hAnsiTheme="minorHAnsi" w:cstheme="minorHAnsi"/>
          <w:sz w:val="21"/>
          <w:szCs w:val="21"/>
          <w:lang w:val="uk-UA"/>
        </w:rPr>
        <w:t xml:space="preserve">адена українською мовою. Пропозиції слід подавати, користуючись наведеними Додатками. </w:t>
      </w:r>
    </w:p>
    <w:p w14:paraId="246CF6BA" w14:textId="77777777" w:rsidR="003E0E6C" w:rsidRPr="00BF7CEB" w:rsidRDefault="003E0E6C" w:rsidP="003E0E6C">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 xml:space="preserve">Тендерні пропозиції повинні бути оформлені на офіційному фірмовому бланку, який чітко ідентифікує Вашу компанію. Якщо пропозиція буде направлятися електронною поштою: вкажіть, будь ласка, в темі листа: - «тендер </w:t>
      </w:r>
      <w:r w:rsidRPr="00BF7CEB">
        <w:rPr>
          <w:rFonts w:asciiTheme="minorHAnsi" w:hAnsiTheme="minorHAnsi" w:cstheme="minorHAnsi"/>
          <w:sz w:val="21"/>
          <w:szCs w:val="21"/>
          <w:lang w:val="en-US"/>
        </w:rPr>
        <w:t>ITB</w:t>
      </w:r>
      <w:r w:rsidRPr="00BF7CEB">
        <w:rPr>
          <w:rFonts w:asciiTheme="minorHAnsi" w:hAnsiTheme="minorHAnsi" w:cstheme="minorHAnsi"/>
          <w:sz w:val="21"/>
          <w:szCs w:val="21"/>
          <w:lang w:val="uk-UA"/>
        </w:rPr>
        <w:t xml:space="preserve"> 01_1</w:t>
      </w:r>
      <w:r w:rsidRPr="00BF7CEB">
        <w:rPr>
          <w:rFonts w:asciiTheme="minorHAnsi" w:hAnsiTheme="minorHAnsi" w:cstheme="minorHAnsi"/>
          <w:sz w:val="21"/>
          <w:szCs w:val="21"/>
        </w:rPr>
        <w:t>2</w:t>
      </w:r>
      <w:r w:rsidRPr="00BF7CEB">
        <w:rPr>
          <w:rFonts w:asciiTheme="minorHAnsi" w:hAnsiTheme="minorHAnsi" w:cstheme="minorHAnsi"/>
          <w:sz w:val="21"/>
          <w:szCs w:val="21"/>
          <w:lang w:val="uk-UA"/>
        </w:rPr>
        <w:t>.20 і назву своєї компанії»</w:t>
      </w:r>
      <w:r w:rsidR="00614C84" w:rsidRPr="00BF7CEB">
        <w:rPr>
          <w:rFonts w:asciiTheme="minorHAnsi" w:hAnsiTheme="minorHAnsi" w:cstheme="minorHAnsi"/>
          <w:sz w:val="21"/>
          <w:szCs w:val="21"/>
          <w:lang w:val="uk-UA"/>
        </w:rPr>
        <w:t>.</w:t>
      </w:r>
    </w:p>
    <w:p w14:paraId="246CF6BB" w14:textId="77777777" w:rsidR="00614C84" w:rsidRPr="00BF7CEB" w:rsidRDefault="00614C84" w:rsidP="0026385E">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Додатки 1-3</w:t>
      </w:r>
      <w:r w:rsidR="0014306D" w:rsidRPr="00BF7CEB">
        <w:rPr>
          <w:rFonts w:asciiTheme="minorHAnsi" w:hAnsiTheme="minorHAnsi" w:cstheme="minorHAnsi"/>
          <w:sz w:val="21"/>
          <w:szCs w:val="21"/>
          <w:lang w:val="uk-UA"/>
        </w:rPr>
        <w:t xml:space="preserve"> повинні бути представлені у форматі Excel та у</w:t>
      </w:r>
      <w:r w:rsidRPr="00BF7CEB">
        <w:rPr>
          <w:rFonts w:asciiTheme="minorHAnsi" w:hAnsiTheme="minorHAnsi" w:cstheme="minorHAnsi"/>
          <w:sz w:val="21"/>
          <w:szCs w:val="21"/>
          <w:lang w:val="uk-UA"/>
        </w:rPr>
        <w:t xml:space="preserve"> відсканованому вигляді в форматі PDF з підписом керівника і печаткою (за наявності).</w:t>
      </w:r>
      <w:r w:rsidR="0014306D" w:rsidRPr="00BF7CEB">
        <w:rPr>
          <w:rFonts w:asciiTheme="minorHAnsi" w:hAnsiTheme="minorHAnsi" w:cstheme="minorHAnsi"/>
          <w:sz w:val="21"/>
          <w:szCs w:val="21"/>
          <w:lang w:val="uk-UA"/>
        </w:rPr>
        <w:t xml:space="preserve"> У</w:t>
      </w:r>
      <w:r w:rsidR="0026385E" w:rsidRPr="00BF7CEB">
        <w:rPr>
          <w:rFonts w:asciiTheme="minorHAnsi" w:hAnsiTheme="minorHAnsi" w:cstheme="minorHAnsi"/>
          <w:sz w:val="21"/>
          <w:szCs w:val="21"/>
          <w:lang w:val="uk-UA"/>
        </w:rPr>
        <w:t>сі інші додатки повинні надав</w:t>
      </w:r>
      <w:r w:rsidR="0014306D" w:rsidRPr="00BF7CEB">
        <w:rPr>
          <w:rFonts w:asciiTheme="minorHAnsi" w:hAnsiTheme="minorHAnsi" w:cstheme="minorHAnsi"/>
          <w:sz w:val="21"/>
          <w:szCs w:val="21"/>
          <w:lang w:val="uk-UA"/>
        </w:rPr>
        <w:t>атися у відсканованому вигляді у</w:t>
      </w:r>
      <w:r w:rsidR="0026385E" w:rsidRPr="00BF7CEB">
        <w:rPr>
          <w:rFonts w:asciiTheme="minorHAnsi" w:hAnsiTheme="minorHAnsi" w:cstheme="minorHAnsi"/>
          <w:sz w:val="21"/>
          <w:szCs w:val="21"/>
          <w:lang w:val="uk-UA"/>
        </w:rPr>
        <w:t xml:space="preserve"> форматі PDF з підписом керівника і печаткою (за наявності).</w:t>
      </w:r>
    </w:p>
    <w:p w14:paraId="6CB2C2CB" w14:textId="101E3D33" w:rsidR="007A389D" w:rsidRPr="00E019C8" w:rsidRDefault="0026385E" w:rsidP="00E019C8">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b/>
          <w:sz w:val="21"/>
          <w:szCs w:val="21"/>
          <w:lang w:val="uk-UA"/>
        </w:rPr>
        <w:t>Додаток 2</w:t>
      </w:r>
      <w:r w:rsidRPr="00BF7CEB">
        <w:rPr>
          <w:rFonts w:asciiTheme="minorHAnsi" w:hAnsiTheme="minorHAnsi" w:cstheme="minorHAnsi"/>
          <w:sz w:val="21"/>
          <w:szCs w:val="21"/>
          <w:lang w:val="uk-UA"/>
        </w:rPr>
        <w:t xml:space="preserve"> (Форма фінансової пропозиції) повинен бути заповнен</w:t>
      </w:r>
      <w:r w:rsidR="004B59FF" w:rsidRPr="00BF7CEB">
        <w:rPr>
          <w:rFonts w:asciiTheme="minorHAnsi" w:hAnsiTheme="minorHAnsi" w:cstheme="minorHAnsi"/>
          <w:sz w:val="21"/>
          <w:szCs w:val="21"/>
          <w:lang w:val="uk-UA"/>
        </w:rPr>
        <w:t>ий</w:t>
      </w:r>
      <w:r w:rsidR="000221A6" w:rsidRPr="00BF7CEB">
        <w:rPr>
          <w:rFonts w:asciiTheme="minorHAnsi" w:hAnsiTheme="minorHAnsi" w:cstheme="minorHAnsi"/>
          <w:sz w:val="21"/>
          <w:szCs w:val="21"/>
          <w:lang w:val="uk-UA"/>
        </w:rPr>
        <w:t xml:space="preserve"> за встановленою формою</w:t>
      </w:r>
      <w:r w:rsidR="00772A52" w:rsidRPr="00BF7CEB">
        <w:rPr>
          <w:rFonts w:asciiTheme="minorHAnsi" w:hAnsiTheme="minorHAnsi" w:cstheme="minorHAnsi"/>
          <w:sz w:val="21"/>
          <w:szCs w:val="21"/>
          <w:lang w:val="uk-UA"/>
        </w:rPr>
        <w:t xml:space="preserve"> з використанням у</w:t>
      </w:r>
      <w:r w:rsidRPr="00BF7CEB">
        <w:rPr>
          <w:rFonts w:asciiTheme="minorHAnsi" w:hAnsiTheme="minorHAnsi" w:cstheme="minorHAnsi"/>
          <w:sz w:val="21"/>
          <w:szCs w:val="21"/>
          <w:lang w:val="uk-UA"/>
        </w:rPr>
        <w:t>країнської гривні в якості валюти. Дана пропозиція має враховувати всі знижки, податки, комісії та збори, які можуть бути застосовані в ході надання послуг, зазначених у даному Запиті.</w:t>
      </w:r>
    </w:p>
    <w:p w14:paraId="246CF6BE" w14:textId="77777777" w:rsidR="004B59FF" w:rsidRPr="00BF7CEB" w:rsidRDefault="004B59FF" w:rsidP="004B59FF">
      <w:pPr>
        <w:pStyle w:val="a4"/>
        <w:ind w:left="1080"/>
        <w:jc w:val="both"/>
        <w:rPr>
          <w:rFonts w:asciiTheme="minorHAnsi" w:hAnsiTheme="minorHAnsi" w:cstheme="minorHAnsi"/>
          <w:sz w:val="21"/>
          <w:szCs w:val="21"/>
          <w:lang w:val="uk-UA"/>
        </w:rPr>
      </w:pPr>
    </w:p>
    <w:p w14:paraId="246CF6BF" w14:textId="77777777" w:rsidR="00644335" w:rsidRPr="00BF7CEB" w:rsidRDefault="00123D6D" w:rsidP="00123D6D">
      <w:pPr>
        <w:pStyle w:val="a4"/>
        <w:numPr>
          <w:ilvl w:val="0"/>
          <w:numId w:val="36"/>
        </w:numPr>
        <w:jc w:val="both"/>
        <w:rPr>
          <w:rFonts w:asciiTheme="minorHAnsi" w:hAnsiTheme="minorHAnsi" w:cstheme="minorHAnsi"/>
          <w:b/>
          <w:sz w:val="21"/>
          <w:szCs w:val="21"/>
          <w:lang w:val="uk-UA"/>
        </w:rPr>
      </w:pPr>
      <w:r w:rsidRPr="00BF7CEB">
        <w:rPr>
          <w:rFonts w:asciiTheme="minorHAnsi" w:hAnsiTheme="minorHAnsi" w:cstheme="minorHAnsi"/>
          <w:b/>
          <w:sz w:val="21"/>
          <w:szCs w:val="21"/>
          <w:lang w:val="uk-UA"/>
        </w:rPr>
        <w:t>ОЦІНКА ПРОПОЗИЦІЙ</w:t>
      </w:r>
    </w:p>
    <w:p w14:paraId="246CF6C0"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t>Пропозиція, що відповідає всім технічним вимогам та має найнижчу ціну, буде визнана найкращою.</w:t>
      </w:r>
    </w:p>
    <w:p w14:paraId="246CF6C1" w14:textId="77777777" w:rsidR="00123D6D" w:rsidRPr="00BF7CEB" w:rsidRDefault="00123D6D" w:rsidP="00123D6D">
      <w:pPr>
        <w:pStyle w:val="a4"/>
        <w:numPr>
          <w:ilvl w:val="0"/>
          <w:numId w:val="33"/>
        </w:numPr>
        <w:jc w:val="both"/>
        <w:rPr>
          <w:rFonts w:asciiTheme="minorHAnsi" w:hAnsiTheme="minorHAnsi" w:cstheme="minorHAnsi"/>
          <w:sz w:val="21"/>
          <w:szCs w:val="21"/>
          <w:lang w:val="uk-UA"/>
        </w:rPr>
      </w:pPr>
      <w:r w:rsidRPr="00BF7CEB">
        <w:rPr>
          <w:rFonts w:asciiTheme="minorHAnsi" w:hAnsiTheme="minorHAnsi" w:cstheme="minorHAnsi"/>
          <w:sz w:val="21"/>
          <w:szCs w:val="21"/>
          <w:lang w:val="uk-UA"/>
        </w:rPr>
        <w:lastRenderedPageBreak/>
        <w:t xml:space="preserve">Надаючи свою пропозицію, учасник підтверджує відповідність її технічним вимогам, викладеним </w:t>
      </w:r>
      <w:r w:rsidR="006C3003" w:rsidRPr="00BF7CEB">
        <w:rPr>
          <w:rFonts w:asciiTheme="minorHAnsi" w:hAnsiTheme="minorHAnsi" w:cstheme="minorHAnsi"/>
          <w:sz w:val="21"/>
          <w:szCs w:val="21"/>
          <w:lang w:val="uk-UA"/>
        </w:rPr>
        <w:t xml:space="preserve">у цьому Запрошенні та </w:t>
      </w:r>
      <w:r w:rsidR="006C3003" w:rsidRPr="00BF7CEB">
        <w:rPr>
          <w:rFonts w:asciiTheme="minorHAnsi" w:hAnsiTheme="minorHAnsi" w:cstheme="minorHAnsi"/>
          <w:b/>
          <w:sz w:val="21"/>
          <w:szCs w:val="21"/>
          <w:lang w:val="uk-UA"/>
        </w:rPr>
        <w:t>Додатку 1</w:t>
      </w:r>
      <w:r w:rsidRPr="00BF7CEB">
        <w:rPr>
          <w:rFonts w:asciiTheme="minorHAnsi" w:hAnsiTheme="minorHAnsi" w:cstheme="minorHAnsi"/>
          <w:sz w:val="21"/>
          <w:szCs w:val="21"/>
          <w:lang w:val="uk-UA"/>
        </w:rPr>
        <w:t xml:space="preserve"> до нього.</w:t>
      </w:r>
    </w:p>
    <w:p w14:paraId="246CF6C2" w14:textId="77777777" w:rsidR="002830CD" w:rsidRPr="00BF7CEB" w:rsidRDefault="002830CD" w:rsidP="002830CD">
      <w:pPr>
        <w:pStyle w:val="a4"/>
        <w:ind w:left="1080"/>
        <w:jc w:val="both"/>
        <w:rPr>
          <w:rFonts w:asciiTheme="minorHAnsi" w:hAnsiTheme="minorHAnsi" w:cstheme="minorHAnsi"/>
          <w:color w:val="333333"/>
          <w:sz w:val="21"/>
          <w:szCs w:val="21"/>
          <w:lang w:val="uk-UA"/>
        </w:rPr>
      </w:pPr>
    </w:p>
    <w:p w14:paraId="246CF6C3" w14:textId="77777777" w:rsidR="009B3520" w:rsidRPr="00BF7CEB" w:rsidRDefault="009B3520" w:rsidP="009B3520">
      <w:pPr>
        <w:pStyle w:val="a4"/>
        <w:ind w:left="1080"/>
        <w:jc w:val="both"/>
        <w:rPr>
          <w:rFonts w:asciiTheme="minorHAnsi" w:hAnsiTheme="minorHAnsi" w:cstheme="minorHAnsi"/>
          <w:color w:val="333333"/>
          <w:sz w:val="21"/>
          <w:szCs w:val="21"/>
          <w:lang w:val="uk-UA"/>
        </w:rPr>
      </w:pPr>
    </w:p>
    <w:p w14:paraId="246CF6C4" w14:textId="77777777" w:rsidR="008B3790" w:rsidRPr="00BF7CEB" w:rsidRDefault="008B3790" w:rsidP="009B3520">
      <w:pPr>
        <w:pStyle w:val="a4"/>
        <w:ind w:left="1080"/>
        <w:jc w:val="both"/>
        <w:rPr>
          <w:rFonts w:asciiTheme="minorHAnsi" w:hAnsiTheme="minorHAnsi" w:cstheme="minorHAnsi"/>
          <w:color w:val="333333"/>
          <w:sz w:val="21"/>
          <w:szCs w:val="21"/>
          <w:lang w:val="uk-UA"/>
        </w:rPr>
      </w:pPr>
    </w:p>
    <w:p w14:paraId="246CF6C5" w14:textId="77777777" w:rsidR="009858AF" w:rsidRPr="00BF7CEB" w:rsidRDefault="009858AF" w:rsidP="009B3520">
      <w:pPr>
        <w:pStyle w:val="a4"/>
        <w:ind w:left="1080"/>
        <w:jc w:val="both"/>
        <w:rPr>
          <w:rFonts w:asciiTheme="minorHAnsi" w:hAnsiTheme="minorHAnsi" w:cstheme="minorHAnsi"/>
          <w:color w:val="333333"/>
          <w:sz w:val="21"/>
          <w:szCs w:val="21"/>
        </w:rPr>
      </w:pP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 xml:space="preserve">           </w:t>
      </w:r>
      <w:r w:rsidRPr="00BF7CEB">
        <w:rPr>
          <w:rFonts w:asciiTheme="minorHAnsi" w:hAnsiTheme="minorHAnsi" w:cstheme="minorHAnsi"/>
          <w:color w:val="333333"/>
          <w:sz w:val="21"/>
          <w:szCs w:val="21"/>
          <w:lang w:val="uk-UA"/>
        </w:rPr>
        <w:t xml:space="preserve"> </w:t>
      </w:r>
      <w:r w:rsidR="0026385E" w:rsidRPr="00BF7CEB">
        <w:rPr>
          <w:rFonts w:asciiTheme="minorHAnsi" w:hAnsiTheme="minorHAnsi" w:cstheme="minorHAnsi"/>
          <w:color w:val="333333"/>
          <w:sz w:val="21"/>
          <w:szCs w:val="21"/>
          <w:lang w:val="uk-UA"/>
        </w:rPr>
        <w:t>Голова правління</w:t>
      </w:r>
      <w:r w:rsidRPr="00BF7CEB">
        <w:rPr>
          <w:rFonts w:asciiTheme="minorHAnsi" w:hAnsiTheme="minorHAnsi" w:cstheme="minorHAnsi"/>
          <w:color w:val="333333"/>
          <w:sz w:val="21"/>
          <w:szCs w:val="21"/>
          <w:lang w:val="uk-UA"/>
        </w:rPr>
        <w:t xml:space="preserve"> БО БФ «РОКАДА»________________ </w:t>
      </w:r>
      <w:proofErr w:type="spellStart"/>
      <w:r w:rsidRPr="00BF7CEB">
        <w:rPr>
          <w:rFonts w:asciiTheme="minorHAnsi" w:hAnsiTheme="minorHAnsi" w:cstheme="minorHAnsi"/>
          <w:color w:val="333333"/>
          <w:sz w:val="21"/>
          <w:szCs w:val="21"/>
          <w:lang w:val="uk-UA"/>
        </w:rPr>
        <w:t>Н.Ю.Гурж</w:t>
      </w:r>
      <w:r w:rsidR="0026385E" w:rsidRPr="00BF7CEB">
        <w:rPr>
          <w:rFonts w:asciiTheme="minorHAnsi" w:hAnsiTheme="minorHAnsi" w:cstheme="minorHAnsi"/>
          <w:color w:val="333333"/>
          <w:sz w:val="21"/>
          <w:szCs w:val="21"/>
          <w:lang w:val="uk-UA"/>
        </w:rPr>
        <w:t>і</w:t>
      </w:r>
      <w:r w:rsidRPr="00BF7CEB">
        <w:rPr>
          <w:rFonts w:asciiTheme="minorHAnsi" w:hAnsiTheme="minorHAnsi" w:cstheme="minorHAnsi"/>
          <w:color w:val="333333"/>
          <w:sz w:val="21"/>
          <w:szCs w:val="21"/>
          <w:lang w:val="uk-UA"/>
        </w:rPr>
        <w:t>й</w:t>
      </w:r>
      <w:proofErr w:type="spellEnd"/>
    </w:p>
    <w:p w14:paraId="246CF6C6" w14:textId="77777777" w:rsidR="00EA15A7" w:rsidRPr="00EA15A7" w:rsidRDefault="00EA15A7">
      <w:pPr>
        <w:pStyle w:val="a4"/>
        <w:ind w:left="1080"/>
        <w:jc w:val="both"/>
        <w:rPr>
          <w:rFonts w:asciiTheme="minorHAnsi" w:hAnsiTheme="minorHAnsi" w:cstheme="minorHAnsi"/>
          <w:color w:val="333333"/>
        </w:rPr>
      </w:pPr>
    </w:p>
    <w:sectPr w:rsidR="00EA15A7" w:rsidRPr="00EA15A7" w:rsidSect="00CF01B8">
      <w:footerReference w:type="default" r:id="rId11"/>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323916" w14:textId="77777777" w:rsidR="00A418C0" w:rsidRDefault="00A418C0" w:rsidP="00FA4D7E">
      <w:r>
        <w:separator/>
      </w:r>
    </w:p>
  </w:endnote>
  <w:endnote w:type="continuationSeparator" w:id="0">
    <w:p w14:paraId="2E6A9F59" w14:textId="77777777" w:rsidR="00A418C0" w:rsidRDefault="00A418C0"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6CF6CD" w14:textId="77777777" w:rsidR="005F1448" w:rsidRPr="00B9287D" w:rsidRDefault="00A418C0"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246CF6CE" wp14:editId="246CF6CF">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14:paraId="246CF6E0" w14:textId="77777777"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B43BC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246CF6D0" wp14:editId="246CF6D1">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7FBED99"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E7AD22" w14:textId="77777777" w:rsidR="00A418C0" w:rsidRDefault="00A418C0" w:rsidP="00FA4D7E">
      <w:r>
        <w:separator/>
      </w:r>
    </w:p>
  </w:footnote>
  <w:footnote w:type="continuationSeparator" w:id="0">
    <w:p w14:paraId="413C3E75" w14:textId="77777777" w:rsidR="00A418C0" w:rsidRDefault="00A418C0"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255327D"/>
    <w:multiLevelType w:val="hybridMultilevel"/>
    <w:tmpl w:val="602CF4FA"/>
    <w:lvl w:ilvl="0" w:tplc="0809000F">
      <w:start w:val="1"/>
      <w:numFmt w:val="decimal"/>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4">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2">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4F2054E0"/>
    <w:multiLevelType w:val="hybridMultilevel"/>
    <w:tmpl w:val="E8ACBF96"/>
    <w:lvl w:ilvl="0" w:tplc="F17830DE">
      <w:start w:val="1"/>
      <w:numFmt w:val="decimal"/>
      <w:lvlText w:val="%1."/>
      <w:lvlJc w:val="left"/>
      <w:pPr>
        <w:ind w:left="1080" w:hanging="360"/>
      </w:pPr>
      <w:rPr>
        <w:rFonts w:hint="default"/>
        <w:b/>
        <w:bCs/>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56CA56D4"/>
    <w:multiLevelType w:val="hybridMultilevel"/>
    <w:tmpl w:val="643856B6"/>
    <w:lvl w:ilvl="0" w:tplc="D9902074">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1CF1699"/>
    <w:multiLevelType w:val="hybridMultilevel"/>
    <w:tmpl w:val="3C482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BD6E72"/>
    <w:multiLevelType w:val="hybridMultilevel"/>
    <w:tmpl w:val="91E80CD8"/>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5">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2"/>
  </w:num>
  <w:num w:numId="5">
    <w:abstractNumId w:val="13"/>
  </w:num>
  <w:num w:numId="6">
    <w:abstractNumId w:val="10"/>
  </w:num>
  <w:num w:numId="7">
    <w:abstractNumId w:val="7"/>
  </w:num>
  <w:num w:numId="8">
    <w:abstractNumId w:val="36"/>
  </w:num>
  <w:num w:numId="9">
    <w:abstractNumId w:val="21"/>
  </w:num>
  <w:num w:numId="10">
    <w:abstractNumId w:val="4"/>
  </w:num>
  <w:num w:numId="11">
    <w:abstractNumId w:val="33"/>
  </w:num>
  <w:num w:numId="12">
    <w:abstractNumId w:val="16"/>
  </w:num>
  <w:num w:numId="13">
    <w:abstractNumId w:val="9"/>
  </w:num>
  <w:num w:numId="14">
    <w:abstractNumId w:val="3"/>
  </w:num>
  <w:num w:numId="15">
    <w:abstractNumId w:val="8"/>
  </w:num>
  <w:num w:numId="16">
    <w:abstractNumId w:val="24"/>
  </w:num>
  <w:num w:numId="17">
    <w:abstractNumId w:val="0"/>
  </w:num>
  <w:num w:numId="18">
    <w:abstractNumId w:val="39"/>
  </w:num>
  <w:num w:numId="19">
    <w:abstractNumId w:val="19"/>
  </w:num>
  <w:num w:numId="20">
    <w:abstractNumId w:val="18"/>
  </w:num>
  <w:num w:numId="21">
    <w:abstractNumId w:val="15"/>
  </w:num>
  <w:num w:numId="22">
    <w:abstractNumId w:val="22"/>
  </w:num>
  <w:num w:numId="23">
    <w:abstractNumId w:val="5"/>
  </w:num>
  <w:num w:numId="24">
    <w:abstractNumId w:val="2"/>
  </w:num>
  <w:num w:numId="25">
    <w:abstractNumId w:val="23"/>
  </w:num>
  <w:num w:numId="26">
    <w:abstractNumId w:val="27"/>
  </w:num>
  <w:num w:numId="27">
    <w:abstractNumId w:val="20"/>
  </w:num>
  <w:num w:numId="28">
    <w:abstractNumId w:val="37"/>
  </w:num>
  <w:num w:numId="29">
    <w:abstractNumId w:val="17"/>
  </w:num>
  <w:num w:numId="30">
    <w:abstractNumId w:val="35"/>
  </w:num>
  <w:num w:numId="31">
    <w:abstractNumId w:val="38"/>
  </w:num>
  <w:num w:numId="32">
    <w:abstractNumId w:val="29"/>
  </w:num>
  <w:num w:numId="33">
    <w:abstractNumId w:val="30"/>
  </w:num>
  <w:num w:numId="34">
    <w:abstractNumId w:val="11"/>
  </w:num>
  <w:num w:numId="35">
    <w:abstractNumId w:val="14"/>
  </w:num>
  <w:num w:numId="36">
    <w:abstractNumId w:val="25"/>
  </w:num>
  <w:num w:numId="37">
    <w:abstractNumId w:val="34"/>
  </w:num>
  <w:num w:numId="38">
    <w:abstractNumId w:val="31"/>
  </w:num>
  <w:num w:numId="39">
    <w:abstractNumId w:val="26"/>
  </w:num>
  <w:num w:numId="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sTAyNTcxMDQ1NjA1szBR0lEKTi0uzszPAykwrAUArT77ACwAAAA="/>
  </w:docVars>
  <w:rsids>
    <w:rsidRoot w:val="00FC69E2"/>
    <w:rsid w:val="00000E68"/>
    <w:rsid w:val="00002F4E"/>
    <w:rsid w:val="000038E4"/>
    <w:rsid w:val="00014A55"/>
    <w:rsid w:val="00020094"/>
    <w:rsid w:val="00020A1D"/>
    <w:rsid w:val="000221A6"/>
    <w:rsid w:val="00030ED6"/>
    <w:rsid w:val="00032591"/>
    <w:rsid w:val="00035E95"/>
    <w:rsid w:val="000371EE"/>
    <w:rsid w:val="00040279"/>
    <w:rsid w:val="000456DE"/>
    <w:rsid w:val="00046986"/>
    <w:rsid w:val="00047579"/>
    <w:rsid w:val="00050D90"/>
    <w:rsid w:val="0005249B"/>
    <w:rsid w:val="00053A9C"/>
    <w:rsid w:val="00057AF8"/>
    <w:rsid w:val="00060114"/>
    <w:rsid w:val="00061AFD"/>
    <w:rsid w:val="00062310"/>
    <w:rsid w:val="000649C2"/>
    <w:rsid w:val="00066811"/>
    <w:rsid w:val="00073F50"/>
    <w:rsid w:val="00074E52"/>
    <w:rsid w:val="00083372"/>
    <w:rsid w:val="00084715"/>
    <w:rsid w:val="00084963"/>
    <w:rsid w:val="00086886"/>
    <w:rsid w:val="000869FE"/>
    <w:rsid w:val="000901D9"/>
    <w:rsid w:val="00092B36"/>
    <w:rsid w:val="000971EC"/>
    <w:rsid w:val="000A1E67"/>
    <w:rsid w:val="000A3459"/>
    <w:rsid w:val="000A4A96"/>
    <w:rsid w:val="000A7319"/>
    <w:rsid w:val="000B0B0C"/>
    <w:rsid w:val="000B5616"/>
    <w:rsid w:val="000B5A32"/>
    <w:rsid w:val="000C3D40"/>
    <w:rsid w:val="000C4560"/>
    <w:rsid w:val="000C4935"/>
    <w:rsid w:val="000C5127"/>
    <w:rsid w:val="000D097B"/>
    <w:rsid w:val="000D48F4"/>
    <w:rsid w:val="000D55A0"/>
    <w:rsid w:val="000D6EF2"/>
    <w:rsid w:val="000E1141"/>
    <w:rsid w:val="000E610A"/>
    <w:rsid w:val="000E657F"/>
    <w:rsid w:val="000F0BB5"/>
    <w:rsid w:val="000F2DC8"/>
    <w:rsid w:val="00101562"/>
    <w:rsid w:val="001024A9"/>
    <w:rsid w:val="00102AEA"/>
    <w:rsid w:val="00111CE8"/>
    <w:rsid w:val="00113B7C"/>
    <w:rsid w:val="00115C39"/>
    <w:rsid w:val="00117B1A"/>
    <w:rsid w:val="00120A4F"/>
    <w:rsid w:val="001238B6"/>
    <w:rsid w:val="00123D6D"/>
    <w:rsid w:val="001308F2"/>
    <w:rsid w:val="0013301A"/>
    <w:rsid w:val="001401D8"/>
    <w:rsid w:val="00140FA3"/>
    <w:rsid w:val="00141759"/>
    <w:rsid w:val="0014306D"/>
    <w:rsid w:val="00151294"/>
    <w:rsid w:val="00156BEF"/>
    <w:rsid w:val="00156C44"/>
    <w:rsid w:val="00157BDE"/>
    <w:rsid w:val="0016347A"/>
    <w:rsid w:val="0016357F"/>
    <w:rsid w:val="00171004"/>
    <w:rsid w:val="00171BAD"/>
    <w:rsid w:val="00173900"/>
    <w:rsid w:val="001866CF"/>
    <w:rsid w:val="00193810"/>
    <w:rsid w:val="00193C62"/>
    <w:rsid w:val="00195C35"/>
    <w:rsid w:val="00196B96"/>
    <w:rsid w:val="00196D26"/>
    <w:rsid w:val="001A207D"/>
    <w:rsid w:val="001A48B4"/>
    <w:rsid w:val="001A6548"/>
    <w:rsid w:val="001B023C"/>
    <w:rsid w:val="001B5BD3"/>
    <w:rsid w:val="001B6544"/>
    <w:rsid w:val="001B7F19"/>
    <w:rsid w:val="001C087F"/>
    <w:rsid w:val="001C41D1"/>
    <w:rsid w:val="001C5429"/>
    <w:rsid w:val="001D6F72"/>
    <w:rsid w:val="001E0B93"/>
    <w:rsid w:val="001E24CD"/>
    <w:rsid w:val="001E448D"/>
    <w:rsid w:val="001E52B6"/>
    <w:rsid w:val="001E5DC0"/>
    <w:rsid w:val="001E6083"/>
    <w:rsid w:val="001F23A3"/>
    <w:rsid w:val="001F4962"/>
    <w:rsid w:val="001F4DA8"/>
    <w:rsid w:val="001F6D17"/>
    <w:rsid w:val="00202DA6"/>
    <w:rsid w:val="0021581B"/>
    <w:rsid w:val="00215838"/>
    <w:rsid w:val="00221827"/>
    <w:rsid w:val="002261AF"/>
    <w:rsid w:val="00230853"/>
    <w:rsid w:val="00232A95"/>
    <w:rsid w:val="00234FA9"/>
    <w:rsid w:val="002418F3"/>
    <w:rsid w:val="00243AA2"/>
    <w:rsid w:val="00244545"/>
    <w:rsid w:val="00247F70"/>
    <w:rsid w:val="002565AB"/>
    <w:rsid w:val="00260F7F"/>
    <w:rsid w:val="0026385E"/>
    <w:rsid w:val="00265924"/>
    <w:rsid w:val="00266A90"/>
    <w:rsid w:val="00267268"/>
    <w:rsid w:val="00276A83"/>
    <w:rsid w:val="002830CD"/>
    <w:rsid w:val="0028385A"/>
    <w:rsid w:val="00284ACD"/>
    <w:rsid w:val="002906D1"/>
    <w:rsid w:val="00292443"/>
    <w:rsid w:val="00292612"/>
    <w:rsid w:val="002A5D81"/>
    <w:rsid w:val="002B49B3"/>
    <w:rsid w:val="002B5381"/>
    <w:rsid w:val="002B7288"/>
    <w:rsid w:val="002B7666"/>
    <w:rsid w:val="002C0C9B"/>
    <w:rsid w:val="002C2DA8"/>
    <w:rsid w:val="002C38D3"/>
    <w:rsid w:val="002C4F0F"/>
    <w:rsid w:val="002C7E8E"/>
    <w:rsid w:val="002D197F"/>
    <w:rsid w:val="002D2719"/>
    <w:rsid w:val="002D4B30"/>
    <w:rsid w:val="002D603D"/>
    <w:rsid w:val="002E3657"/>
    <w:rsid w:val="002E7749"/>
    <w:rsid w:val="002F65DB"/>
    <w:rsid w:val="003007CA"/>
    <w:rsid w:val="00302232"/>
    <w:rsid w:val="00302623"/>
    <w:rsid w:val="00303935"/>
    <w:rsid w:val="00306688"/>
    <w:rsid w:val="003111BD"/>
    <w:rsid w:val="003140F2"/>
    <w:rsid w:val="00321A97"/>
    <w:rsid w:val="00330BDF"/>
    <w:rsid w:val="00330CB8"/>
    <w:rsid w:val="0033309E"/>
    <w:rsid w:val="0033524C"/>
    <w:rsid w:val="00336B09"/>
    <w:rsid w:val="00340FC4"/>
    <w:rsid w:val="00341352"/>
    <w:rsid w:val="003452A0"/>
    <w:rsid w:val="0035164E"/>
    <w:rsid w:val="003542C7"/>
    <w:rsid w:val="00357306"/>
    <w:rsid w:val="00365ECC"/>
    <w:rsid w:val="00366EBF"/>
    <w:rsid w:val="00370FDF"/>
    <w:rsid w:val="00375ED1"/>
    <w:rsid w:val="0037667C"/>
    <w:rsid w:val="00376E56"/>
    <w:rsid w:val="00382325"/>
    <w:rsid w:val="0038406E"/>
    <w:rsid w:val="003903BC"/>
    <w:rsid w:val="0039089E"/>
    <w:rsid w:val="003938EC"/>
    <w:rsid w:val="003A0A1F"/>
    <w:rsid w:val="003A1C6E"/>
    <w:rsid w:val="003A23E8"/>
    <w:rsid w:val="003A75FE"/>
    <w:rsid w:val="003B3578"/>
    <w:rsid w:val="003B6109"/>
    <w:rsid w:val="003C1DDB"/>
    <w:rsid w:val="003C44C7"/>
    <w:rsid w:val="003C73A9"/>
    <w:rsid w:val="003D10D1"/>
    <w:rsid w:val="003D13AB"/>
    <w:rsid w:val="003D3E88"/>
    <w:rsid w:val="003D49A5"/>
    <w:rsid w:val="003E0E6C"/>
    <w:rsid w:val="003E3263"/>
    <w:rsid w:val="003E338C"/>
    <w:rsid w:val="003E3D2D"/>
    <w:rsid w:val="003E4341"/>
    <w:rsid w:val="003F2DAB"/>
    <w:rsid w:val="003F3A1B"/>
    <w:rsid w:val="003F7979"/>
    <w:rsid w:val="0040162E"/>
    <w:rsid w:val="00405629"/>
    <w:rsid w:val="00410442"/>
    <w:rsid w:val="00413613"/>
    <w:rsid w:val="004172BD"/>
    <w:rsid w:val="00423EB7"/>
    <w:rsid w:val="00427DD5"/>
    <w:rsid w:val="004305A9"/>
    <w:rsid w:val="0043284D"/>
    <w:rsid w:val="004350AF"/>
    <w:rsid w:val="0043611C"/>
    <w:rsid w:val="004403EA"/>
    <w:rsid w:val="00441D33"/>
    <w:rsid w:val="0044279B"/>
    <w:rsid w:val="004436C6"/>
    <w:rsid w:val="004441EA"/>
    <w:rsid w:val="00445271"/>
    <w:rsid w:val="004501F9"/>
    <w:rsid w:val="00452FB9"/>
    <w:rsid w:val="004544B2"/>
    <w:rsid w:val="0046133E"/>
    <w:rsid w:val="0047365F"/>
    <w:rsid w:val="00474D72"/>
    <w:rsid w:val="004767A1"/>
    <w:rsid w:val="00481C52"/>
    <w:rsid w:val="00481E8F"/>
    <w:rsid w:val="0048493B"/>
    <w:rsid w:val="00491B35"/>
    <w:rsid w:val="004929D6"/>
    <w:rsid w:val="0049575A"/>
    <w:rsid w:val="00496374"/>
    <w:rsid w:val="004B3F87"/>
    <w:rsid w:val="004B59FF"/>
    <w:rsid w:val="004C283D"/>
    <w:rsid w:val="004C3BD2"/>
    <w:rsid w:val="004C7B9A"/>
    <w:rsid w:val="004D07D7"/>
    <w:rsid w:val="004D0E66"/>
    <w:rsid w:val="004D485C"/>
    <w:rsid w:val="004D689F"/>
    <w:rsid w:val="004E3599"/>
    <w:rsid w:val="004E5237"/>
    <w:rsid w:val="004E5A89"/>
    <w:rsid w:val="004E7A11"/>
    <w:rsid w:val="004F4FF1"/>
    <w:rsid w:val="00502EFB"/>
    <w:rsid w:val="00504674"/>
    <w:rsid w:val="0050595A"/>
    <w:rsid w:val="00510F59"/>
    <w:rsid w:val="0051581B"/>
    <w:rsid w:val="00526FE6"/>
    <w:rsid w:val="00534474"/>
    <w:rsid w:val="0054675E"/>
    <w:rsid w:val="00555471"/>
    <w:rsid w:val="005561C8"/>
    <w:rsid w:val="005579CA"/>
    <w:rsid w:val="00557B80"/>
    <w:rsid w:val="00561CB6"/>
    <w:rsid w:val="00562476"/>
    <w:rsid w:val="00570524"/>
    <w:rsid w:val="00574A24"/>
    <w:rsid w:val="0057713E"/>
    <w:rsid w:val="00577954"/>
    <w:rsid w:val="00581354"/>
    <w:rsid w:val="00583633"/>
    <w:rsid w:val="00594CD3"/>
    <w:rsid w:val="005B1D64"/>
    <w:rsid w:val="005B50AF"/>
    <w:rsid w:val="005B6DC6"/>
    <w:rsid w:val="005B6FFC"/>
    <w:rsid w:val="005B7007"/>
    <w:rsid w:val="005B7255"/>
    <w:rsid w:val="005B7FC3"/>
    <w:rsid w:val="005C38CA"/>
    <w:rsid w:val="005C4CA3"/>
    <w:rsid w:val="005D01B8"/>
    <w:rsid w:val="005D1D6D"/>
    <w:rsid w:val="005D70CE"/>
    <w:rsid w:val="005D7FA8"/>
    <w:rsid w:val="005E25B0"/>
    <w:rsid w:val="005F1448"/>
    <w:rsid w:val="005F189A"/>
    <w:rsid w:val="005F18B0"/>
    <w:rsid w:val="005F7BB2"/>
    <w:rsid w:val="0060142F"/>
    <w:rsid w:val="0060144A"/>
    <w:rsid w:val="0060296C"/>
    <w:rsid w:val="00614C84"/>
    <w:rsid w:val="00616E8A"/>
    <w:rsid w:val="00617D7C"/>
    <w:rsid w:val="00622CBE"/>
    <w:rsid w:val="00623AAB"/>
    <w:rsid w:val="0062540F"/>
    <w:rsid w:val="006310BD"/>
    <w:rsid w:val="006321F0"/>
    <w:rsid w:val="0063273E"/>
    <w:rsid w:val="00633C50"/>
    <w:rsid w:val="00633EB3"/>
    <w:rsid w:val="0063617F"/>
    <w:rsid w:val="00637728"/>
    <w:rsid w:val="006435E8"/>
    <w:rsid w:val="00644335"/>
    <w:rsid w:val="00654061"/>
    <w:rsid w:val="00657321"/>
    <w:rsid w:val="0066057B"/>
    <w:rsid w:val="00666358"/>
    <w:rsid w:val="0067544C"/>
    <w:rsid w:val="00677F54"/>
    <w:rsid w:val="006841E1"/>
    <w:rsid w:val="006843EF"/>
    <w:rsid w:val="00685957"/>
    <w:rsid w:val="00691A46"/>
    <w:rsid w:val="006931CD"/>
    <w:rsid w:val="006A2554"/>
    <w:rsid w:val="006A56E2"/>
    <w:rsid w:val="006B02F8"/>
    <w:rsid w:val="006B57B5"/>
    <w:rsid w:val="006C09CD"/>
    <w:rsid w:val="006C3003"/>
    <w:rsid w:val="006C32C3"/>
    <w:rsid w:val="006C5045"/>
    <w:rsid w:val="006C5C28"/>
    <w:rsid w:val="006D1010"/>
    <w:rsid w:val="006D499E"/>
    <w:rsid w:val="006D6F6C"/>
    <w:rsid w:val="006D7A4F"/>
    <w:rsid w:val="006E1164"/>
    <w:rsid w:val="006E276D"/>
    <w:rsid w:val="006F18F6"/>
    <w:rsid w:val="006F34D4"/>
    <w:rsid w:val="006F4036"/>
    <w:rsid w:val="006F7274"/>
    <w:rsid w:val="006F78F9"/>
    <w:rsid w:val="00711A24"/>
    <w:rsid w:val="00721995"/>
    <w:rsid w:val="007219D5"/>
    <w:rsid w:val="00721C57"/>
    <w:rsid w:val="00722030"/>
    <w:rsid w:val="0072235D"/>
    <w:rsid w:val="00724D4D"/>
    <w:rsid w:val="00730AC7"/>
    <w:rsid w:val="00730EEE"/>
    <w:rsid w:val="00732072"/>
    <w:rsid w:val="00732AC9"/>
    <w:rsid w:val="00736416"/>
    <w:rsid w:val="00745697"/>
    <w:rsid w:val="00747295"/>
    <w:rsid w:val="007500F1"/>
    <w:rsid w:val="00752679"/>
    <w:rsid w:val="00763F3F"/>
    <w:rsid w:val="00764B36"/>
    <w:rsid w:val="00767B9A"/>
    <w:rsid w:val="00772917"/>
    <w:rsid w:val="00772A52"/>
    <w:rsid w:val="007775C1"/>
    <w:rsid w:val="007831E0"/>
    <w:rsid w:val="00785368"/>
    <w:rsid w:val="00791BC5"/>
    <w:rsid w:val="00791F7A"/>
    <w:rsid w:val="00792512"/>
    <w:rsid w:val="0079500F"/>
    <w:rsid w:val="0079696D"/>
    <w:rsid w:val="00797602"/>
    <w:rsid w:val="00797DB7"/>
    <w:rsid w:val="007A1A96"/>
    <w:rsid w:val="007A389D"/>
    <w:rsid w:val="007A487C"/>
    <w:rsid w:val="007A7BCE"/>
    <w:rsid w:val="007B3B46"/>
    <w:rsid w:val="007B60AB"/>
    <w:rsid w:val="007B7564"/>
    <w:rsid w:val="007B7AB3"/>
    <w:rsid w:val="007C0C8A"/>
    <w:rsid w:val="007C5D88"/>
    <w:rsid w:val="007C6E4E"/>
    <w:rsid w:val="007D290D"/>
    <w:rsid w:val="007D3343"/>
    <w:rsid w:val="007D3F6A"/>
    <w:rsid w:val="007E0C42"/>
    <w:rsid w:val="007E2B6C"/>
    <w:rsid w:val="007E5499"/>
    <w:rsid w:val="00803E0C"/>
    <w:rsid w:val="00804133"/>
    <w:rsid w:val="00804AA6"/>
    <w:rsid w:val="00805248"/>
    <w:rsid w:val="00806C95"/>
    <w:rsid w:val="0080727F"/>
    <w:rsid w:val="008147D2"/>
    <w:rsid w:val="0081630B"/>
    <w:rsid w:val="008178F6"/>
    <w:rsid w:val="0082692C"/>
    <w:rsid w:val="00826BC0"/>
    <w:rsid w:val="0083061F"/>
    <w:rsid w:val="008322C1"/>
    <w:rsid w:val="00845BDB"/>
    <w:rsid w:val="00850423"/>
    <w:rsid w:val="00851265"/>
    <w:rsid w:val="00851E34"/>
    <w:rsid w:val="008614AE"/>
    <w:rsid w:val="0086233D"/>
    <w:rsid w:val="00864B36"/>
    <w:rsid w:val="008704A3"/>
    <w:rsid w:val="008741B5"/>
    <w:rsid w:val="00882BFE"/>
    <w:rsid w:val="008841C2"/>
    <w:rsid w:val="00884219"/>
    <w:rsid w:val="0088565A"/>
    <w:rsid w:val="0088597D"/>
    <w:rsid w:val="00890216"/>
    <w:rsid w:val="00890F0E"/>
    <w:rsid w:val="008921A0"/>
    <w:rsid w:val="00897542"/>
    <w:rsid w:val="008A09BE"/>
    <w:rsid w:val="008A6D67"/>
    <w:rsid w:val="008B3790"/>
    <w:rsid w:val="008B5E57"/>
    <w:rsid w:val="008B711F"/>
    <w:rsid w:val="008B76FA"/>
    <w:rsid w:val="008C469B"/>
    <w:rsid w:val="008C4A5E"/>
    <w:rsid w:val="008D25B6"/>
    <w:rsid w:val="008D2660"/>
    <w:rsid w:val="008D323B"/>
    <w:rsid w:val="008D6F15"/>
    <w:rsid w:val="008E343E"/>
    <w:rsid w:val="008E5A2D"/>
    <w:rsid w:val="008E7A28"/>
    <w:rsid w:val="008F24C6"/>
    <w:rsid w:val="008F6DE8"/>
    <w:rsid w:val="008F7182"/>
    <w:rsid w:val="008F7A2C"/>
    <w:rsid w:val="00901549"/>
    <w:rsid w:val="00901AD8"/>
    <w:rsid w:val="0091365C"/>
    <w:rsid w:val="0091406D"/>
    <w:rsid w:val="0092281E"/>
    <w:rsid w:val="00924D26"/>
    <w:rsid w:val="00925CF2"/>
    <w:rsid w:val="009364DC"/>
    <w:rsid w:val="0094041A"/>
    <w:rsid w:val="009465B3"/>
    <w:rsid w:val="00951ADC"/>
    <w:rsid w:val="009526A7"/>
    <w:rsid w:val="00953FE5"/>
    <w:rsid w:val="00957AE3"/>
    <w:rsid w:val="009726DB"/>
    <w:rsid w:val="00974C83"/>
    <w:rsid w:val="00977DAC"/>
    <w:rsid w:val="00984807"/>
    <w:rsid w:val="00984FB8"/>
    <w:rsid w:val="009858AF"/>
    <w:rsid w:val="00992B03"/>
    <w:rsid w:val="009A0842"/>
    <w:rsid w:val="009A1BFB"/>
    <w:rsid w:val="009A1D10"/>
    <w:rsid w:val="009A35CB"/>
    <w:rsid w:val="009A6367"/>
    <w:rsid w:val="009A7505"/>
    <w:rsid w:val="009B1200"/>
    <w:rsid w:val="009B3192"/>
    <w:rsid w:val="009B3520"/>
    <w:rsid w:val="009B4EA0"/>
    <w:rsid w:val="009B6C62"/>
    <w:rsid w:val="009B71A1"/>
    <w:rsid w:val="009C283B"/>
    <w:rsid w:val="009C4EBD"/>
    <w:rsid w:val="009C6107"/>
    <w:rsid w:val="009D3DD7"/>
    <w:rsid w:val="009D5EE8"/>
    <w:rsid w:val="009D6A66"/>
    <w:rsid w:val="009E0233"/>
    <w:rsid w:val="009E1FE1"/>
    <w:rsid w:val="009E2820"/>
    <w:rsid w:val="009E5196"/>
    <w:rsid w:val="009F16D1"/>
    <w:rsid w:val="009F290F"/>
    <w:rsid w:val="009F2B94"/>
    <w:rsid w:val="009F39E4"/>
    <w:rsid w:val="009F50F2"/>
    <w:rsid w:val="00A02886"/>
    <w:rsid w:val="00A02AD2"/>
    <w:rsid w:val="00A05CC4"/>
    <w:rsid w:val="00A06048"/>
    <w:rsid w:val="00A11183"/>
    <w:rsid w:val="00A13A54"/>
    <w:rsid w:val="00A15C71"/>
    <w:rsid w:val="00A20A26"/>
    <w:rsid w:val="00A236CC"/>
    <w:rsid w:val="00A27392"/>
    <w:rsid w:val="00A31BA3"/>
    <w:rsid w:val="00A32315"/>
    <w:rsid w:val="00A33D04"/>
    <w:rsid w:val="00A418C0"/>
    <w:rsid w:val="00A4267C"/>
    <w:rsid w:val="00A44029"/>
    <w:rsid w:val="00A4690F"/>
    <w:rsid w:val="00A52D14"/>
    <w:rsid w:val="00A545E1"/>
    <w:rsid w:val="00A55C81"/>
    <w:rsid w:val="00A6022C"/>
    <w:rsid w:val="00A60F82"/>
    <w:rsid w:val="00A656FD"/>
    <w:rsid w:val="00A748E8"/>
    <w:rsid w:val="00A7517F"/>
    <w:rsid w:val="00A8022E"/>
    <w:rsid w:val="00A803F3"/>
    <w:rsid w:val="00A81E1E"/>
    <w:rsid w:val="00A81E29"/>
    <w:rsid w:val="00A9092D"/>
    <w:rsid w:val="00A92E82"/>
    <w:rsid w:val="00AA0A1B"/>
    <w:rsid w:val="00AC2D9D"/>
    <w:rsid w:val="00AC4D2A"/>
    <w:rsid w:val="00AD3244"/>
    <w:rsid w:val="00AD3299"/>
    <w:rsid w:val="00AD440B"/>
    <w:rsid w:val="00AD4CBB"/>
    <w:rsid w:val="00AD677D"/>
    <w:rsid w:val="00AE1E2E"/>
    <w:rsid w:val="00AE3929"/>
    <w:rsid w:val="00AE4A57"/>
    <w:rsid w:val="00AE7431"/>
    <w:rsid w:val="00AF2BAE"/>
    <w:rsid w:val="00AF5108"/>
    <w:rsid w:val="00AF5E5A"/>
    <w:rsid w:val="00B07976"/>
    <w:rsid w:val="00B13711"/>
    <w:rsid w:val="00B171D1"/>
    <w:rsid w:val="00B21D70"/>
    <w:rsid w:val="00B25D4C"/>
    <w:rsid w:val="00B315AE"/>
    <w:rsid w:val="00B3618A"/>
    <w:rsid w:val="00B36DC6"/>
    <w:rsid w:val="00B43BCA"/>
    <w:rsid w:val="00B54625"/>
    <w:rsid w:val="00B54720"/>
    <w:rsid w:val="00B57B1A"/>
    <w:rsid w:val="00B62FBC"/>
    <w:rsid w:val="00B653A8"/>
    <w:rsid w:val="00B760DC"/>
    <w:rsid w:val="00B85278"/>
    <w:rsid w:val="00B87371"/>
    <w:rsid w:val="00B9287D"/>
    <w:rsid w:val="00B93E2A"/>
    <w:rsid w:val="00B97E33"/>
    <w:rsid w:val="00BA5817"/>
    <w:rsid w:val="00BA6F23"/>
    <w:rsid w:val="00BB2CA7"/>
    <w:rsid w:val="00BB6240"/>
    <w:rsid w:val="00BC4F97"/>
    <w:rsid w:val="00BE0354"/>
    <w:rsid w:val="00BE585B"/>
    <w:rsid w:val="00BE70CC"/>
    <w:rsid w:val="00BF199D"/>
    <w:rsid w:val="00BF71FC"/>
    <w:rsid w:val="00BF7CEB"/>
    <w:rsid w:val="00C001F0"/>
    <w:rsid w:val="00C046A3"/>
    <w:rsid w:val="00C0500A"/>
    <w:rsid w:val="00C06559"/>
    <w:rsid w:val="00C072EB"/>
    <w:rsid w:val="00C11A7B"/>
    <w:rsid w:val="00C13A59"/>
    <w:rsid w:val="00C16C0A"/>
    <w:rsid w:val="00C24605"/>
    <w:rsid w:val="00C332E8"/>
    <w:rsid w:val="00C35B45"/>
    <w:rsid w:val="00C368C0"/>
    <w:rsid w:val="00C40433"/>
    <w:rsid w:val="00C404B5"/>
    <w:rsid w:val="00C43218"/>
    <w:rsid w:val="00C4522D"/>
    <w:rsid w:val="00C52614"/>
    <w:rsid w:val="00C5706B"/>
    <w:rsid w:val="00C57C60"/>
    <w:rsid w:val="00C57D37"/>
    <w:rsid w:val="00C633ED"/>
    <w:rsid w:val="00C74DED"/>
    <w:rsid w:val="00C81ADF"/>
    <w:rsid w:val="00C87537"/>
    <w:rsid w:val="00C91080"/>
    <w:rsid w:val="00C93476"/>
    <w:rsid w:val="00C954E5"/>
    <w:rsid w:val="00C9661C"/>
    <w:rsid w:val="00CB1335"/>
    <w:rsid w:val="00CB2EB3"/>
    <w:rsid w:val="00CB776E"/>
    <w:rsid w:val="00CC0BEC"/>
    <w:rsid w:val="00CC1E0E"/>
    <w:rsid w:val="00CC29A7"/>
    <w:rsid w:val="00CC3F29"/>
    <w:rsid w:val="00CC68C8"/>
    <w:rsid w:val="00CD1D69"/>
    <w:rsid w:val="00CD233D"/>
    <w:rsid w:val="00CD2CAC"/>
    <w:rsid w:val="00CD2CCC"/>
    <w:rsid w:val="00CD40DD"/>
    <w:rsid w:val="00CE1363"/>
    <w:rsid w:val="00CE2A16"/>
    <w:rsid w:val="00CE7811"/>
    <w:rsid w:val="00CE7A4D"/>
    <w:rsid w:val="00CF01B8"/>
    <w:rsid w:val="00CF029B"/>
    <w:rsid w:val="00CF07FB"/>
    <w:rsid w:val="00CF1B8D"/>
    <w:rsid w:val="00CF79A8"/>
    <w:rsid w:val="00D02471"/>
    <w:rsid w:val="00D07117"/>
    <w:rsid w:val="00D10663"/>
    <w:rsid w:val="00D13019"/>
    <w:rsid w:val="00D1485E"/>
    <w:rsid w:val="00D20AA4"/>
    <w:rsid w:val="00D2203E"/>
    <w:rsid w:val="00D27C4E"/>
    <w:rsid w:val="00D27F9C"/>
    <w:rsid w:val="00D30061"/>
    <w:rsid w:val="00D3076E"/>
    <w:rsid w:val="00D31AA3"/>
    <w:rsid w:val="00D366A3"/>
    <w:rsid w:val="00D37F76"/>
    <w:rsid w:val="00D4488B"/>
    <w:rsid w:val="00D455B8"/>
    <w:rsid w:val="00D46BF7"/>
    <w:rsid w:val="00D474D5"/>
    <w:rsid w:val="00D611F8"/>
    <w:rsid w:val="00D62142"/>
    <w:rsid w:val="00D64117"/>
    <w:rsid w:val="00D70919"/>
    <w:rsid w:val="00D768BB"/>
    <w:rsid w:val="00D77254"/>
    <w:rsid w:val="00D82476"/>
    <w:rsid w:val="00D846D9"/>
    <w:rsid w:val="00D861EB"/>
    <w:rsid w:val="00D90808"/>
    <w:rsid w:val="00D979FB"/>
    <w:rsid w:val="00DB1DE9"/>
    <w:rsid w:val="00DB7F13"/>
    <w:rsid w:val="00DC0EC8"/>
    <w:rsid w:val="00DC1E24"/>
    <w:rsid w:val="00DC321C"/>
    <w:rsid w:val="00DD6C39"/>
    <w:rsid w:val="00DE4038"/>
    <w:rsid w:val="00DE7AE3"/>
    <w:rsid w:val="00DF069C"/>
    <w:rsid w:val="00DF2F88"/>
    <w:rsid w:val="00DF6FE6"/>
    <w:rsid w:val="00E019C8"/>
    <w:rsid w:val="00E05164"/>
    <w:rsid w:val="00E11512"/>
    <w:rsid w:val="00E20162"/>
    <w:rsid w:val="00E24DA0"/>
    <w:rsid w:val="00E31586"/>
    <w:rsid w:val="00E31E0A"/>
    <w:rsid w:val="00E35ADB"/>
    <w:rsid w:val="00E360E8"/>
    <w:rsid w:val="00E4262E"/>
    <w:rsid w:val="00E42A33"/>
    <w:rsid w:val="00E438BA"/>
    <w:rsid w:val="00E451E0"/>
    <w:rsid w:val="00E455C2"/>
    <w:rsid w:val="00E46333"/>
    <w:rsid w:val="00E505ED"/>
    <w:rsid w:val="00E52BCD"/>
    <w:rsid w:val="00E53FB8"/>
    <w:rsid w:val="00E55799"/>
    <w:rsid w:val="00E56EC2"/>
    <w:rsid w:val="00E63396"/>
    <w:rsid w:val="00E64063"/>
    <w:rsid w:val="00E6669B"/>
    <w:rsid w:val="00E719CC"/>
    <w:rsid w:val="00E76612"/>
    <w:rsid w:val="00E766DB"/>
    <w:rsid w:val="00E77FC4"/>
    <w:rsid w:val="00E83D61"/>
    <w:rsid w:val="00E866F3"/>
    <w:rsid w:val="00E86E80"/>
    <w:rsid w:val="00E90A99"/>
    <w:rsid w:val="00E90EBB"/>
    <w:rsid w:val="00E92C12"/>
    <w:rsid w:val="00E94735"/>
    <w:rsid w:val="00E97840"/>
    <w:rsid w:val="00E97E65"/>
    <w:rsid w:val="00E97E9F"/>
    <w:rsid w:val="00EA15A7"/>
    <w:rsid w:val="00EA5BC8"/>
    <w:rsid w:val="00EB18E0"/>
    <w:rsid w:val="00EB2810"/>
    <w:rsid w:val="00EB41C4"/>
    <w:rsid w:val="00EB7ED5"/>
    <w:rsid w:val="00EC6A7D"/>
    <w:rsid w:val="00ED0C6F"/>
    <w:rsid w:val="00ED1984"/>
    <w:rsid w:val="00ED238D"/>
    <w:rsid w:val="00ED458F"/>
    <w:rsid w:val="00EE115A"/>
    <w:rsid w:val="00EE2E29"/>
    <w:rsid w:val="00EE40FC"/>
    <w:rsid w:val="00EE4351"/>
    <w:rsid w:val="00EE45F6"/>
    <w:rsid w:val="00EF0EC3"/>
    <w:rsid w:val="00EF1163"/>
    <w:rsid w:val="00EF2A61"/>
    <w:rsid w:val="00EF2B13"/>
    <w:rsid w:val="00EF628F"/>
    <w:rsid w:val="00EF645C"/>
    <w:rsid w:val="00F04095"/>
    <w:rsid w:val="00F04FFB"/>
    <w:rsid w:val="00F11C3F"/>
    <w:rsid w:val="00F22C2C"/>
    <w:rsid w:val="00F24725"/>
    <w:rsid w:val="00F249CC"/>
    <w:rsid w:val="00F262B7"/>
    <w:rsid w:val="00F371A3"/>
    <w:rsid w:val="00F4175E"/>
    <w:rsid w:val="00F4391C"/>
    <w:rsid w:val="00F44D36"/>
    <w:rsid w:val="00F4793B"/>
    <w:rsid w:val="00F54354"/>
    <w:rsid w:val="00F60FD8"/>
    <w:rsid w:val="00F61154"/>
    <w:rsid w:val="00F63B33"/>
    <w:rsid w:val="00F64414"/>
    <w:rsid w:val="00F70C07"/>
    <w:rsid w:val="00F7448B"/>
    <w:rsid w:val="00F75B65"/>
    <w:rsid w:val="00F80E13"/>
    <w:rsid w:val="00F86348"/>
    <w:rsid w:val="00F87DB0"/>
    <w:rsid w:val="00F918D1"/>
    <w:rsid w:val="00F936DD"/>
    <w:rsid w:val="00F946CC"/>
    <w:rsid w:val="00FA4D7E"/>
    <w:rsid w:val="00FA7120"/>
    <w:rsid w:val="00FB78DA"/>
    <w:rsid w:val="00FC079B"/>
    <w:rsid w:val="00FC140A"/>
    <w:rsid w:val="00FC2856"/>
    <w:rsid w:val="00FC2B24"/>
    <w:rsid w:val="00FC69E2"/>
    <w:rsid w:val="00FD212E"/>
    <w:rsid w:val="00FD780E"/>
    <w:rsid w:val="00FE7C5C"/>
    <w:rsid w:val="00FE7F63"/>
    <w:rsid w:val="00FF13FD"/>
    <w:rsid w:val="00FF2E73"/>
    <w:rsid w:val="00FF37D7"/>
    <w:rsid w:val="00FF4B1D"/>
    <w:rsid w:val="00FF4B36"/>
    <w:rsid w:val="00FF6743"/>
    <w:rsid w:val="00FF6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14:docId w14:val="246CF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0D346-C696-49F9-A574-6A4250C5C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121</TotalTime>
  <Pages>3</Pages>
  <Words>858</Words>
  <Characters>4897</Characters>
  <Application>Microsoft Office Word</Application>
  <DocSecurity>0</DocSecurity>
  <Lines>40</Lines>
  <Paragraphs>11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5744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18</cp:revision>
  <cp:lastPrinted>2020-01-22T13:06:00Z</cp:lastPrinted>
  <dcterms:created xsi:type="dcterms:W3CDTF">2020-10-27T10:53:00Z</dcterms:created>
  <dcterms:modified xsi:type="dcterms:W3CDTF">2020-10-27T16:03:00Z</dcterms:modified>
</cp:coreProperties>
</file>